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5C6" w:rsidRPr="00E54606" w:rsidRDefault="0062009F" w:rsidP="00F835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-4445</wp:posOffset>
            </wp:positionV>
            <wp:extent cx="723900" cy="885825"/>
            <wp:effectExtent l="19050" t="0" r="0" b="0"/>
            <wp:wrapSquare wrapText="left"/>
            <wp:docPr id="2" name="Рисунок 1" descr="Описание: Описание: rf_g4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rf_g4 копия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835C6" w:rsidRPr="00E54606">
        <w:rPr>
          <w:rFonts w:ascii="Times New Roman" w:eastAsia="Times New Roman" w:hAnsi="Times New Roman"/>
          <w:sz w:val="28"/>
          <w:szCs w:val="28"/>
          <w:lang w:eastAsia="ru-RU"/>
        </w:rPr>
        <w:br w:type="textWrapping" w:clear="all"/>
      </w:r>
    </w:p>
    <w:p w:rsidR="00F835C6" w:rsidRPr="00F835C6" w:rsidRDefault="00F835C6" w:rsidP="00F835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835C6">
        <w:rPr>
          <w:rFonts w:ascii="Times New Roman" w:eastAsia="Times New Roman" w:hAnsi="Times New Roman"/>
          <w:b/>
          <w:sz w:val="28"/>
          <w:szCs w:val="28"/>
          <w:lang w:eastAsia="ru-RU"/>
        </w:rPr>
        <w:t>РОССИЙСКАЯ ФЕДЕРАЦИЯ</w:t>
      </w:r>
    </w:p>
    <w:p w:rsidR="00F835C6" w:rsidRPr="00F835C6" w:rsidRDefault="00F835C6" w:rsidP="00F835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835C6">
        <w:rPr>
          <w:rFonts w:ascii="Times New Roman" w:eastAsia="Times New Roman" w:hAnsi="Times New Roman"/>
          <w:b/>
          <w:sz w:val="28"/>
          <w:szCs w:val="28"/>
          <w:lang w:eastAsia="ru-RU"/>
        </w:rPr>
        <w:t>КРАСНОЯРСКИЙ КРАЙ</w:t>
      </w:r>
    </w:p>
    <w:p w:rsidR="00F835C6" w:rsidRPr="00F835C6" w:rsidRDefault="00F835C6" w:rsidP="00F835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835C6">
        <w:rPr>
          <w:rFonts w:ascii="Times New Roman" w:eastAsia="Times New Roman" w:hAnsi="Times New Roman"/>
          <w:b/>
          <w:sz w:val="28"/>
          <w:szCs w:val="28"/>
          <w:lang w:eastAsia="ru-RU"/>
        </w:rPr>
        <w:t>БОГОТОЛЬСКИЙ ГОРОДСКОЙ СОВЕТ ДЕПУТАТОВ</w:t>
      </w:r>
    </w:p>
    <w:p w:rsidR="00F835C6" w:rsidRPr="00F835C6" w:rsidRDefault="00F835C6" w:rsidP="00F835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835C6">
        <w:rPr>
          <w:rFonts w:ascii="Times New Roman" w:eastAsia="Times New Roman" w:hAnsi="Times New Roman"/>
          <w:b/>
          <w:sz w:val="28"/>
          <w:szCs w:val="28"/>
          <w:lang w:eastAsia="ru-RU"/>
        </w:rPr>
        <w:t>ШЕСТОГО СОЗЫВА</w:t>
      </w:r>
    </w:p>
    <w:p w:rsidR="00F835C6" w:rsidRPr="00F835C6" w:rsidRDefault="00F835C6" w:rsidP="00F835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835C6" w:rsidRPr="00F835C6" w:rsidRDefault="00F835C6" w:rsidP="00F835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835C6">
        <w:rPr>
          <w:rFonts w:ascii="Times New Roman" w:eastAsia="Times New Roman" w:hAnsi="Times New Roman"/>
          <w:b/>
          <w:sz w:val="28"/>
          <w:szCs w:val="28"/>
          <w:lang w:eastAsia="ru-RU"/>
        </w:rPr>
        <w:t>Р Е Ш Е Н И Е</w:t>
      </w:r>
    </w:p>
    <w:p w:rsidR="00F835C6" w:rsidRDefault="00F835C6" w:rsidP="00F835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Look w:val="04A0"/>
      </w:tblPr>
      <w:tblGrid>
        <w:gridCol w:w="3095"/>
        <w:gridCol w:w="3096"/>
        <w:gridCol w:w="3096"/>
      </w:tblGrid>
      <w:tr w:rsidR="004330FF" w:rsidRPr="001E6343" w:rsidTr="001E6343">
        <w:tc>
          <w:tcPr>
            <w:tcW w:w="3095" w:type="dxa"/>
            <w:shd w:val="clear" w:color="auto" w:fill="auto"/>
          </w:tcPr>
          <w:p w:rsidR="004330FF" w:rsidRPr="001E6343" w:rsidRDefault="00CF2BA6" w:rsidP="00CF2BA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11.04.</w:t>
            </w:r>
            <w:r w:rsidR="004330FF" w:rsidRPr="001E63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.2023</w:t>
            </w:r>
          </w:p>
        </w:tc>
        <w:tc>
          <w:tcPr>
            <w:tcW w:w="3096" w:type="dxa"/>
            <w:shd w:val="clear" w:color="auto" w:fill="auto"/>
          </w:tcPr>
          <w:p w:rsidR="004330FF" w:rsidRPr="001E6343" w:rsidRDefault="00CF2BA6" w:rsidP="00CF2BA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</w:t>
            </w:r>
            <w:r w:rsidR="004330FF" w:rsidRPr="001E63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 Боготол</w:t>
            </w:r>
          </w:p>
        </w:tc>
        <w:tc>
          <w:tcPr>
            <w:tcW w:w="3096" w:type="dxa"/>
            <w:shd w:val="clear" w:color="auto" w:fill="auto"/>
          </w:tcPr>
          <w:p w:rsidR="004330FF" w:rsidRPr="001E6343" w:rsidRDefault="0001322D" w:rsidP="00CF2B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</w:t>
            </w:r>
            <w:r w:rsidR="00CF2B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</w:t>
            </w:r>
            <w:r w:rsidR="004330FF" w:rsidRPr="001E63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  <w:r w:rsidR="00CF2B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11-174</w:t>
            </w:r>
          </w:p>
        </w:tc>
      </w:tr>
    </w:tbl>
    <w:p w:rsidR="004330FF" w:rsidRDefault="004330FF" w:rsidP="00F835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337A8" w:rsidRPr="00F835C6" w:rsidRDefault="004337A8" w:rsidP="00F835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835C6" w:rsidRPr="004F630D" w:rsidRDefault="00F835C6" w:rsidP="004337A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0D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решение Боготольского</w:t>
      </w:r>
      <w:r w:rsidR="004337A8" w:rsidRPr="004F630D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Совета депутатов </w:t>
      </w:r>
      <w:r w:rsidRPr="004F630D">
        <w:rPr>
          <w:rFonts w:ascii="Times New Roman" w:eastAsia="Times New Roman" w:hAnsi="Times New Roman"/>
          <w:sz w:val="28"/>
          <w:szCs w:val="28"/>
          <w:lang w:eastAsia="ru-RU"/>
        </w:rPr>
        <w:t>«О бюджете городского округа города Боготол на 2023 год и плановый период 2024-2025 годов»</w:t>
      </w:r>
    </w:p>
    <w:p w:rsidR="00F835C6" w:rsidRPr="004F630D" w:rsidRDefault="00F835C6" w:rsidP="00F835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1BDC" w:rsidRPr="004F630D" w:rsidRDefault="00F835C6" w:rsidP="001C1BD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0D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со статьями 32, 70 Устава города, рассмотрев предложения администрации города, Боготольский</w:t>
      </w:r>
      <w:r w:rsidR="004330FF" w:rsidRPr="004F630D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городской Совет депутатов </w:t>
      </w:r>
      <w:r w:rsidRPr="004F630D">
        <w:rPr>
          <w:rFonts w:ascii="Times New Roman" w:eastAsia="Times New Roman" w:hAnsi="Times New Roman"/>
          <w:sz w:val="28"/>
          <w:szCs w:val="28"/>
          <w:lang w:eastAsia="ru-RU"/>
        </w:rPr>
        <w:t>РЕШИЛ:</w:t>
      </w:r>
    </w:p>
    <w:p w:rsidR="00F835C6" w:rsidRPr="004F630D" w:rsidRDefault="00F835C6" w:rsidP="007F144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0D">
        <w:rPr>
          <w:rFonts w:ascii="Times New Roman" w:eastAsia="Times New Roman" w:hAnsi="Times New Roman"/>
          <w:sz w:val="28"/>
          <w:szCs w:val="28"/>
          <w:lang w:eastAsia="ru-RU"/>
        </w:rPr>
        <w:t>1. Внести в решение Боготольского городского Совета депутатов  от 06.12.2022 № 9-155  «О бюджете городского округа города Боготол на 2023 год и плановый период 2024-2025 годов» следующие изменения:</w:t>
      </w:r>
    </w:p>
    <w:p w:rsidR="00F835C6" w:rsidRPr="004F630D" w:rsidRDefault="00F835C6" w:rsidP="00EF53D5">
      <w:pPr>
        <w:spacing w:after="0" w:line="240" w:lineRule="auto"/>
        <w:ind w:firstLine="7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0D">
        <w:rPr>
          <w:rFonts w:ascii="Times New Roman" w:eastAsia="Times New Roman" w:hAnsi="Times New Roman"/>
          <w:sz w:val="28"/>
          <w:szCs w:val="28"/>
          <w:lang w:eastAsia="ru-RU"/>
        </w:rPr>
        <w:t>1.1. статью 1 изложить в следующей редакции:</w:t>
      </w:r>
    </w:p>
    <w:p w:rsidR="00F835C6" w:rsidRPr="004F630D" w:rsidRDefault="00F835C6" w:rsidP="00EF53D5">
      <w:pPr>
        <w:spacing w:after="0" w:line="240" w:lineRule="auto"/>
        <w:ind w:firstLine="7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0D">
        <w:rPr>
          <w:rFonts w:ascii="Times New Roman" w:eastAsia="Times New Roman" w:hAnsi="Times New Roman"/>
          <w:sz w:val="28"/>
          <w:szCs w:val="28"/>
          <w:lang w:eastAsia="ru-RU"/>
        </w:rPr>
        <w:t>«Статья 1. Основные характеристики  бюджета города Боготола на 2023 год и плановый период 2024-2025 годов</w:t>
      </w:r>
    </w:p>
    <w:p w:rsidR="00F835C6" w:rsidRPr="004F630D" w:rsidRDefault="00F835C6" w:rsidP="00EF53D5">
      <w:pPr>
        <w:spacing w:after="0" w:line="240" w:lineRule="auto"/>
        <w:ind w:firstLine="7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0D">
        <w:rPr>
          <w:rFonts w:ascii="Times New Roman" w:eastAsia="Times New Roman" w:hAnsi="Times New Roman"/>
          <w:sz w:val="28"/>
          <w:szCs w:val="28"/>
          <w:lang w:eastAsia="ru-RU"/>
        </w:rPr>
        <w:t>1. Утвердить основные характеристики бюджета города Боготола на 2023 год:</w:t>
      </w:r>
    </w:p>
    <w:p w:rsidR="00F835C6" w:rsidRPr="004F630D" w:rsidRDefault="00F835C6" w:rsidP="00EF53D5">
      <w:pPr>
        <w:spacing w:after="0" w:line="240" w:lineRule="auto"/>
        <w:ind w:firstLine="7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0D">
        <w:rPr>
          <w:rFonts w:ascii="Times New Roman" w:eastAsia="Times New Roman" w:hAnsi="Times New Roman"/>
          <w:sz w:val="28"/>
          <w:szCs w:val="28"/>
          <w:lang w:eastAsia="ru-RU"/>
        </w:rPr>
        <w:t>1) прогнозируемый общий объем доходов бюджета города Боготола в сумме 1 221 077,7 тыс. рублей;</w:t>
      </w:r>
    </w:p>
    <w:p w:rsidR="00F835C6" w:rsidRPr="004F630D" w:rsidRDefault="00F835C6" w:rsidP="00EF53D5">
      <w:pPr>
        <w:spacing w:after="0" w:line="240" w:lineRule="auto"/>
        <w:ind w:firstLine="7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0D">
        <w:rPr>
          <w:rFonts w:ascii="Times New Roman" w:eastAsia="Times New Roman" w:hAnsi="Times New Roman"/>
          <w:sz w:val="28"/>
          <w:szCs w:val="28"/>
          <w:lang w:eastAsia="ru-RU"/>
        </w:rPr>
        <w:t>2) общий объем расходов бюджета города Боготола в сумме 1 780 997,8  тыс. рублей;</w:t>
      </w:r>
    </w:p>
    <w:p w:rsidR="00F835C6" w:rsidRPr="004F630D" w:rsidRDefault="00F835C6" w:rsidP="00EF53D5">
      <w:pPr>
        <w:spacing w:after="0" w:line="240" w:lineRule="auto"/>
        <w:ind w:firstLine="7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0D">
        <w:rPr>
          <w:rFonts w:ascii="Times New Roman" w:eastAsia="Times New Roman" w:hAnsi="Times New Roman"/>
          <w:sz w:val="28"/>
          <w:szCs w:val="28"/>
          <w:lang w:eastAsia="ru-RU"/>
        </w:rPr>
        <w:t>3) дефицит бюджета города Боготола в сумме 559 920,1 тыс. рублей;</w:t>
      </w:r>
    </w:p>
    <w:p w:rsidR="00F835C6" w:rsidRPr="004F630D" w:rsidRDefault="00F835C6" w:rsidP="00EF53D5">
      <w:pPr>
        <w:spacing w:after="0" w:line="240" w:lineRule="auto"/>
        <w:ind w:firstLine="7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0D">
        <w:rPr>
          <w:rFonts w:ascii="Times New Roman" w:eastAsia="Times New Roman" w:hAnsi="Times New Roman"/>
          <w:sz w:val="28"/>
          <w:szCs w:val="28"/>
          <w:lang w:eastAsia="ru-RU"/>
        </w:rPr>
        <w:t xml:space="preserve">4) источники внутреннего финансирования дефицита бюджета города Боготола в сумме 559 920,1 тыс. рублей согласно приложению 1 </w:t>
      </w:r>
      <w:r w:rsidRPr="004F630D">
        <w:rPr>
          <w:rFonts w:ascii="Times New Roman" w:eastAsia="Times New Roman" w:hAnsi="Times New Roman"/>
          <w:sz w:val="28"/>
          <w:szCs w:val="28"/>
          <w:lang w:eastAsia="ru-RU"/>
        </w:rPr>
        <w:br/>
        <w:t>к настоящему решению.</w:t>
      </w:r>
    </w:p>
    <w:p w:rsidR="00F835C6" w:rsidRPr="004F630D" w:rsidRDefault="00F835C6" w:rsidP="00EF53D5">
      <w:pPr>
        <w:spacing w:after="0" w:line="240" w:lineRule="auto"/>
        <w:ind w:firstLine="7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0D">
        <w:rPr>
          <w:rFonts w:ascii="Times New Roman" w:eastAsia="Times New Roman" w:hAnsi="Times New Roman"/>
          <w:sz w:val="28"/>
          <w:szCs w:val="28"/>
          <w:lang w:eastAsia="ru-RU"/>
        </w:rPr>
        <w:t>2. Утвердить основные характеристики бюджета города Боготола</w:t>
      </w:r>
      <w:r w:rsidRPr="004F630D">
        <w:rPr>
          <w:rFonts w:ascii="Times New Roman" w:eastAsia="Times New Roman" w:hAnsi="Times New Roman"/>
          <w:sz w:val="28"/>
          <w:szCs w:val="28"/>
          <w:lang w:eastAsia="ru-RU"/>
        </w:rPr>
        <w:br/>
        <w:t>на 2024 год и на 2025 год:</w:t>
      </w:r>
    </w:p>
    <w:p w:rsidR="00F835C6" w:rsidRPr="004F630D" w:rsidRDefault="00F835C6" w:rsidP="00EF53D5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0D">
        <w:rPr>
          <w:rFonts w:ascii="Times New Roman" w:eastAsia="Times New Roman" w:hAnsi="Times New Roman"/>
          <w:sz w:val="28"/>
          <w:szCs w:val="28"/>
          <w:lang w:eastAsia="ru-RU"/>
        </w:rPr>
        <w:t>1) прогнозируемый общий объем доходов бюджета города Боготола</w:t>
      </w:r>
      <w:r w:rsidRPr="004F630D">
        <w:rPr>
          <w:rFonts w:ascii="Times New Roman" w:eastAsia="Times New Roman" w:hAnsi="Times New Roman"/>
          <w:sz w:val="28"/>
          <w:szCs w:val="28"/>
          <w:lang w:eastAsia="ru-RU"/>
        </w:rPr>
        <w:br/>
        <w:t>на 2024 год в сумме 826 550,7 тыс. рублей и на 2025 год в сумме 824 828,7 тыс. рублей;</w:t>
      </w:r>
    </w:p>
    <w:p w:rsidR="00F835C6" w:rsidRPr="004F630D" w:rsidRDefault="00F835C6" w:rsidP="00EF53D5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0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2) общий объем расходов бюджета города Боготола на 2024 год в сумме 826 550,7 тыс. рублей, в том числе условно утвержденные расходы в сумме 11 119,7 тыс. рублей, и на 2025 год в сумме  824 828,7 тыс. рублей, в том числе условно утвержденные расходы в сумме 22 551,7 тыс. рублей;</w:t>
      </w:r>
    </w:p>
    <w:p w:rsidR="00F835C6" w:rsidRPr="004F630D" w:rsidRDefault="00F835C6" w:rsidP="00EF53D5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0D">
        <w:rPr>
          <w:rFonts w:ascii="Times New Roman" w:eastAsia="Times New Roman" w:hAnsi="Times New Roman"/>
          <w:sz w:val="28"/>
          <w:szCs w:val="28"/>
          <w:lang w:eastAsia="ru-RU"/>
        </w:rPr>
        <w:t>3) дефицит бюджета города Боготола на 2024 год в сумме 0,0 тыс. рублей и на 2025 год в сумме 0,0 тыс. рублей;</w:t>
      </w:r>
    </w:p>
    <w:p w:rsidR="00EF53D5" w:rsidRPr="004F630D" w:rsidRDefault="00F835C6" w:rsidP="00EF53D5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0D">
        <w:rPr>
          <w:rFonts w:ascii="Times New Roman" w:eastAsia="Times New Roman" w:hAnsi="Times New Roman"/>
          <w:sz w:val="28"/>
          <w:szCs w:val="28"/>
          <w:lang w:eastAsia="ru-RU"/>
        </w:rPr>
        <w:t>4) источники внутреннего финансирования дефицита бюджета города Боготола на 2024 год в сумме 0,0 тыс. рублей и на 2025 год в сумме 0,0 тыс. рублей согласно приложению 1 к настоящему Решению</w:t>
      </w:r>
    </w:p>
    <w:p w:rsidR="00F835C6" w:rsidRPr="004F630D" w:rsidRDefault="00F835C6" w:rsidP="00EF53D5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0D">
        <w:rPr>
          <w:rFonts w:ascii="Times New Roman" w:eastAsia="Times New Roman" w:hAnsi="Times New Roman"/>
          <w:sz w:val="28"/>
          <w:szCs w:val="28"/>
          <w:lang w:eastAsia="ru-RU"/>
        </w:rPr>
        <w:t>1.2. в статье 4 цифру «2 209,6» заменить цифрами « 2 234,6»;</w:t>
      </w:r>
    </w:p>
    <w:p w:rsidR="00F835C6" w:rsidRPr="004F630D" w:rsidRDefault="00F835C6" w:rsidP="00EF53D5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0D">
        <w:rPr>
          <w:rFonts w:ascii="Times New Roman" w:eastAsia="Times New Roman" w:hAnsi="Times New Roman"/>
          <w:sz w:val="28"/>
          <w:szCs w:val="28"/>
          <w:lang w:eastAsia="ru-RU"/>
        </w:rPr>
        <w:t>1.3. в статье 5:</w:t>
      </w:r>
    </w:p>
    <w:p w:rsidR="00F835C6" w:rsidRPr="004F630D" w:rsidRDefault="00F835C6" w:rsidP="00EF53D5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0D">
        <w:rPr>
          <w:rFonts w:ascii="Times New Roman" w:eastAsia="Times New Roman" w:hAnsi="Times New Roman"/>
          <w:sz w:val="28"/>
          <w:szCs w:val="28"/>
          <w:lang w:eastAsia="ru-RU"/>
        </w:rPr>
        <w:t xml:space="preserve"> - пункт 21) изложить в следующей редакции:</w:t>
      </w:r>
    </w:p>
    <w:p w:rsidR="00F835C6" w:rsidRPr="004F630D" w:rsidRDefault="00F835C6" w:rsidP="00EF53D5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0D">
        <w:rPr>
          <w:rFonts w:ascii="Times New Roman" w:eastAsia="Times New Roman" w:hAnsi="Times New Roman"/>
          <w:sz w:val="28"/>
          <w:szCs w:val="28"/>
          <w:lang w:eastAsia="ru-RU"/>
        </w:rPr>
        <w:t>«21) в случае перераспределения бюджетных ассигнований на 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экономики, бюджетных ассигнований на иные цели, определенные администрацией города, а также в случае перераспределения бюджетных ассигнований между видами источников финансирования дефицита бюджета города»;</w:t>
      </w:r>
    </w:p>
    <w:p w:rsidR="00F835C6" w:rsidRPr="004F630D" w:rsidRDefault="00F835C6" w:rsidP="00EF53D5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0D">
        <w:rPr>
          <w:rFonts w:ascii="Times New Roman" w:eastAsia="Times New Roman" w:hAnsi="Times New Roman"/>
          <w:sz w:val="28"/>
          <w:szCs w:val="28"/>
          <w:lang w:eastAsia="ru-RU"/>
        </w:rPr>
        <w:t>- дополнить пунктом 22) следующего содержания:</w:t>
      </w:r>
    </w:p>
    <w:p w:rsidR="00F835C6" w:rsidRPr="004F630D" w:rsidRDefault="00F835C6" w:rsidP="00EF53D5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0D">
        <w:rPr>
          <w:rFonts w:ascii="Times New Roman" w:eastAsia="Times New Roman" w:hAnsi="Times New Roman"/>
          <w:sz w:val="28"/>
          <w:szCs w:val="28"/>
          <w:lang w:eastAsia="ru-RU"/>
        </w:rPr>
        <w:t>«22) внесение изменений в сводную бюджетную роспись по основаниям, установленным пунктом 21 настоящей статьи, может осуществляться с превышением общего объема расходов, утвержденных настоящим Решением»;</w:t>
      </w:r>
    </w:p>
    <w:p w:rsidR="00F835C6" w:rsidRPr="004F630D" w:rsidRDefault="00F835C6" w:rsidP="00EF53D5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0D">
        <w:rPr>
          <w:rFonts w:ascii="Times New Roman" w:eastAsia="Times New Roman" w:hAnsi="Times New Roman"/>
          <w:sz w:val="28"/>
          <w:szCs w:val="28"/>
          <w:lang w:eastAsia="ru-RU"/>
        </w:rPr>
        <w:t>- дополнить пунктом 23) следующего содержания:</w:t>
      </w:r>
    </w:p>
    <w:p w:rsidR="00F835C6" w:rsidRPr="004F630D" w:rsidRDefault="00F835C6" w:rsidP="00EF53D5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0D">
        <w:rPr>
          <w:rFonts w:ascii="Times New Roman" w:eastAsia="Times New Roman" w:hAnsi="Times New Roman"/>
          <w:sz w:val="28"/>
          <w:szCs w:val="28"/>
          <w:lang w:eastAsia="ru-RU"/>
        </w:rPr>
        <w:t>«23) в случае перераспределения бюджетных ассигнований на увеличение размера резервного фонда администрации города Боготола для финансового обеспечения непредвиденных расходов, в соответствии с правовым актом администрации города Боготола, устанавливающим порядок использования бюджетных ассигнований резервного фонда администрации города Боготола, за счет экономии по использованию бюджетных ассигнований в текущем финансовом году».</w:t>
      </w:r>
    </w:p>
    <w:p w:rsidR="00F835C6" w:rsidRPr="004F630D" w:rsidRDefault="00F835C6" w:rsidP="004337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0D">
        <w:rPr>
          <w:rFonts w:ascii="Times New Roman" w:eastAsia="Times New Roman" w:hAnsi="Times New Roman"/>
          <w:sz w:val="28"/>
          <w:szCs w:val="28"/>
          <w:lang w:eastAsia="ru-RU"/>
        </w:rPr>
        <w:t xml:space="preserve">1.4. статью 8 </w:t>
      </w:r>
    </w:p>
    <w:p w:rsidR="00F835C6" w:rsidRPr="004F630D" w:rsidRDefault="00F835C6" w:rsidP="00EF53D5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0D">
        <w:rPr>
          <w:rFonts w:ascii="Times New Roman" w:eastAsia="Times New Roman" w:hAnsi="Times New Roman"/>
          <w:sz w:val="28"/>
          <w:szCs w:val="28"/>
          <w:lang w:eastAsia="ru-RU"/>
        </w:rPr>
        <w:t>- дополнить пунктом 4) следующего содержания:</w:t>
      </w:r>
    </w:p>
    <w:p w:rsidR="00F835C6" w:rsidRPr="004F630D" w:rsidRDefault="00F835C6" w:rsidP="00EF53D5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0D">
        <w:rPr>
          <w:rFonts w:ascii="Times New Roman" w:eastAsia="Times New Roman" w:hAnsi="Times New Roman"/>
          <w:sz w:val="28"/>
          <w:szCs w:val="28"/>
          <w:lang w:eastAsia="ru-RU"/>
        </w:rPr>
        <w:t xml:space="preserve">«4) Установить, что в 2023 году дефицит бюджета города может превысить размер дефицита бюджета города, установленный настоящим Решением, и ограничения, установленные </w:t>
      </w:r>
      <w:hyperlink r:id="rId7" w:history="1">
        <w:r w:rsidRPr="004F630D">
          <w:rPr>
            <w:rFonts w:ascii="Times New Roman" w:eastAsia="Times New Roman" w:hAnsi="Times New Roman"/>
            <w:sz w:val="28"/>
            <w:szCs w:val="28"/>
            <w:lang w:eastAsia="ru-RU"/>
          </w:rPr>
          <w:t>пунктом</w:t>
        </w:r>
      </w:hyperlink>
      <w:r w:rsidRPr="004F630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hyperlink r:id="rId8" w:history="1">
        <w:r w:rsidRPr="004F630D">
          <w:rPr>
            <w:rFonts w:ascii="Times New Roman" w:eastAsia="Times New Roman" w:hAnsi="Times New Roman"/>
            <w:sz w:val="28"/>
            <w:szCs w:val="28"/>
            <w:lang w:eastAsia="ru-RU"/>
          </w:rPr>
          <w:t>3 статьи 92.1</w:t>
        </w:r>
      </w:hyperlink>
      <w:r w:rsidRPr="004F630D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Бюджетного кодекса Российской Федерации, на сумму бюджетных ассигнований, направленных на финансовое обеспечение мероприятий, связанных с профилактикой и устранением последствий распространения коронавирусной инфекции, а также с проведением в Российской Федерации мобилизации»;</w:t>
      </w:r>
    </w:p>
    <w:p w:rsidR="00F835C6" w:rsidRPr="004F630D" w:rsidRDefault="00F835C6" w:rsidP="00EF53D5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0D">
        <w:rPr>
          <w:rFonts w:ascii="Times New Roman" w:eastAsia="Times New Roman" w:hAnsi="Times New Roman"/>
          <w:sz w:val="28"/>
          <w:szCs w:val="28"/>
          <w:lang w:eastAsia="ru-RU"/>
        </w:rPr>
        <w:t>- дополнить пунктом 5) следующего содержания:</w:t>
      </w:r>
    </w:p>
    <w:p w:rsidR="00F835C6" w:rsidRPr="004F630D" w:rsidRDefault="00F835C6" w:rsidP="00EF53D5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0D">
        <w:rPr>
          <w:rFonts w:ascii="Times New Roman" w:eastAsia="Times New Roman" w:hAnsi="Times New Roman"/>
          <w:sz w:val="28"/>
          <w:szCs w:val="28"/>
          <w:lang w:eastAsia="ru-RU"/>
        </w:rPr>
        <w:t xml:space="preserve">«5) Установить, что по итогам исполнения бюджета города в 2023 году установленный настоящим Решением размер дефицита бюджета </w:t>
      </w:r>
      <w:r w:rsidRPr="004F630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города может быть превышен на сумму бюджетных ассигнований, направленных на 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экономики»;</w:t>
      </w:r>
    </w:p>
    <w:p w:rsidR="00F835C6" w:rsidRPr="004F630D" w:rsidRDefault="00F835C6" w:rsidP="00EF53D5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0D">
        <w:rPr>
          <w:rFonts w:ascii="Times New Roman" w:eastAsia="Times New Roman" w:hAnsi="Times New Roman"/>
          <w:sz w:val="28"/>
          <w:szCs w:val="28"/>
          <w:lang w:eastAsia="ru-RU"/>
        </w:rPr>
        <w:t>1.5. в статье 9:</w:t>
      </w:r>
    </w:p>
    <w:p w:rsidR="00F835C6" w:rsidRPr="004F630D" w:rsidRDefault="00F835C6" w:rsidP="00EF53D5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0D">
        <w:rPr>
          <w:rFonts w:ascii="Times New Roman" w:eastAsia="Times New Roman" w:hAnsi="Times New Roman"/>
          <w:sz w:val="28"/>
          <w:szCs w:val="28"/>
          <w:lang w:eastAsia="ru-RU"/>
        </w:rPr>
        <w:t>- пункт 4) изложить в следующей редакции:</w:t>
      </w:r>
    </w:p>
    <w:p w:rsidR="00F835C6" w:rsidRPr="004F630D" w:rsidRDefault="00F835C6" w:rsidP="00EF53D5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0D">
        <w:rPr>
          <w:rFonts w:ascii="Times New Roman" w:eastAsia="Times New Roman" w:hAnsi="Times New Roman"/>
          <w:sz w:val="28"/>
          <w:szCs w:val="28"/>
          <w:lang w:eastAsia="ru-RU"/>
        </w:rPr>
        <w:t>«4) субвенции бюджетам муниципальных образований края на 2023 год в сумме  342 228,3 тыс. рублей, на 2024 год в сумме 337 140,0 тыс. рублей, на 2025 год в сумме 337 139,8 тыс. рублей»;</w:t>
      </w:r>
    </w:p>
    <w:p w:rsidR="00F835C6" w:rsidRPr="004F630D" w:rsidRDefault="00F835C6" w:rsidP="00EF53D5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0D">
        <w:rPr>
          <w:rFonts w:ascii="Times New Roman" w:eastAsia="Times New Roman" w:hAnsi="Times New Roman"/>
          <w:sz w:val="28"/>
          <w:szCs w:val="28"/>
          <w:lang w:eastAsia="ru-RU"/>
        </w:rPr>
        <w:t>- пункт 5) изложить в следующей редакции:</w:t>
      </w:r>
    </w:p>
    <w:p w:rsidR="00F835C6" w:rsidRPr="004F630D" w:rsidRDefault="00F835C6" w:rsidP="00EF53D5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0D">
        <w:rPr>
          <w:rFonts w:ascii="Times New Roman" w:eastAsia="Times New Roman" w:hAnsi="Times New Roman"/>
          <w:sz w:val="28"/>
          <w:szCs w:val="28"/>
          <w:lang w:eastAsia="ru-RU"/>
        </w:rPr>
        <w:t xml:space="preserve"> «5) субсидии бюджетам муниципальных образований края на 2023 год в сумме 400 096,9  тыс. рублей, на 2024 год в сумме 27 613,5 тыс. рублей, на 2025 год в сумме 19 646,5 тыс. рублей»;</w:t>
      </w:r>
    </w:p>
    <w:p w:rsidR="00F835C6" w:rsidRPr="004F630D" w:rsidRDefault="00F835C6" w:rsidP="00EF53D5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0D">
        <w:rPr>
          <w:rFonts w:ascii="Times New Roman" w:eastAsia="Times New Roman" w:hAnsi="Times New Roman"/>
          <w:sz w:val="28"/>
          <w:szCs w:val="28"/>
          <w:lang w:eastAsia="ru-RU"/>
        </w:rPr>
        <w:t>- дополнить пунктом 6) следующего содержания:</w:t>
      </w:r>
    </w:p>
    <w:p w:rsidR="00F835C6" w:rsidRPr="004F630D" w:rsidRDefault="00F835C6" w:rsidP="00EF53D5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0D">
        <w:rPr>
          <w:rFonts w:ascii="Times New Roman" w:eastAsia="Times New Roman" w:hAnsi="Times New Roman"/>
          <w:sz w:val="28"/>
          <w:szCs w:val="28"/>
          <w:lang w:eastAsia="ru-RU"/>
        </w:rPr>
        <w:t>«6) дотации бюджетам муниципальных образований края на частичную компенсацию расходов на повышение оплаты труда отдельным категориям работников бюджетной сферы Красноярского края  на 2023 год 6 088,6 тыс. рублей»;</w:t>
      </w:r>
    </w:p>
    <w:p w:rsidR="00F835C6" w:rsidRPr="004F630D" w:rsidRDefault="00F835C6" w:rsidP="00EF53D5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0D">
        <w:rPr>
          <w:rFonts w:ascii="Times New Roman" w:eastAsia="Times New Roman" w:hAnsi="Times New Roman"/>
          <w:sz w:val="28"/>
          <w:szCs w:val="28"/>
          <w:lang w:eastAsia="ru-RU"/>
        </w:rPr>
        <w:t>- дополнить пунктом 7) следующего содержания:</w:t>
      </w:r>
    </w:p>
    <w:p w:rsidR="00F835C6" w:rsidRPr="004F630D" w:rsidRDefault="00F835C6" w:rsidP="00EF53D5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0D">
        <w:rPr>
          <w:rFonts w:ascii="Times New Roman" w:eastAsia="Times New Roman" w:hAnsi="Times New Roman"/>
          <w:sz w:val="28"/>
          <w:szCs w:val="28"/>
          <w:lang w:eastAsia="ru-RU"/>
        </w:rPr>
        <w:t>«7) иные межбюджетные трансферты бюджетам муниципальных образований края на 2023 год в сумме 20 103,1 тыс. рублей и на плановый период 2024- 2025 годов в сумме 16 555,3 тыс. рублей ежегодно»;</w:t>
      </w:r>
    </w:p>
    <w:p w:rsidR="00F835C6" w:rsidRPr="004F630D" w:rsidRDefault="00F835C6" w:rsidP="00EF53D5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0D">
        <w:rPr>
          <w:rFonts w:ascii="Times New Roman" w:eastAsia="Times New Roman" w:hAnsi="Times New Roman"/>
          <w:sz w:val="28"/>
          <w:szCs w:val="28"/>
          <w:lang w:eastAsia="ru-RU"/>
        </w:rPr>
        <w:t>1.6.в пункте 1) статьи 13 цифру «110,0» заменить цифрами «360,0»;</w:t>
      </w:r>
    </w:p>
    <w:p w:rsidR="00F835C6" w:rsidRPr="004F630D" w:rsidRDefault="00F835C6" w:rsidP="00EF53D5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0D">
        <w:rPr>
          <w:rFonts w:ascii="Times New Roman" w:eastAsia="Times New Roman" w:hAnsi="Times New Roman"/>
          <w:sz w:val="28"/>
          <w:szCs w:val="28"/>
          <w:lang w:eastAsia="ru-RU"/>
        </w:rPr>
        <w:t>1.7. статью 15 изложить в следующей редакции:</w:t>
      </w:r>
    </w:p>
    <w:p w:rsidR="00F835C6" w:rsidRPr="004F630D" w:rsidRDefault="00F835C6" w:rsidP="00EF53D5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F630D">
        <w:rPr>
          <w:rFonts w:ascii="Times New Roman" w:eastAsia="Times New Roman" w:hAnsi="Times New Roman"/>
          <w:b/>
          <w:sz w:val="28"/>
          <w:szCs w:val="28"/>
          <w:lang w:eastAsia="ru-RU"/>
        </w:rPr>
        <w:t>«Статья 15. Дорожный фонд города Боготола</w:t>
      </w:r>
    </w:p>
    <w:p w:rsidR="00F835C6" w:rsidRPr="004F630D" w:rsidRDefault="00F835C6" w:rsidP="00EF53D5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0D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объем бюджетных ассигнований дорожного фонда города Боготола на 2023 год в сумме 23 779,5 тыс. рублей, на 2024 год в сумме  22 034,9 тыс. рублей, на 2025 год в сумме 16 087,4 тыс. рублей. </w:t>
      </w:r>
    </w:p>
    <w:p w:rsidR="00F835C6" w:rsidRPr="004F630D" w:rsidRDefault="00F835C6" w:rsidP="00EF53D5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0D">
        <w:rPr>
          <w:rFonts w:ascii="Times New Roman" w:eastAsia="Times New Roman" w:hAnsi="Times New Roman"/>
          <w:sz w:val="28"/>
          <w:szCs w:val="28"/>
          <w:lang w:eastAsia="ru-RU"/>
        </w:rPr>
        <w:t>2. Установить, что при определении объема бюджетных ассигнований дорожного фонда города Боготола налог на доходы физических лиц, подлежащий зачислению в бюджет города, учитывается в 2023 году в сумме 18 802,8 тыс. рублей, в 2024 году  в сумме 19 274,4 тыс. рублей, в 2025 году в сумме 13 165,2 тыс.рублей»;</w:t>
      </w:r>
    </w:p>
    <w:p w:rsidR="00F835C6" w:rsidRPr="004F630D" w:rsidRDefault="00EF53D5" w:rsidP="00EF53D5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0D">
        <w:rPr>
          <w:rFonts w:ascii="Times New Roman" w:eastAsia="Times New Roman" w:hAnsi="Times New Roman"/>
          <w:sz w:val="28"/>
          <w:szCs w:val="28"/>
          <w:lang w:eastAsia="ru-RU"/>
        </w:rPr>
        <w:t>1.8.</w:t>
      </w:r>
      <w:r w:rsidR="00F835C6" w:rsidRPr="004F630D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 1) статьи 16 изложить в следующей редакции:</w:t>
      </w:r>
    </w:p>
    <w:p w:rsidR="00F835C6" w:rsidRPr="004F630D" w:rsidRDefault="00F835C6" w:rsidP="00EF53D5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0D">
        <w:rPr>
          <w:rFonts w:ascii="Times New Roman" w:eastAsia="Times New Roman" w:hAnsi="Times New Roman"/>
          <w:sz w:val="28"/>
          <w:szCs w:val="28"/>
          <w:lang w:eastAsia="ru-RU"/>
        </w:rPr>
        <w:t>«1. Установить, что в расходной части бюджета города Боготола предусматривается резервный фонд администрации города Боготола на 2023 год в сумме 700,0 тыс.рублей и на плановый период 2024-2025 годов в сумме 500,0 тыс. рублей ежегодно»;</w:t>
      </w:r>
    </w:p>
    <w:p w:rsidR="00EF53D5" w:rsidRPr="004F630D" w:rsidRDefault="00F835C6" w:rsidP="00EF53D5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0D">
        <w:rPr>
          <w:rFonts w:ascii="Times New Roman" w:eastAsia="Times New Roman" w:hAnsi="Times New Roman"/>
          <w:sz w:val="28"/>
          <w:szCs w:val="28"/>
          <w:lang w:eastAsia="ru-RU"/>
        </w:rPr>
        <w:t>1.9. в статье 20:</w:t>
      </w:r>
    </w:p>
    <w:p w:rsidR="00F835C6" w:rsidRPr="004F630D" w:rsidRDefault="00F835C6" w:rsidP="00EF53D5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0D">
        <w:rPr>
          <w:rFonts w:ascii="Times New Roman" w:eastAsia="Times New Roman" w:hAnsi="Times New Roman"/>
          <w:sz w:val="28"/>
          <w:szCs w:val="28"/>
          <w:lang w:eastAsia="ru-RU"/>
        </w:rPr>
        <w:t>в абзаце 2 пункта 1) цифру «4 000,0» заменить цифрами «16 723,5».</w:t>
      </w:r>
    </w:p>
    <w:p w:rsidR="00F835C6" w:rsidRPr="004F630D" w:rsidRDefault="00F835C6" w:rsidP="00EF53D5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0D">
        <w:rPr>
          <w:rFonts w:ascii="Times New Roman" w:eastAsia="Times New Roman" w:hAnsi="Times New Roman"/>
          <w:sz w:val="28"/>
          <w:szCs w:val="28"/>
          <w:lang w:eastAsia="ru-RU"/>
        </w:rPr>
        <w:t xml:space="preserve">2. Приложения 1,2,3,4,5,6,7,8 к решению Боготольского городского Совета депутатов от </w:t>
      </w:r>
      <w:r w:rsidR="00EF53D5" w:rsidRPr="004F630D">
        <w:rPr>
          <w:rFonts w:ascii="Times New Roman" w:eastAsia="Times New Roman" w:hAnsi="Times New Roman"/>
          <w:sz w:val="28"/>
          <w:szCs w:val="28"/>
          <w:lang w:eastAsia="ru-RU"/>
        </w:rPr>
        <w:t xml:space="preserve">06.12.2022 № 9-155 </w:t>
      </w:r>
      <w:r w:rsidRPr="004F630D">
        <w:rPr>
          <w:rFonts w:ascii="Times New Roman" w:eastAsia="Times New Roman" w:hAnsi="Times New Roman"/>
          <w:sz w:val="28"/>
          <w:szCs w:val="28"/>
          <w:lang w:eastAsia="ru-RU"/>
        </w:rPr>
        <w:t>изложить в новой редакции согласно приложениям 1,2,3,4,5,6,7,8 к настоящему решению.</w:t>
      </w:r>
    </w:p>
    <w:p w:rsidR="00F835C6" w:rsidRPr="004F630D" w:rsidRDefault="00F835C6" w:rsidP="00EF53D5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0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3. Контроль за исполнением настоящего решения возложить на постоянную комиссию Боготольского городского Совета депутатов по бюджету, финансам и налогам</w:t>
      </w:r>
      <w:r w:rsidR="00CF2BA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F2BA6" w:rsidRPr="00CF2BA6" w:rsidRDefault="00F835C6" w:rsidP="00CF2BA6">
      <w:pPr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</w:rPr>
      </w:pPr>
      <w:r w:rsidRPr="00CF2BA6">
        <w:rPr>
          <w:rFonts w:ascii="Times New Roman" w:eastAsia="Times New Roman" w:hAnsi="Times New Roman"/>
          <w:sz w:val="28"/>
          <w:szCs w:val="28"/>
          <w:lang w:eastAsia="ru-RU"/>
        </w:rPr>
        <w:t xml:space="preserve">4. </w:t>
      </w:r>
      <w:r w:rsidR="00CF2BA6" w:rsidRPr="00CF2BA6">
        <w:rPr>
          <w:rFonts w:ascii="Times New Roman" w:hAnsi="Times New Roman"/>
          <w:sz w:val="28"/>
          <w:szCs w:val="28"/>
        </w:rPr>
        <w:t xml:space="preserve">Опубликовать </w:t>
      </w:r>
      <w:r w:rsidR="00CF2BA6" w:rsidRPr="00CF2BA6">
        <w:rPr>
          <w:rFonts w:ascii="Times New Roman" w:hAnsi="Times New Roman"/>
          <w:color w:val="000000"/>
          <w:sz w:val="28"/>
          <w:szCs w:val="28"/>
        </w:rPr>
        <w:t xml:space="preserve">настоящее решение в официальном печатном издании газете «Земля боготольская», </w:t>
      </w:r>
      <w:r w:rsidR="00CF2BA6" w:rsidRPr="00CF2BA6">
        <w:rPr>
          <w:rFonts w:ascii="Times New Roman" w:hAnsi="Times New Roman"/>
          <w:sz w:val="28"/>
          <w:szCs w:val="28"/>
        </w:rPr>
        <w:t xml:space="preserve">разместить на официальном сайте муниципального образования город Боготол </w:t>
      </w:r>
      <w:hyperlink r:id="rId9" w:history="1">
        <w:r w:rsidR="00CF2BA6" w:rsidRPr="00CF2BA6">
          <w:rPr>
            <w:rStyle w:val="a8"/>
            <w:rFonts w:ascii="Times New Roman" w:hAnsi="Times New Roman"/>
            <w:sz w:val="28"/>
            <w:szCs w:val="28"/>
            <w:lang w:val="en-US"/>
          </w:rPr>
          <w:t>www</w:t>
        </w:r>
        <w:r w:rsidR="00CF2BA6" w:rsidRPr="00CF2BA6">
          <w:rPr>
            <w:rStyle w:val="a8"/>
            <w:rFonts w:ascii="Times New Roman" w:hAnsi="Times New Roman"/>
            <w:sz w:val="28"/>
            <w:szCs w:val="28"/>
          </w:rPr>
          <w:t>.</w:t>
        </w:r>
        <w:r w:rsidR="00CF2BA6" w:rsidRPr="00CF2BA6">
          <w:rPr>
            <w:rStyle w:val="a8"/>
            <w:rFonts w:ascii="Times New Roman" w:hAnsi="Times New Roman"/>
            <w:sz w:val="28"/>
            <w:szCs w:val="28"/>
            <w:lang w:val="en-US"/>
          </w:rPr>
          <w:t>bogotolcity</w:t>
        </w:r>
        <w:r w:rsidR="00CF2BA6" w:rsidRPr="00CF2BA6">
          <w:rPr>
            <w:rStyle w:val="a8"/>
            <w:rFonts w:ascii="Times New Roman" w:hAnsi="Times New Roman"/>
            <w:sz w:val="28"/>
            <w:szCs w:val="28"/>
          </w:rPr>
          <w:t>.</w:t>
        </w:r>
        <w:r w:rsidR="00CF2BA6" w:rsidRPr="00CF2BA6">
          <w:rPr>
            <w:rStyle w:val="a8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CF2BA6" w:rsidRPr="00CF2BA6">
        <w:rPr>
          <w:rFonts w:ascii="Times New Roman" w:hAnsi="Times New Roman"/>
          <w:sz w:val="28"/>
          <w:szCs w:val="28"/>
        </w:rPr>
        <w:t xml:space="preserve"> в сети Интернет.</w:t>
      </w:r>
    </w:p>
    <w:p w:rsidR="00F835C6" w:rsidRPr="004F630D" w:rsidRDefault="00F835C6" w:rsidP="00CF2BA6">
      <w:pPr>
        <w:autoSpaceDE w:val="0"/>
        <w:autoSpaceDN w:val="0"/>
        <w:adjustRightInd w:val="0"/>
        <w:spacing w:after="0" w:line="240" w:lineRule="auto"/>
        <w:ind w:firstLine="697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0D">
        <w:rPr>
          <w:rFonts w:ascii="Times New Roman" w:eastAsia="Times New Roman" w:hAnsi="Times New Roman"/>
          <w:sz w:val="28"/>
          <w:szCs w:val="28"/>
          <w:lang w:eastAsia="ru-RU"/>
        </w:rPr>
        <w:t>5. Решение вступает в силу в день, следующий за днем е</w:t>
      </w:r>
      <w:r w:rsidR="00EF53D5" w:rsidRPr="004F630D">
        <w:rPr>
          <w:rFonts w:ascii="Times New Roman" w:eastAsia="Times New Roman" w:hAnsi="Times New Roman"/>
          <w:sz w:val="28"/>
          <w:szCs w:val="28"/>
          <w:lang w:eastAsia="ru-RU"/>
        </w:rPr>
        <w:t>го официального опубликования.</w:t>
      </w:r>
    </w:p>
    <w:p w:rsidR="00F835C6" w:rsidRDefault="00F835C6" w:rsidP="00EF53D5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F2BA6" w:rsidRPr="004F630D" w:rsidRDefault="00CF2BA6" w:rsidP="00EF53D5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180" w:type="dxa"/>
        <w:tblLook w:val="04A0"/>
      </w:tblPr>
      <w:tblGrid>
        <w:gridCol w:w="5495"/>
        <w:gridCol w:w="3685"/>
      </w:tblGrid>
      <w:tr w:rsidR="00F835C6" w:rsidRPr="001E6343" w:rsidTr="001E6343">
        <w:tc>
          <w:tcPr>
            <w:tcW w:w="5495" w:type="dxa"/>
            <w:shd w:val="clear" w:color="auto" w:fill="auto"/>
          </w:tcPr>
          <w:p w:rsidR="00EF53D5" w:rsidRPr="001E6343" w:rsidRDefault="00F835C6" w:rsidP="001E6343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343">
              <w:rPr>
                <w:rFonts w:ascii="Times New Roman" w:hAnsi="Times New Roman" w:cs="Times New Roman"/>
                <w:sz w:val="28"/>
                <w:szCs w:val="28"/>
              </w:rPr>
              <w:t>Председатель Боготольского</w:t>
            </w:r>
          </w:p>
          <w:p w:rsidR="00F835C6" w:rsidRPr="001E6343" w:rsidRDefault="00F835C6" w:rsidP="001E6343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343">
              <w:rPr>
                <w:rFonts w:ascii="Times New Roman" w:hAnsi="Times New Roman" w:cs="Times New Roman"/>
                <w:sz w:val="28"/>
                <w:szCs w:val="28"/>
              </w:rPr>
              <w:t>городского Совета депутатов</w:t>
            </w:r>
          </w:p>
          <w:p w:rsidR="00EF53D5" w:rsidRPr="001E6343" w:rsidRDefault="00EF53D5" w:rsidP="001E6343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auto"/>
          </w:tcPr>
          <w:p w:rsidR="00F835C6" w:rsidRPr="001E6343" w:rsidRDefault="00F835C6" w:rsidP="001E6343">
            <w:pPr>
              <w:pStyle w:val="ConsPlusNormal"/>
              <w:ind w:firstLine="0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343">
              <w:rPr>
                <w:rFonts w:ascii="Times New Roman" w:hAnsi="Times New Roman" w:cs="Times New Roman"/>
                <w:sz w:val="28"/>
                <w:szCs w:val="28"/>
              </w:rPr>
              <w:t>Глава города Боготола</w:t>
            </w:r>
          </w:p>
        </w:tc>
      </w:tr>
      <w:tr w:rsidR="00F835C6" w:rsidRPr="001E6343" w:rsidTr="001E6343">
        <w:tc>
          <w:tcPr>
            <w:tcW w:w="5495" w:type="dxa"/>
            <w:shd w:val="clear" w:color="auto" w:fill="auto"/>
          </w:tcPr>
          <w:p w:rsidR="00F835C6" w:rsidRPr="001E6343" w:rsidRDefault="00EF53D5" w:rsidP="001E6343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343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F835C6" w:rsidRPr="001E6343">
              <w:rPr>
                <w:rFonts w:ascii="Times New Roman" w:hAnsi="Times New Roman" w:cs="Times New Roman"/>
                <w:sz w:val="28"/>
                <w:szCs w:val="28"/>
              </w:rPr>
              <w:t>А.М. Рябчёнок</w:t>
            </w:r>
          </w:p>
        </w:tc>
        <w:tc>
          <w:tcPr>
            <w:tcW w:w="3685" w:type="dxa"/>
            <w:shd w:val="clear" w:color="auto" w:fill="auto"/>
          </w:tcPr>
          <w:p w:rsidR="00F835C6" w:rsidRPr="001E6343" w:rsidRDefault="00EF53D5" w:rsidP="001E6343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343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F835C6" w:rsidRPr="001E6343">
              <w:rPr>
                <w:rFonts w:ascii="Times New Roman" w:hAnsi="Times New Roman" w:cs="Times New Roman"/>
                <w:sz w:val="28"/>
                <w:szCs w:val="28"/>
              </w:rPr>
              <w:t>Е.М. Деменкова</w:t>
            </w:r>
          </w:p>
        </w:tc>
      </w:tr>
    </w:tbl>
    <w:p w:rsidR="00EF53D5" w:rsidRPr="004F630D" w:rsidRDefault="00EF53D5" w:rsidP="00EF53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37A8" w:rsidRPr="004F630D" w:rsidRDefault="004337A8" w:rsidP="00EF53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37A8" w:rsidRPr="004F630D" w:rsidRDefault="004337A8" w:rsidP="00EF53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37A8" w:rsidRPr="004F630D" w:rsidRDefault="004337A8" w:rsidP="00EF53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35C6" w:rsidRDefault="00F835C6" w:rsidP="0000692B">
      <w:pPr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  <w:sectPr w:rsidR="00F835C6" w:rsidSect="000B6729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1E52AC" w:rsidRPr="001E52AC" w:rsidRDefault="001E52AC" w:rsidP="0000692B">
      <w:pPr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1E52AC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0B73F5">
        <w:rPr>
          <w:rFonts w:ascii="Times New Roman" w:hAnsi="Times New Roman"/>
          <w:sz w:val="28"/>
          <w:szCs w:val="28"/>
        </w:rPr>
        <w:t>№</w:t>
      </w:r>
      <w:r w:rsidRPr="001E52AC">
        <w:rPr>
          <w:rFonts w:ascii="Times New Roman" w:hAnsi="Times New Roman"/>
          <w:sz w:val="28"/>
          <w:szCs w:val="28"/>
        </w:rPr>
        <w:t>1</w:t>
      </w:r>
    </w:p>
    <w:p w:rsidR="001E52AC" w:rsidRPr="001E52AC" w:rsidRDefault="001E52AC" w:rsidP="001F66B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E52AC">
        <w:rPr>
          <w:rFonts w:ascii="Times New Roman" w:hAnsi="Times New Roman"/>
          <w:sz w:val="28"/>
          <w:szCs w:val="28"/>
        </w:rPr>
        <w:t>к решению Боготольского городского Совета депутатов</w:t>
      </w:r>
    </w:p>
    <w:p w:rsidR="001E52AC" w:rsidRDefault="000B73F5" w:rsidP="001F66B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CF2BA6">
        <w:rPr>
          <w:rFonts w:ascii="Times New Roman" w:hAnsi="Times New Roman"/>
          <w:sz w:val="28"/>
          <w:szCs w:val="28"/>
        </w:rPr>
        <w:t xml:space="preserve"> 11.04.2023 № 11-174</w:t>
      </w:r>
      <w:r w:rsidR="0017084C">
        <w:rPr>
          <w:rFonts w:ascii="Times New Roman" w:hAnsi="Times New Roman"/>
          <w:sz w:val="28"/>
          <w:szCs w:val="28"/>
        </w:rPr>
        <w:t xml:space="preserve"> </w:t>
      </w:r>
    </w:p>
    <w:p w:rsidR="0017084C" w:rsidRPr="001E52AC" w:rsidRDefault="0017084C" w:rsidP="001F66B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3185D" w:rsidRDefault="001E52AC" w:rsidP="001F66B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E52AC">
        <w:rPr>
          <w:rFonts w:ascii="Times New Roman" w:hAnsi="Times New Roman"/>
          <w:sz w:val="28"/>
          <w:szCs w:val="28"/>
        </w:rPr>
        <w:t xml:space="preserve">Источники внутреннего финансирования дефицита бюджета города Боготола в 2023 году и </w:t>
      </w:r>
      <w:r w:rsidR="001F66BE">
        <w:rPr>
          <w:rFonts w:ascii="Times New Roman" w:hAnsi="Times New Roman"/>
          <w:sz w:val="28"/>
          <w:szCs w:val="28"/>
        </w:rPr>
        <w:t>плановом периоде 2024-2025 гг.</w:t>
      </w:r>
    </w:p>
    <w:p w:rsidR="0017084C" w:rsidRPr="001E52AC" w:rsidRDefault="0017084C" w:rsidP="001F66B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E52AC" w:rsidRDefault="001E52AC" w:rsidP="001F66B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E52AC">
        <w:rPr>
          <w:rFonts w:ascii="Times New Roman" w:hAnsi="Times New Roman"/>
          <w:sz w:val="28"/>
          <w:szCs w:val="28"/>
        </w:rPr>
        <w:t>(тыс.</w:t>
      </w:r>
      <w:r w:rsidR="000B6729">
        <w:rPr>
          <w:rFonts w:ascii="Times New Roman" w:hAnsi="Times New Roman"/>
          <w:sz w:val="28"/>
          <w:szCs w:val="28"/>
        </w:rPr>
        <w:t xml:space="preserve"> </w:t>
      </w:r>
      <w:r w:rsidRPr="001E52AC">
        <w:rPr>
          <w:rFonts w:ascii="Times New Roman" w:hAnsi="Times New Roman"/>
          <w:sz w:val="28"/>
          <w:szCs w:val="28"/>
        </w:rPr>
        <w:t>руб</w:t>
      </w:r>
      <w:r w:rsidR="004F630D">
        <w:rPr>
          <w:rFonts w:ascii="Times New Roman" w:hAnsi="Times New Roman"/>
          <w:sz w:val="28"/>
          <w:szCs w:val="28"/>
        </w:rPr>
        <w:t>.</w:t>
      </w:r>
      <w:r w:rsidRPr="001E52AC">
        <w:rPr>
          <w:rFonts w:ascii="Times New Roman" w:hAnsi="Times New Roman"/>
          <w:sz w:val="28"/>
          <w:szCs w:val="28"/>
        </w:rPr>
        <w:t>)</w:t>
      </w:r>
    </w:p>
    <w:tbl>
      <w:tblPr>
        <w:tblW w:w="10276" w:type="dxa"/>
        <w:tblLayout w:type="fixed"/>
        <w:tblLook w:val="04A0"/>
      </w:tblPr>
      <w:tblGrid>
        <w:gridCol w:w="535"/>
        <w:gridCol w:w="2692"/>
        <w:gridCol w:w="3120"/>
        <w:gridCol w:w="1420"/>
        <w:gridCol w:w="1278"/>
        <w:gridCol w:w="1231"/>
      </w:tblGrid>
      <w:tr w:rsidR="00475632" w:rsidRPr="001E6343" w:rsidTr="00475632">
        <w:trPr>
          <w:trHeight w:val="345"/>
        </w:trPr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2AC" w:rsidRPr="00475632" w:rsidRDefault="001E52AC" w:rsidP="001E52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строки</w:t>
            </w:r>
          </w:p>
        </w:tc>
        <w:tc>
          <w:tcPr>
            <w:tcW w:w="1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2AC" w:rsidRPr="00475632" w:rsidRDefault="001E52AC" w:rsidP="001E52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15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2AC" w:rsidRPr="00475632" w:rsidRDefault="001E52AC" w:rsidP="001E52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19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52AC" w:rsidRPr="00475632" w:rsidRDefault="001E52AC" w:rsidP="001E52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475632" w:rsidRPr="001E6343" w:rsidTr="00475632">
        <w:trPr>
          <w:trHeight w:val="960"/>
        </w:trPr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52AC" w:rsidRPr="00475632" w:rsidRDefault="001E52AC" w:rsidP="001E52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52AC" w:rsidRPr="00475632" w:rsidRDefault="001E52AC" w:rsidP="001E52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52AC" w:rsidRPr="00475632" w:rsidRDefault="001E52AC" w:rsidP="001E52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2AC" w:rsidRPr="00475632" w:rsidRDefault="001E52AC" w:rsidP="004C0E0E">
            <w:pPr>
              <w:spacing w:after="0" w:line="240" w:lineRule="auto"/>
              <w:ind w:left="-109"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2AC" w:rsidRPr="00475632" w:rsidRDefault="001E52AC" w:rsidP="004C0E0E">
            <w:pPr>
              <w:spacing w:after="0" w:line="240" w:lineRule="auto"/>
              <w:ind w:left="-109"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2AC" w:rsidRPr="00475632" w:rsidRDefault="001E52AC" w:rsidP="004C0E0E">
            <w:pPr>
              <w:spacing w:after="0" w:line="240" w:lineRule="auto"/>
              <w:ind w:left="-109"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475632" w:rsidRPr="001E6343" w:rsidTr="00475632">
        <w:trPr>
          <w:trHeight w:val="315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2AC" w:rsidRPr="00475632" w:rsidRDefault="001E52AC" w:rsidP="001E52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2AC" w:rsidRPr="00475632" w:rsidRDefault="001E52AC" w:rsidP="001E52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2AC" w:rsidRPr="00475632" w:rsidRDefault="001E52AC" w:rsidP="001E52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2AC" w:rsidRPr="00475632" w:rsidRDefault="001E52AC" w:rsidP="004C0E0E">
            <w:pPr>
              <w:spacing w:after="0" w:line="240" w:lineRule="auto"/>
              <w:ind w:left="-109"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2AC" w:rsidRPr="00475632" w:rsidRDefault="001E52AC" w:rsidP="004C0E0E">
            <w:pPr>
              <w:spacing w:after="0" w:line="240" w:lineRule="auto"/>
              <w:ind w:left="-109"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2AC" w:rsidRPr="00475632" w:rsidRDefault="001E52AC" w:rsidP="004C0E0E">
            <w:pPr>
              <w:spacing w:after="0" w:line="240" w:lineRule="auto"/>
              <w:ind w:left="-109"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475632" w:rsidRPr="001E6343" w:rsidTr="00475632">
        <w:trPr>
          <w:trHeight w:val="680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2AC" w:rsidRPr="00475632" w:rsidRDefault="001E52AC" w:rsidP="001E52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E52AC" w:rsidP="001E52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099 01 02 00 00 00 0000 000</w:t>
            </w:r>
          </w:p>
        </w:tc>
        <w:tc>
          <w:tcPr>
            <w:tcW w:w="1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2AC" w:rsidRPr="00475632" w:rsidRDefault="001E52AC" w:rsidP="00D74A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E52AC" w:rsidP="004C0E0E">
            <w:pPr>
              <w:spacing w:after="0" w:line="240" w:lineRule="auto"/>
              <w:ind w:left="-109"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E52AC" w:rsidP="004C0E0E">
            <w:pPr>
              <w:spacing w:after="0" w:line="240" w:lineRule="auto"/>
              <w:ind w:left="-109"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E52AC" w:rsidP="004C0E0E">
            <w:pPr>
              <w:spacing w:after="0" w:line="240" w:lineRule="auto"/>
              <w:ind w:left="-109"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75632" w:rsidRPr="001E6343" w:rsidTr="00475632">
        <w:trPr>
          <w:trHeight w:val="680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2AC" w:rsidRPr="00475632" w:rsidRDefault="001E52AC" w:rsidP="001E52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E52AC" w:rsidP="001E52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099 01 02 00 00 00 0000 700</w:t>
            </w:r>
          </w:p>
        </w:tc>
        <w:tc>
          <w:tcPr>
            <w:tcW w:w="1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2AC" w:rsidRPr="00475632" w:rsidRDefault="001E52AC" w:rsidP="00D74A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E52AC" w:rsidP="004C0E0E">
            <w:pPr>
              <w:spacing w:after="0" w:line="240" w:lineRule="auto"/>
              <w:ind w:left="-109"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E52AC" w:rsidP="004C0E0E">
            <w:pPr>
              <w:spacing w:after="0" w:line="240" w:lineRule="auto"/>
              <w:ind w:left="-109"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E52AC" w:rsidP="004C0E0E">
            <w:pPr>
              <w:spacing w:after="0" w:line="240" w:lineRule="auto"/>
              <w:ind w:left="-109"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75632" w:rsidRPr="001E6343" w:rsidTr="00475632">
        <w:trPr>
          <w:trHeight w:val="680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2AC" w:rsidRPr="00475632" w:rsidRDefault="001E52AC" w:rsidP="001E52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E52AC" w:rsidP="001E52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099 01 02 00 00 04 0000 710</w:t>
            </w:r>
          </w:p>
        </w:tc>
        <w:tc>
          <w:tcPr>
            <w:tcW w:w="1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2AC" w:rsidRPr="00475632" w:rsidRDefault="001E52AC" w:rsidP="00D74A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E52AC" w:rsidP="004C0E0E">
            <w:pPr>
              <w:spacing w:after="0" w:line="240" w:lineRule="auto"/>
              <w:ind w:left="-109"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E52AC" w:rsidP="004C0E0E">
            <w:pPr>
              <w:spacing w:after="0" w:line="240" w:lineRule="auto"/>
              <w:ind w:left="-109"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E52AC" w:rsidP="004C0E0E">
            <w:pPr>
              <w:spacing w:after="0" w:line="240" w:lineRule="auto"/>
              <w:ind w:left="-109"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75632" w:rsidRPr="001E6343" w:rsidTr="00475632">
        <w:trPr>
          <w:trHeight w:val="680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2AC" w:rsidRPr="00475632" w:rsidRDefault="001E52AC" w:rsidP="001E52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E52AC" w:rsidP="001E52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099 01 02 00 00 00 0000 800</w:t>
            </w:r>
          </w:p>
        </w:tc>
        <w:tc>
          <w:tcPr>
            <w:tcW w:w="1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2AC" w:rsidRPr="00475632" w:rsidRDefault="001E52AC" w:rsidP="00D74A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E52AC" w:rsidP="004C0E0E">
            <w:pPr>
              <w:spacing w:after="0" w:line="240" w:lineRule="auto"/>
              <w:ind w:left="-109"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E52AC" w:rsidP="004C0E0E">
            <w:pPr>
              <w:spacing w:after="0" w:line="240" w:lineRule="auto"/>
              <w:ind w:left="-109"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E52AC" w:rsidP="004C0E0E">
            <w:pPr>
              <w:spacing w:after="0" w:line="240" w:lineRule="auto"/>
              <w:ind w:left="-109"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75632" w:rsidRPr="001E6343" w:rsidTr="00475632">
        <w:trPr>
          <w:trHeight w:val="680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2AC" w:rsidRPr="00475632" w:rsidRDefault="001E52AC" w:rsidP="001E52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E52AC" w:rsidP="001E52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099 01 02 00 00 04 0000 810</w:t>
            </w:r>
          </w:p>
        </w:tc>
        <w:tc>
          <w:tcPr>
            <w:tcW w:w="1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2AC" w:rsidRPr="00475632" w:rsidRDefault="001E52AC" w:rsidP="00D74A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E52AC" w:rsidP="004C0E0E">
            <w:pPr>
              <w:spacing w:after="0" w:line="240" w:lineRule="auto"/>
              <w:ind w:left="-109"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E52AC" w:rsidP="004C0E0E">
            <w:pPr>
              <w:spacing w:after="0" w:line="240" w:lineRule="auto"/>
              <w:ind w:left="-109"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E52AC" w:rsidP="004C0E0E">
            <w:pPr>
              <w:spacing w:after="0" w:line="240" w:lineRule="auto"/>
              <w:ind w:left="-109"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75632" w:rsidRPr="001E6343" w:rsidTr="00475632">
        <w:trPr>
          <w:trHeight w:val="680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2AC" w:rsidRPr="00475632" w:rsidRDefault="001E52AC" w:rsidP="001E52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E52AC" w:rsidP="001E52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099 01 03 00 00 00 0000 000</w:t>
            </w:r>
          </w:p>
        </w:tc>
        <w:tc>
          <w:tcPr>
            <w:tcW w:w="1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2AC" w:rsidRPr="00475632" w:rsidRDefault="001E52AC" w:rsidP="00D74A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E52AC" w:rsidP="004C0E0E">
            <w:pPr>
              <w:spacing w:after="0" w:line="240" w:lineRule="auto"/>
              <w:ind w:left="-109"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12 752,9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E52AC" w:rsidP="004C0E0E">
            <w:pPr>
              <w:spacing w:after="0" w:line="240" w:lineRule="auto"/>
              <w:ind w:left="-109"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E52AC" w:rsidP="004C0E0E">
            <w:pPr>
              <w:spacing w:after="0" w:line="240" w:lineRule="auto"/>
              <w:ind w:left="-109"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75632" w:rsidRPr="001E6343" w:rsidTr="00475632">
        <w:trPr>
          <w:trHeight w:val="680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2AC" w:rsidRPr="00475632" w:rsidRDefault="001E52AC" w:rsidP="001E52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E52AC" w:rsidP="001E52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099 01 03 01 00 00 0000 000</w:t>
            </w:r>
          </w:p>
        </w:tc>
        <w:tc>
          <w:tcPr>
            <w:tcW w:w="1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2AC" w:rsidRPr="00475632" w:rsidRDefault="001E52AC" w:rsidP="00D74A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E52AC" w:rsidP="004C0E0E">
            <w:pPr>
              <w:spacing w:after="0" w:line="240" w:lineRule="auto"/>
              <w:ind w:left="-109"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12 752,9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E52AC" w:rsidP="004C0E0E">
            <w:pPr>
              <w:spacing w:after="0" w:line="240" w:lineRule="auto"/>
              <w:ind w:left="-109"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E52AC" w:rsidP="004C0E0E">
            <w:pPr>
              <w:spacing w:after="0" w:line="240" w:lineRule="auto"/>
              <w:ind w:left="-109"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75632" w:rsidRPr="001E6343" w:rsidTr="00475632">
        <w:trPr>
          <w:trHeight w:val="454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2AC" w:rsidRPr="00475632" w:rsidRDefault="001E52AC" w:rsidP="001E52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E52AC" w:rsidP="001E52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099 01 03 01 00 00 0000 700</w:t>
            </w:r>
          </w:p>
        </w:tc>
        <w:tc>
          <w:tcPr>
            <w:tcW w:w="1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2AC" w:rsidRPr="00475632" w:rsidRDefault="001E52AC" w:rsidP="00D74A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F66BE" w:rsidP="004C0E0E">
            <w:pPr>
              <w:spacing w:after="0" w:line="240" w:lineRule="auto"/>
              <w:ind w:left="-109"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</w:t>
            </w:r>
            <w:r w:rsidR="001E52AC"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752,9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E52AC" w:rsidP="004C0E0E">
            <w:pPr>
              <w:spacing w:after="0" w:line="240" w:lineRule="auto"/>
              <w:ind w:left="-109"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E52AC" w:rsidP="004C0E0E">
            <w:pPr>
              <w:spacing w:after="0" w:line="240" w:lineRule="auto"/>
              <w:ind w:left="-109"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75632" w:rsidRPr="001E6343" w:rsidTr="00475632">
        <w:trPr>
          <w:trHeight w:val="283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2AC" w:rsidRPr="00475632" w:rsidRDefault="001E52AC" w:rsidP="001E52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E52AC" w:rsidP="001E52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099 01 03 01 00 04 0000 710</w:t>
            </w:r>
          </w:p>
        </w:tc>
        <w:tc>
          <w:tcPr>
            <w:tcW w:w="1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2AC" w:rsidRPr="00475632" w:rsidRDefault="001E52AC" w:rsidP="00D74A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F66BE" w:rsidP="004C0E0E">
            <w:pPr>
              <w:spacing w:after="0" w:line="240" w:lineRule="auto"/>
              <w:ind w:left="-109"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</w:t>
            </w:r>
            <w:r w:rsidR="001E52AC"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752,9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E52AC" w:rsidP="004C0E0E">
            <w:pPr>
              <w:spacing w:after="0" w:line="240" w:lineRule="auto"/>
              <w:ind w:left="-109"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E52AC" w:rsidP="004C0E0E">
            <w:pPr>
              <w:spacing w:after="0" w:line="240" w:lineRule="auto"/>
              <w:ind w:left="-109"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75632" w:rsidRPr="001E6343" w:rsidTr="00475632">
        <w:trPr>
          <w:trHeight w:val="283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2AC" w:rsidRPr="00475632" w:rsidRDefault="001E52AC" w:rsidP="001E52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E52AC" w:rsidP="001E52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099 01 03 01 00 00 0000 800</w:t>
            </w:r>
          </w:p>
        </w:tc>
        <w:tc>
          <w:tcPr>
            <w:tcW w:w="1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2AC" w:rsidRPr="00475632" w:rsidRDefault="001E52AC" w:rsidP="00D74A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F66BE" w:rsidP="004C0E0E">
            <w:pPr>
              <w:spacing w:after="0" w:line="240" w:lineRule="auto"/>
              <w:ind w:left="-109"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</w:t>
            </w:r>
            <w:r w:rsidR="001E52AC"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E52AC" w:rsidP="004C0E0E">
            <w:pPr>
              <w:spacing w:after="0" w:line="240" w:lineRule="auto"/>
              <w:ind w:left="-109"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E52AC" w:rsidP="004C0E0E">
            <w:pPr>
              <w:spacing w:after="0" w:line="240" w:lineRule="auto"/>
              <w:ind w:left="-109"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75632" w:rsidRPr="001E6343" w:rsidTr="00475632">
        <w:trPr>
          <w:trHeight w:val="283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2AC" w:rsidRPr="00475632" w:rsidRDefault="001E52AC" w:rsidP="001E52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E52AC" w:rsidP="001E52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099 01 03 01 00 04 0000 810</w:t>
            </w:r>
          </w:p>
        </w:tc>
        <w:tc>
          <w:tcPr>
            <w:tcW w:w="1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2AC" w:rsidRPr="00475632" w:rsidRDefault="001E52AC" w:rsidP="00D74A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Погашение бюджетами </w:t>
            </w: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F66BE" w:rsidP="004C0E0E">
            <w:pPr>
              <w:spacing w:after="0" w:line="240" w:lineRule="auto"/>
              <w:ind w:left="-109"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4 </w:t>
            </w:r>
            <w:r w:rsidR="001E52AC"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E52AC" w:rsidP="004C0E0E">
            <w:pPr>
              <w:spacing w:after="0" w:line="240" w:lineRule="auto"/>
              <w:ind w:left="-109"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E52AC" w:rsidP="004C0E0E">
            <w:pPr>
              <w:spacing w:after="0" w:line="240" w:lineRule="auto"/>
              <w:ind w:left="-109"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75632" w:rsidRPr="001E6343" w:rsidTr="00475632">
        <w:trPr>
          <w:trHeight w:val="283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2AC" w:rsidRPr="00475632" w:rsidRDefault="001E52AC" w:rsidP="001E52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E52AC" w:rsidP="001E52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099 01 05 00 00 00 0000 000</w:t>
            </w:r>
          </w:p>
        </w:tc>
        <w:tc>
          <w:tcPr>
            <w:tcW w:w="1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2AC" w:rsidRPr="00475632" w:rsidRDefault="001E52AC" w:rsidP="00D74A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F66BE" w:rsidP="004C0E0E">
            <w:pPr>
              <w:spacing w:after="0" w:line="240" w:lineRule="auto"/>
              <w:ind w:left="-109"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547 </w:t>
            </w:r>
            <w:r w:rsidR="001E52AC"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167,2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E52AC" w:rsidP="004C0E0E">
            <w:pPr>
              <w:spacing w:after="0" w:line="240" w:lineRule="auto"/>
              <w:ind w:left="-109"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E52AC" w:rsidP="004C0E0E">
            <w:pPr>
              <w:spacing w:after="0" w:line="240" w:lineRule="auto"/>
              <w:ind w:left="-109"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75632" w:rsidRPr="001E6343" w:rsidTr="00475632">
        <w:trPr>
          <w:trHeight w:val="283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2AC" w:rsidRPr="00475632" w:rsidRDefault="001E52AC" w:rsidP="001E52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E52AC" w:rsidP="001E52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099 01 05 00 00 00 0000 500</w:t>
            </w:r>
          </w:p>
        </w:tc>
        <w:tc>
          <w:tcPr>
            <w:tcW w:w="1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2AC" w:rsidRPr="00475632" w:rsidRDefault="001E52AC" w:rsidP="00D74A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F66BE" w:rsidP="004C0E0E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-1 237 </w:t>
            </w:r>
            <w:r w:rsidR="001E52AC"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830,6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F66BE" w:rsidP="004C0E0E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-826 </w:t>
            </w:r>
            <w:r w:rsidR="001E52AC"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550,7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F66BE" w:rsidP="004C0E0E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-824 </w:t>
            </w:r>
            <w:r w:rsidR="001E52AC"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828,7</w:t>
            </w:r>
          </w:p>
        </w:tc>
      </w:tr>
      <w:tr w:rsidR="00475632" w:rsidRPr="001E6343" w:rsidTr="00475632">
        <w:trPr>
          <w:trHeight w:val="283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2AC" w:rsidRPr="00475632" w:rsidRDefault="001E52AC" w:rsidP="001E52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E52AC" w:rsidP="001E52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099 01 05 02 00 00 0000 500</w:t>
            </w:r>
          </w:p>
        </w:tc>
        <w:tc>
          <w:tcPr>
            <w:tcW w:w="1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2AC" w:rsidRPr="00475632" w:rsidRDefault="001E52AC" w:rsidP="00D74A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F66BE" w:rsidP="004C0E0E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-1 237 </w:t>
            </w:r>
            <w:r w:rsidR="001E52AC"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830,6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E52AC" w:rsidP="004C0E0E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-826</w:t>
            </w:r>
            <w:r w:rsidR="001F66BE"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550,7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F66BE" w:rsidP="004C0E0E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-824 </w:t>
            </w:r>
            <w:r w:rsidR="001E52AC"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828,7</w:t>
            </w:r>
          </w:p>
        </w:tc>
      </w:tr>
      <w:tr w:rsidR="00475632" w:rsidRPr="001E6343" w:rsidTr="00475632">
        <w:trPr>
          <w:trHeight w:val="283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2AC" w:rsidRPr="00475632" w:rsidRDefault="001E52AC" w:rsidP="001E52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E52AC" w:rsidP="001E52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099 01 05 02 01 00 0000 510</w:t>
            </w:r>
          </w:p>
        </w:tc>
        <w:tc>
          <w:tcPr>
            <w:tcW w:w="1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2AC" w:rsidRPr="00475632" w:rsidRDefault="001E52AC" w:rsidP="00D74A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F66BE" w:rsidP="004C0E0E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-1 237 </w:t>
            </w:r>
            <w:r w:rsidR="001E52AC"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830,6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F66BE" w:rsidP="004C0E0E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-826 </w:t>
            </w:r>
            <w:r w:rsidR="001E52AC"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550,7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F66BE" w:rsidP="004C0E0E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-824 </w:t>
            </w:r>
            <w:r w:rsidR="001E52AC"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828,7</w:t>
            </w:r>
          </w:p>
        </w:tc>
      </w:tr>
      <w:tr w:rsidR="00475632" w:rsidRPr="001E6343" w:rsidTr="00475632">
        <w:trPr>
          <w:trHeight w:val="283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2AC" w:rsidRPr="00475632" w:rsidRDefault="001E52AC" w:rsidP="001E52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2AC" w:rsidRPr="00475632" w:rsidRDefault="001E52AC" w:rsidP="001E52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099 01 05 02 01 04 0000 510</w:t>
            </w:r>
          </w:p>
        </w:tc>
        <w:tc>
          <w:tcPr>
            <w:tcW w:w="1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2AC" w:rsidRPr="00475632" w:rsidRDefault="001E52AC" w:rsidP="00D74A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F66BE" w:rsidP="004C0E0E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-1 237 </w:t>
            </w:r>
            <w:r w:rsidR="001E52AC"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830,6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F66BE" w:rsidP="004C0E0E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-826 </w:t>
            </w:r>
            <w:r w:rsidR="001E52AC"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550,7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2AC" w:rsidRPr="00475632" w:rsidRDefault="001F66BE" w:rsidP="004C0E0E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-824 </w:t>
            </w:r>
            <w:r w:rsidR="001E52AC"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828,7</w:t>
            </w:r>
          </w:p>
        </w:tc>
      </w:tr>
      <w:tr w:rsidR="00475632" w:rsidRPr="001E6343" w:rsidTr="00475632">
        <w:trPr>
          <w:trHeight w:val="283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6BE" w:rsidRPr="00475632" w:rsidRDefault="001F66BE" w:rsidP="001F66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6BE" w:rsidRPr="00475632" w:rsidRDefault="001F66BE" w:rsidP="000203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099 01 05 00 00 00 0000 600</w:t>
            </w:r>
          </w:p>
        </w:tc>
        <w:tc>
          <w:tcPr>
            <w:tcW w:w="1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6BE" w:rsidRPr="00475632" w:rsidRDefault="001F66BE" w:rsidP="00D74A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6BE" w:rsidRPr="00475632" w:rsidRDefault="001F66BE" w:rsidP="004C0E0E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020315"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784</w:t>
            </w:r>
            <w:r w:rsidR="00020315"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997,8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6BE" w:rsidRPr="00475632" w:rsidRDefault="00020315" w:rsidP="004C0E0E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826 </w:t>
            </w:r>
            <w:r w:rsidR="001F66BE"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550,7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6BE" w:rsidRPr="00475632" w:rsidRDefault="000B6729" w:rsidP="004C0E0E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824 </w:t>
            </w:r>
            <w:r w:rsidR="001F66BE"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828,7</w:t>
            </w:r>
          </w:p>
        </w:tc>
      </w:tr>
      <w:tr w:rsidR="00475632" w:rsidRPr="001E6343" w:rsidTr="00475632">
        <w:trPr>
          <w:trHeight w:val="283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6BE" w:rsidRPr="00475632" w:rsidRDefault="001F66BE" w:rsidP="001F66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6BE" w:rsidRPr="00475632" w:rsidRDefault="001F66BE" w:rsidP="000203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099 01 05 02 00 00 0000 600</w:t>
            </w:r>
          </w:p>
        </w:tc>
        <w:tc>
          <w:tcPr>
            <w:tcW w:w="1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6BE" w:rsidRPr="00475632" w:rsidRDefault="001F66BE" w:rsidP="00D74A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6BE" w:rsidRPr="00475632" w:rsidRDefault="001F66BE" w:rsidP="004C0E0E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020315"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784</w:t>
            </w:r>
            <w:r w:rsidR="00020315"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997,8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6BE" w:rsidRPr="00475632" w:rsidRDefault="00020315" w:rsidP="004C0E0E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826 </w:t>
            </w:r>
            <w:r w:rsidR="001F66BE"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550,7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6BE" w:rsidRPr="00475632" w:rsidRDefault="000B6729" w:rsidP="004C0E0E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824 </w:t>
            </w:r>
            <w:r w:rsidR="001F66BE"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828,7</w:t>
            </w:r>
          </w:p>
        </w:tc>
      </w:tr>
      <w:tr w:rsidR="00475632" w:rsidRPr="001E6343" w:rsidTr="00475632">
        <w:trPr>
          <w:trHeight w:val="283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6BE" w:rsidRPr="00475632" w:rsidRDefault="001F66BE" w:rsidP="001F66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6BE" w:rsidRPr="00475632" w:rsidRDefault="001F66BE" w:rsidP="000203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099 01 05 02 01 00 0000 610</w:t>
            </w:r>
          </w:p>
        </w:tc>
        <w:tc>
          <w:tcPr>
            <w:tcW w:w="1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6BE" w:rsidRPr="00475632" w:rsidRDefault="001F66BE" w:rsidP="00D74A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6BE" w:rsidRPr="00475632" w:rsidRDefault="001F66BE" w:rsidP="004C0E0E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020315"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784</w:t>
            </w:r>
            <w:r w:rsidR="00020315"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997,8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6BE" w:rsidRPr="00475632" w:rsidRDefault="00020315" w:rsidP="004C0E0E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826 </w:t>
            </w:r>
            <w:r w:rsidR="001F66BE"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550,7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6BE" w:rsidRPr="00475632" w:rsidRDefault="001F66BE" w:rsidP="004C0E0E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824 828,7</w:t>
            </w:r>
          </w:p>
        </w:tc>
      </w:tr>
      <w:tr w:rsidR="00475632" w:rsidRPr="001E6343" w:rsidTr="00475632">
        <w:trPr>
          <w:trHeight w:val="283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6BE" w:rsidRPr="00475632" w:rsidRDefault="001F66BE" w:rsidP="001F66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6BE" w:rsidRPr="00475632" w:rsidRDefault="001F66BE" w:rsidP="000203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099 01 05 02 01 04 0000 610</w:t>
            </w:r>
          </w:p>
        </w:tc>
        <w:tc>
          <w:tcPr>
            <w:tcW w:w="1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6BE" w:rsidRPr="00475632" w:rsidRDefault="001F66BE" w:rsidP="00D74A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6BE" w:rsidRPr="00475632" w:rsidRDefault="001F66BE" w:rsidP="004C0E0E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020315"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784</w:t>
            </w:r>
            <w:r w:rsidR="00020315"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997,8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6BE" w:rsidRPr="00475632" w:rsidRDefault="00020315" w:rsidP="004C0E0E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826 </w:t>
            </w:r>
            <w:r w:rsidR="001F66BE"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550,7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6BE" w:rsidRPr="00475632" w:rsidRDefault="001F66BE" w:rsidP="004C0E0E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824 828,7</w:t>
            </w:r>
          </w:p>
        </w:tc>
      </w:tr>
      <w:tr w:rsidR="004C0E0E" w:rsidRPr="001E6343" w:rsidTr="00475632">
        <w:trPr>
          <w:trHeight w:val="360"/>
        </w:trPr>
        <w:tc>
          <w:tcPr>
            <w:tcW w:w="30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66BE" w:rsidRPr="00475632" w:rsidRDefault="001F66BE" w:rsidP="001F66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66BE" w:rsidRPr="00475632" w:rsidRDefault="00020315" w:rsidP="004C0E0E">
            <w:pPr>
              <w:spacing w:after="0" w:line="240" w:lineRule="auto"/>
              <w:ind w:left="-109"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559 </w:t>
            </w:r>
            <w:r w:rsidR="001F66BE"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920,1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66BE" w:rsidRPr="00475632" w:rsidRDefault="001F66BE" w:rsidP="004C0E0E">
            <w:pPr>
              <w:spacing w:after="0" w:line="240" w:lineRule="auto"/>
              <w:ind w:left="-109" w:right="-143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66BE" w:rsidRPr="00475632" w:rsidRDefault="001F66BE" w:rsidP="004C0E0E">
            <w:pPr>
              <w:spacing w:after="0" w:line="240" w:lineRule="auto"/>
              <w:ind w:left="-109" w:right="-143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56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</w:tbl>
    <w:p w:rsidR="0062009F" w:rsidRDefault="0062009F" w:rsidP="00166F3B">
      <w:pPr>
        <w:rPr>
          <w:rFonts w:ascii="Times New Roman" w:hAnsi="Times New Roman"/>
          <w:sz w:val="28"/>
          <w:szCs w:val="28"/>
        </w:rPr>
        <w:sectPr w:rsidR="0062009F" w:rsidSect="0062009F">
          <w:pgSz w:w="11906" w:h="16838"/>
          <w:pgMar w:top="1134" w:right="1134" w:bottom="1701" w:left="1134" w:header="709" w:footer="709" w:gutter="0"/>
          <w:cols w:space="708"/>
          <w:docGrid w:linePitch="360"/>
        </w:sectPr>
      </w:pPr>
    </w:p>
    <w:p w:rsidR="00AC2F2F" w:rsidRDefault="00AC2F2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br w:type="page"/>
      </w:r>
    </w:p>
    <w:p w:rsidR="00166F3B" w:rsidRDefault="000B73F5" w:rsidP="004A5DD4">
      <w:pPr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№2</w:t>
      </w:r>
    </w:p>
    <w:p w:rsidR="000B73F5" w:rsidRDefault="000B73F5" w:rsidP="004A5DD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Боготольского городского Совета депутатов</w:t>
      </w:r>
    </w:p>
    <w:p w:rsidR="00CF2BA6" w:rsidRDefault="00CF2BA6" w:rsidP="00CF2BA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11.04.2023 № 11-174 </w:t>
      </w:r>
    </w:p>
    <w:p w:rsidR="004A5DD4" w:rsidRDefault="004A5DD4" w:rsidP="004A5DD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66F3B" w:rsidRDefault="00C24B0E" w:rsidP="004A5D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24B0E">
        <w:rPr>
          <w:rFonts w:ascii="Times New Roman" w:hAnsi="Times New Roman"/>
          <w:sz w:val="28"/>
          <w:szCs w:val="28"/>
        </w:rPr>
        <w:t>Доходы бюджета города Боготола на 2023 год и плановый период 2024-2025 г</w:t>
      </w:r>
      <w:r>
        <w:rPr>
          <w:rFonts w:ascii="Times New Roman" w:hAnsi="Times New Roman"/>
          <w:sz w:val="28"/>
          <w:szCs w:val="28"/>
        </w:rPr>
        <w:t>г.</w:t>
      </w:r>
    </w:p>
    <w:p w:rsidR="004A5DD4" w:rsidRDefault="004A5DD4" w:rsidP="004A5D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66F3B" w:rsidRDefault="00706D65" w:rsidP="004A5DD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</w:t>
      </w:r>
      <w:r w:rsidR="009E7F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</w:t>
      </w:r>
      <w:r w:rsidR="009E7F9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)</w:t>
      </w:r>
    </w:p>
    <w:tbl>
      <w:tblPr>
        <w:tblW w:w="10366" w:type="dxa"/>
        <w:tblInd w:w="90" w:type="dxa"/>
        <w:tblLook w:val="04A0"/>
      </w:tblPr>
      <w:tblGrid>
        <w:gridCol w:w="516"/>
        <w:gridCol w:w="516"/>
        <w:gridCol w:w="459"/>
        <w:gridCol w:w="459"/>
        <w:gridCol w:w="459"/>
        <w:gridCol w:w="516"/>
        <w:gridCol w:w="459"/>
        <w:gridCol w:w="616"/>
        <w:gridCol w:w="516"/>
        <w:gridCol w:w="2529"/>
        <w:gridCol w:w="1195"/>
        <w:gridCol w:w="992"/>
        <w:gridCol w:w="1134"/>
      </w:tblGrid>
      <w:tr w:rsidR="00AC2F2F" w:rsidRPr="00AC2F2F" w:rsidTr="00AA4616">
        <w:trPr>
          <w:trHeight w:val="31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строки</w:t>
            </w:r>
          </w:p>
        </w:tc>
        <w:tc>
          <w:tcPr>
            <w:tcW w:w="40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Код классификации доходов бюджета</w:t>
            </w:r>
          </w:p>
        </w:tc>
        <w:tc>
          <w:tcPr>
            <w:tcW w:w="2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 кода классификации доходов бюджета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Доходы бюджета города </w:t>
            </w: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на 2023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Доходы бюджета города </w:t>
            </w: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на 2024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Доходы бюджета города </w:t>
            </w: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на 2025 год</w:t>
            </w:r>
          </w:p>
        </w:tc>
      </w:tr>
      <w:tr w:rsidR="00AC2F2F" w:rsidRPr="00AC2F2F" w:rsidTr="00AA4616">
        <w:trPr>
          <w:trHeight w:val="381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код главного администратора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код группы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код подгруппы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код статьи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код подстатьи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код элемента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код группы подвида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код аналитической группы подвида</w:t>
            </w: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2F2F" w:rsidRPr="00AC2F2F" w:rsidTr="00AA4616">
        <w:trPr>
          <w:trHeight w:val="31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 w:rsidP="00AC2F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C2F2F" w:rsidRPr="00AC2F2F" w:rsidTr="00AA4616">
        <w:trPr>
          <w:trHeight w:val="31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192 910,0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199 292,3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205 537,5</w:t>
            </w:r>
          </w:p>
        </w:tc>
      </w:tr>
      <w:tr w:rsidR="00AC2F2F" w:rsidRPr="00AC2F2F" w:rsidTr="00AA4616">
        <w:trPr>
          <w:trHeight w:val="31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139 415,0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145 015,0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150 740,0</w:t>
            </w:r>
          </w:p>
        </w:tc>
      </w:tr>
      <w:tr w:rsidR="00AC2F2F" w:rsidRPr="00AC2F2F" w:rsidTr="00AA4616">
        <w:trPr>
          <w:trHeight w:val="31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Налог на прибыль организаций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425,0</w:t>
            </w:r>
          </w:p>
        </w:tc>
      </w:tr>
      <w:tr w:rsidR="00AC2F2F" w:rsidRPr="00AC2F2F" w:rsidTr="00AA4616">
        <w:trPr>
          <w:trHeight w:val="62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Налог на прибыль организаций, зачисляемый в бюджеты бюджетной системы Российской Федерации по соответствующим ставкам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425,0</w:t>
            </w:r>
          </w:p>
        </w:tc>
      </w:tr>
      <w:tr w:rsidR="00AC2F2F" w:rsidRPr="00AC2F2F" w:rsidTr="00AA4616">
        <w:trPr>
          <w:trHeight w:val="936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425,0</w:t>
            </w:r>
          </w:p>
        </w:tc>
      </w:tr>
      <w:tr w:rsidR="00AC2F2F" w:rsidRPr="00AC2F2F" w:rsidTr="00AA4616">
        <w:trPr>
          <w:trHeight w:val="31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139 000,0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144 595,0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150 315,0</w:t>
            </w:r>
          </w:p>
        </w:tc>
      </w:tr>
      <w:tr w:rsidR="00AC2F2F" w:rsidRPr="00AC2F2F" w:rsidTr="00AA4616">
        <w:trPr>
          <w:trHeight w:val="133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</w:t>
            </w: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соответствии со статьями 227, 227.1 и 228 Налогового кодекса Российской Федерации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137 565,0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143 160,0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148 880,0</w:t>
            </w:r>
          </w:p>
        </w:tc>
      </w:tr>
      <w:tr w:rsidR="00AC2F2F" w:rsidRPr="00AC2F2F" w:rsidTr="00AA4616">
        <w:trPr>
          <w:trHeight w:val="218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225,0</w:t>
            </w:r>
          </w:p>
        </w:tc>
      </w:tr>
      <w:tr w:rsidR="00AC2F2F" w:rsidRPr="00AC2F2F" w:rsidTr="00AA4616">
        <w:trPr>
          <w:trHeight w:val="936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</w:tr>
      <w:tr w:rsidR="00AC2F2F" w:rsidRPr="00AC2F2F" w:rsidTr="00AA4616">
        <w:trPr>
          <w:trHeight w:val="156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AA4616" w:rsidRPr="00AC2F2F" w:rsidTr="00AA4616">
        <w:trPr>
          <w:trHeight w:val="62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2 610,0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2 760,5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2 922,2</w:t>
            </w:r>
          </w:p>
        </w:tc>
      </w:tr>
      <w:tr w:rsidR="00AA4616" w:rsidRPr="00AC2F2F" w:rsidTr="00AA4616">
        <w:trPr>
          <w:trHeight w:val="62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2 610,0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2 760,5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2 922,2</w:t>
            </w:r>
          </w:p>
        </w:tc>
      </w:tr>
      <w:tr w:rsidR="00AA4616" w:rsidRPr="00AC2F2F" w:rsidTr="00AA4616">
        <w:trPr>
          <w:trHeight w:val="124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1 236,2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1 317,0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1 397,6</w:t>
            </w:r>
          </w:p>
        </w:tc>
      </w:tr>
      <w:tr w:rsidR="00AA4616" w:rsidRPr="00AC2F2F" w:rsidTr="00AA4616">
        <w:trPr>
          <w:trHeight w:val="187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1 236,2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1 317,0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1 397,6</w:t>
            </w:r>
          </w:p>
        </w:tc>
      </w:tr>
      <w:tr w:rsidR="00AA4616" w:rsidRPr="00AC2F2F" w:rsidTr="00AA4616">
        <w:trPr>
          <w:trHeight w:val="156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9,3</w:t>
            </w:r>
          </w:p>
        </w:tc>
      </w:tr>
      <w:tr w:rsidR="00AA4616" w:rsidRPr="00AC2F2F" w:rsidTr="00AA4616">
        <w:trPr>
          <w:trHeight w:val="218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9,3</w:t>
            </w:r>
          </w:p>
        </w:tc>
      </w:tr>
      <w:tr w:rsidR="00AA4616" w:rsidRPr="00AC2F2F" w:rsidTr="00AA4616">
        <w:trPr>
          <w:trHeight w:val="124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1 528,2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1 607,0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1 687,4</w:t>
            </w:r>
          </w:p>
        </w:tc>
      </w:tr>
      <w:tr w:rsidR="00AA4616" w:rsidRPr="00AC2F2F" w:rsidTr="00AA4616">
        <w:trPr>
          <w:trHeight w:val="187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1 528,2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1 607,0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1 687,4</w:t>
            </w:r>
          </w:p>
        </w:tc>
      </w:tr>
      <w:tr w:rsidR="00AA4616" w:rsidRPr="00AC2F2F" w:rsidTr="00AA4616">
        <w:trPr>
          <w:trHeight w:val="124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-163,0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-172,5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-172,1</w:t>
            </w:r>
          </w:p>
        </w:tc>
      </w:tr>
      <w:tr w:rsidR="00AA4616" w:rsidRPr="00AC2F2F" w:rsidTr="00AA4616">
        <w:trPr>
          <w:trHeight w:val="187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</w:t>
            </w: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-163,0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-172,5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-172,1</w:t>
            </w:r>
          </w:p>
        </w:tc>
      </w:tr>
      <w:tr w:rsidR="00AC2F2F" w:rsidRPr="00AC2F2F" w:rsidTr="00AA4616">
        <w:trPr>
          <w:trHeight w:val="31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25 845,0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26 030,0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26 245,0</w:t>
            </w:r>
          </w:p>
        </w:tc>
      </w:tr>
      <w:tr w:rsidR="00AC2F2F" w:rsidRPr="00AC2F2F" w:rsidTr="00AA4616">
        <w:trPr>
          <w:trHeight w:val="62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17 850,0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18 125,0</w:t>
            </w:r>
          </w:p>
        </w:tc>
      </w:tr>
      <w:tr w:rsidR="00AC2F2F" w:rsidRPr="00AC2F2F" w:rsidTr="00AA4616">
        <w:trPr>
          <w:trHeight w:val="62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9 000,0</w:t>
            </w:r>
          </w:p>
        </w:tc>
      </w:tr>
      <w:tr w:rsidR="00AC2F2F" w:rsidRPr="00AC2F2F" w:rsidTr="00AA4616">
        <w:trPr>
          <w:trHeight w:val="62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9 000,0</w:t>
            </w:r>
          </w:p>
        </w:tc>
      </w:tr>
      <w:tr w:rsidR="00AC2F2F" w:rsidRPr="00AC2F2F" w:rsidTr="00AA4616">
        <w:trPr>
          <w:trHeight w:val="62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9 050,0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9 125,0</w:t>
            </w:r>
          </w:p>
        </w:tc>
      </w:tr>
      <w:tr w:rsidR="00AC2F2F" w:rsidRPr="00AC2F2F" w:rsidTr="00AA4616">
        <w:trPr>
          <w:trHeight w:val="124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9 050,0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9 125,0</w:t>
            </w:r>
          </w:p>
        </w:tc>
      </w:tr>
      <w:tr w:rsidR="00AC2F2F" w:rsidRPr="00AC2F2F" w:rsidTr="00AA4616">
        <w:trPr>
          <w:trHeight w:val="31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AC2F2F" w:rsidRPr="00AC2F2F" w:rsidTr="00AA4616">
        <w:trPr>
          <w:trHeight w:val="31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AC2F2F" w:rsidRPr="00AC2F2F" w:rsidTr="00AA4616">
        <w:trPr>
          <w:trHeight w:val="31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2 980,0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2 990,0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2 995,0</w:t>
            </w:r>
          </w:p>
        </w:tc>
      </w:tr>
      <w:tr w:rsidR="00AC2F2F" w:rsidRPr="00AC2F2F" w:rsidTr="00AA4616">
        <w:trPr>
          <w:trHeight w:val="31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2 980,0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2 990,0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2 995,0</w:t>
            </w:r>
          </w:p>
        </w:tc>
      </w:tr>
      <w:tr w:rsidR="00AC2F2F" w:rsidRPr="00AC2F2F" w:rsidTr="00AA4616">
        <w:trPr>
          <w:trHeight w:val="62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4 815,0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4 945,0</w:t>
            </w:r>
          </w:p>
        </w:tc>
      </w:tr>
      <w:tr w:rsidR="00AC2F2F" w:rsidRPr="00AC2F2F" w:rsidTr="00AA4616">
        <w:trPr>
          <w:trHeight w:val="62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4 815,0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4 945,0</w:t>
            </w:r>
          </w:p>
        </w:tc>
      </w:tr>
      <w:tr w:rsidR="00AC2F2F" w:rsidRPr="00AC2F2F" w:rsidTr="00AA4616">
        <w:trPr>
          <w:trHeight w:val="31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6 010,0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6 020,0</w:t>
            </w:r>
          </w:p>
        </w:tc>
      </w:tr>
      <w:tr w:rsidR="00AC2F2F" w:rsidRPr="00AC2F2F" w:rsidTr="00AA4616">
        <w:trPr>
          <w:trHeight w:val="31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2 595,0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2 605,0</w:t>
            </w:r>
          </w:p>
        </w:tc>
      </w:tr>
      <w:tr w:rsidR="00AC2F2F" w:rsidRPr="00AC2F2F" w:rsidTr="00AA4616">
        <w:trPr>
          <w:trHeight w:val="936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2 595,0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2 605,0</w:t>
            </w:r>
          </w:p>
        </w:tc>
      </w:tr>
      <w:tr w:rsidR="00AC2F2F" w:rsidRPr="00AC2F2F" w:rsidTr="00AA4616">
        <w:trPr>
          <w:trHeight w:val="31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3 405,0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3 410,0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3 415,0</w:t>
            </w:r>
          </w:p>
        </w:tc>
      </w:tr>
      <w:tr w:rsidR="00AC2F2F" w:rsidRPr="00AC2F2F" w:rsidTr="00AA4616">
        <w:trPr>
          <w:trHeight w:val="31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1 460,0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1 460,0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1 460,0</w:t>
            </w:r>
          </w:p>
        </w:tc>
      </w:tr>
      <w:tr w:rsidR="00AC2F2F" w:rsidRPr="00AC2F2F" w:rsidTr="00AA4616">
        <w:trPr>
          <w:trHeight w:val="62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1 460,0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1 460,0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1 460,0</w:t>
            </w:r>
          </w:p>
        </w:tc>
      </w:tr>
      <w:tr w:rsidR="00AC2F2F" w:rsidRPr="00AC2F2F" w:rsidTr="00AA4616">
        <w:trPr>
          <w:trHeight w:val="31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1 945,0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1 950,0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1 955,0</w:t>
            </w:r>
          </w:p>
        </w:tc>
      </w:tr>
      <w:tr w:rsidR="00AC2F2F" w:rsidRPr="00AC2F2F" w:rsidTr="00AA4616">
        <w:trPr>
          <w:trHeight w:val="62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1 945,0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1 950,0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1 955,0</w:t>
            </w:r>
          </w:p>
        </w:tc>
      </w:tr>
      <w:tr w:rsidR="00AC2F2F" w:rsidRPr="00AC2F2F" w:rsidTr="00AA4616">
        <w:trPr>
          <w:trHeight w:val="31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5 255,0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5 255,0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5 255,0</w:t>
            </w:r>
          </w:p>
        </w:tc>
      </w:tr>
      <w:tr w:rsidR="00AC2F2F" w:rsidRPr="00AC2F2F" w:rsidTr="00AA4616">
        <w:trPr>
          <w:trHeight w:val="62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5 250,0</w:t>
            </w:r>
          </w:p>
        </w:tc>
      </w:tr>
      <w:tr w:rsidR="00AC2F2F" w:rsidRPr="00AC2F2F" w:rsidTr="00AA4616">
        <w:trPr>
          <w:trHeight w:val="936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5 250,0</w:t>
            </w:r>
          </w:p>
        </w:tc>
      </w:tr>
      <w:tr w:rsidR="00AC2F2F" w:rsidRPr="00AC2F2F" w:rsidTr="00AA4616">
        <w:trPr>
          <w:trHeight w:val="62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AC2F2F" w:rsidRPr="00AC2F2F" w:rsidTr="00AA4616">
        <w:trPr>
          <w:trHeight w:val="62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Государственная пошлина за выдачу разрешения на установку рекламной </w:t>
            </w: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конструкции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AC2F2F" w:rsidRPr="00AC2F2F" w:rsidTr="00AA4616">
        <w:trPr>
          <w:trHeight w:val="73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11 001,5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11 521,5</w:t>
            </w:r>
          </w:p>
        </w:tc>
      </w:tr>
      <w:tr w:rsidR="00AC2F2F" w:rsidRPr="00AC2F2F" w:rsidTr="00AA4616">
        <w:trPr>
          <w:trHeight w:val="156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8 991,5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9 341,5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9 441,5</w:t>
            </w:r>
          </w:p>
        </w:tc>
      </w:tr>
      <w:tr w:rsidR="00AC2F2F" w:rsidRPr="00AC2F2F" w:rsidTr="00AA4616">
        <w:trPr>
          <w:trHeight w:val="124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4 050,0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AC2F2F" w:rsidRPr="00AC2F2F" w:rsidTr="00AA4616">
        <w:trPr>
          <w:trHeight w:val="156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4 050,0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AC2F2F" w:rsidRPr="00AC2F2F" w:rsidTr="00AA4616">
        <w:trPr>
          <w:trHeight w:val="62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4 941,5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4 941,5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4 941,5</w:t>
            </w:r>
          </w:p>
        </w:tc>
      </w:tr>
      <w:tr w:rsidR="00AC2F2F" w:rsidRPr="00AC2F2F" w:rsidTr="00AA4616">
        <w:trPr>
          <w:trHeight w:val="62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074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Доходы от сдачи в аренду имущества, составляющего казну городских округов (за исключением земельных </w:t>
            </w: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участков)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4 941,5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4 941,5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4 941,5</w:t>
            </w:r>
          </w:p>
        </w:tc>
      </w:tr>
      <w:tr w:rsidR="00AC2F2F" w:rsidRPr="00AC2F2F" w:rsidTr="00AA4616">
        <w:trPr>
          <w:trHeight w:val="130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2 010,0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2 070,0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2 080,0</w:t>
            </w:r>
          </w:p>
        </w:tc>
      </w:tr>
      <w:tr w:rsidR="00AC2F2F" w:rsidRPr="00AC2F2F" w:rsidTr="00AA4616">
        <w:trPr>
          <w:trHeight w:val="130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1 550,0</w:t>
            </w:r>
          </w:p>
        </w:tc>
      </w:tr>
      <w:tr w:rsidR="00AC2F2F" w:rsidRPr="00AC2F2F" w:rsidTr="00AA4616">
        <w:trPr>
          <w:trHeight w:val="15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1 550,0</w:t>
            </w:r>
          </w:p>
        </w:tc>
      </w:tr>
      <w:tr w:rsidR="00AC2F2F" w:rsidRPr="00AC2F2F" w:rsidTr="00AA4616">
        <w:trPr>
          <w:trHeight w:val="15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</w:t>
            </w: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собственность на которые не разграничена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510,0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530,0</w:t>
            </w:r>
          </w:p>
        </w:tc>
      </w:tr>
      <w:tr w:rsidR="00AC2F2F" w:rsidRPr="00AC2F2F" w:rsidTr="00AA4616">
        <w:trPr>
          <w:trHeight w:val="187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(рекламные конструкции)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AC2F2F" w:rsidRPr="00AC2F2F" w:rsidTr="00AA4616">
        <w:trPr>
          <w:trHeight w:val="187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(нестационарные объекты)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330,0</w:t>
            </w:r>
          </w:p>
        </w:tc>
      </w:tr>
      <w:tr w:rsidR="00AC2F2F" w:rsidRPr="00AC2F2F" w:rsidTr="00AA4616">
        <w:trPr>
          <w:trHeight w:val="31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271,1</w:t>
            </w:r>
          </w:p>
        </w:tc>
      </w:tr>
      <w:tr w:rsidR="00AC2F2F" w:rsidRPr="00AC2F2F" w:rsidTr="00AA4616">
        <w:trPr>
          <w:trHeight w:val="31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271,1</w:t>
            </w:r>
          </w:p>
        </w:tc>
      </w:tr>
      <w:tr w:rsidR="00AC2F2F" w:rsidRPr="00AC2F2F" w:rsidTr="00AA4616">
        <w:trPr>
          <w:trHeight w:val="62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41,4</w:t>
            </w:r>
          </w:p>
        </w:tc>
      </w:tr>
      <w:tr w:rsidR="00AC2F2F" w:rsidRPr="00AC2F2F" w:rsidTr="00AA4616">
        <w:trPr>
          <w:trHeight w:val="31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229,7</w:t>
            </w:r>
          </w:p>
        </w:tc>
      </w:tr>
      <w:tr w:rsidR="00AC2F2F" w:rsidRPr="00AC2F2F" w:rsidTr="00AA4616">
        <w:trPr>
          <w:trHeight w:val="31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Плата  за  размещение отходов  производства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229,7</w:t>
            </w:r>
          </w:p>
        </w:tc>
      </w:tr>
      <w:tr w:rsidR="00AC2F2F" w:rsidRPr="00AC2F2F" w:rsidTr="00AA4616">
        <w:trPr>
          <w:trHeight w:val="62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808,5</w:t>
            </w:r>
          </w:p>
        </w:tc>
      </w:tr>
      <w:tr w:rsidR="00AC2F2F" w:rsidRPr="00AC2F2F" w:rsidTr="00AA4616">
        <w:trPr>
          <w:trHeight w:val="31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808,5</w:t>
            </w:r>
          </w:p>
        </w:tc>
      </w:tr>
      <w:tr w:rsidR="00AC2F2F" w:rsidRPr="00AC2F2F" w:rsidTr="00AA4616">
        <w:trPr>
          <w:trHeight w:val="62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808,5</w:t>
            </w:r>
          </w:p>
        </w:tc>
      </w:tr>
      <w:tr w:rsidR="00AC2F2F" w:rsidRPr="00AC2F2F" w:rsidTr="00AA4616">
        <w:trPr>
          <w:trHeight w:val="46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C2F2F" w:rsidRPr="00AC2F2F" w:rsidTr="00AA4616">
        <w:trPr>
          <w:trHeight w:val="62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1 180,0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1 190,0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</w:tr>
      <w:tr w:rsidR="00AC2F2F" w:rsidRPr="00AC2F2F" w:rsidTr="00AA4616">
        <w:trPr>
          <w:trHeight w:val="156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</w:tr>
      <w:tr w:rsidR="00AC2F2F" w:rsidRPr="00AC2F2F" w:rsidTr="00AA4616">
        <w:trPr>
          <w:trHeight w:val="187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</w:tr>
      <w:tr w:rsidR="00AC2F2F" w:rsidRPr="00AC2F2F" w:rsidTr="00AA4616">
        <w:trPr>
          <w:trHeight w:val="156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</w:t>
            </w: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</w:tr>
      <w:tr w:rsidR="00AC2F2F" w:rsidRPr="00AC2F2F" w:rsidTr="00AA4616">
        <w:trPr>
          <w:trHeight w:val="62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900,0</w:t>
            </w:r>
          </w:p>
        </w:tc>
      </w:tr>
      <w:tr w:rsidR="00AC2F2F" w:rsidRPr="00AC2F2F" w:rsidTr="00AA4616">
        <w:trPr>
          <w:trHeight w:val="936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900,0</w:t>
            </w:r>
          </w:p>
        </w:tc>
      </w:tr>
      <w:tr w:rsidR="00AC2F2F" w:rsidRPr="00AC2F2F" w:rsidTr="00AA4616">
        <w:trPr>
          <w:trHeight w:val="31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549,4</w:t>
            </w:r>
          </w:p>
        </w:tc>
      </w:tr>
      <w:tr w:rsidR="00AC2F2F" w:rsidRPr="00AC2F2F" w:rsidTr="00AA4616">
        <w:trPr>
          <w:trHeight w:val="62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522,4</w:t>
            </w:r>
          </w:p>
        </w:tc>
      </w:tr>
      <w:tr w:rsidR="00AC2F2F" w:rsidRPr="00AC2F2F" w:rsidTr="00AA4616">
        <w:trPr>
          <w:trHeight w:val="936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31,0</w:t>
            </w:r>
          </w:p>
        </w:tc>
      </w:tr>
      <w:tr w:rsidR="00AC2F2F" w:rsidRPr="00AC2F2F" w:rsidTr="00AA4616">
        <w:trPr>
          <w:trHeight w:val="156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9,0</w:t>
            </w:r>
          </w:p>
        </w:tc>
      </w:tr>
      <w:tr w:rsidR="00AC2F2F" w:rsidRPr="00AC2F2F" w:rsidTr="00AA4616">
        <w:trPr>
          <w:trHeight w:val="156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</w:t>
            </w: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22,0</w:t>
            </w:r>
          </w:p>
        </w:tc>
      </w:tr>
      <w:tr w:rsidR="00AC2F2F" w:rsidRPr="00AC2F2F" w:rsidTr="00AA4616">
        <w:trPr>
          <w:trHeight w:val="156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91,0</w:t>
            </w:r>
          </w:p>
        </w:tc>
      </w:tr>
      <w:tr w:rsidR="00AC2F2F" w:rsidRPr="00AC2F2F" w:rsidTr="00AA4616">
        <w:trPr>
          <w:trHeight w:val="187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9,0</w:t>
            </w:r>
          </w:p>
        </w:tc>
      </w:tr>
      <w:tr w:rsidR="00AC2F2F" w:rsidRPr="00AC2F2F" w:rsidTr="00AA4616">
        <w:trPr>
          <w:trHeight w:val="187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82,0</w:t>
            </w:r>
          </w:p>
        </w:tc>
      </w:tr>
      <w:tr w:rsidR="00AC2F2F" w:rsidRPr="00AC2F2F" w:rsidTr="00AA4616">
        <w:trPr>
          <w:trHeight w:val="936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AC2F2F" w:rsidRPr="00AC2F2F" w:rsidTr="00AA4616">
        <w:trPr>
          <w:trHeight w:val="156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073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AC2F2F" w:rsidRPr="00AC2F2F" w:rsidTr="00AA4616">
        <w:trPr>
          <w:trHeight w:val="124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16,0</w:t>
            </w:r>
          </w:p>
        </w:tc>
      </w:tr>
      <w:tr w:rsidR="00AC2F2F" w:rsidRPr="00AC2F2F" w:rsidTr="00AA4616">
        <w:trPr>
          <w:trHeight w:val="156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16,0</w:t>
            </w:r>
          </w:p>
        </w:tc>
      </w:tr>
      <w:tr w:rsidR="00AC2F2F" w:rsidRPr="00AC2F2F" w:rsidTr="00AA4616">
        <w:trPr>
          <w:trHeight w:val="936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23,0</w:t>
            </w:r>
          </w:p>
        </w:tc>
      </w:tr>
      <w:tr w:rsidR="00AC2F2F" w:rsidRPr="00AC2F2F" w:rsidTr="00AA4616">
        <w:trPr>
          <w:trHeight w:val="156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86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23,0</w:t>
            </w:r>
          </w:p>
        </w:tc>
      </w:tr>
      <w:tr w:rsidR="00AC2F2F" w:rsidRPr="00AC2F2F" w:rsidTr="00AA4616">
        <w:trPr>
          <w:trHeight w:val="124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85,0</w:t>
            </w:r>
          </w:p>
        </w:tc>
      </w:tr>
      <w:tr w:rsidR="00AC2F2F" w:rsidRPr="00AC2F2F" w:rsidTr="00AA4616">
        <w:trPr>
          <w:trHeight w:val="196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85,0</w:t>
            </w:r>
          </w:p>
        </w:tc>
      </w:tr>
      <w:tr w:rsidR="00AC2F2F" w:rsidRPr="00AC2F2F" w:rsidTr="00AA4616">
        <w:trPr>
          <w:trHeight w:val="124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</w:tr>
      <w:tr w:rsidR="00AC2F2F" w:rsidRPr="00AC2F2F" w:rsidTr="00AA4616">
        <w:trPr>
          <w:trHeight w:val="196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</w:tr>
      <w:tr w:rsidR="00AC2F2F" w:rsidRPr="00AC2F2F" w:rsidTr="00AA4616">
        <w:trPr>
          <w:trHeight w:val="124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</w:tr>
      <w:tr w:rsidR="00AC2F2F" w:rsidRPr="00AC2F2F" w:rsidTr="00AA4616">
        <w:trPr>
          <w:trHeight w:val="156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</w:tr>
      <w:tr w:rsidR="00AC2F2F" w:rsidRPr="00AC2F2F" w:rsidTr="00AA4616">
        <w:trPr>
          <w:trHeight w:val="936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64,0</w:t>
            </w:r>
          </w:p>
        </w:tc>
      </w:tr>
      <w:tr w:rsidR="00AC2F2F" w:rsidRPr="00AC2F2F" w:rsidTr="00AA4616">
        <w:trPr>
          <w:trHeight w:val="156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64,0</w:t>
            </w:r>
          </w:p>
        </w:tc>
      </w:tr>
      <w:tr w:rsidR="00AC2F2F" w:rsidRPr="00AC2F2F" w:rsidTr="00AA4616">
        <w:trPr>
          <w:trHeight w:val="124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184,4</w:t>
            </w:r>
          </w:p>
        </w:tc>
      </w:tr>
      <w:tr w:rsidR="00AC2F2F" w:rsidRPr="00AC2F2F" w:rsidTr="00AA4616">
        <w:trPr>
          <w:trHeight w:val="156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</w:tr>
      <w:tr w:rsidR="00AC2F2F" w:rsidRPr="00AC2F2F" w:rsidTr="00AA4616">
        <w:trPr>
          <w:trHeight w:val="156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168,9</w:t>
            </w:r>
          </w:p>
        </w:tc>
      </w:tr>
      <w:tr w:rsidR="00AC2F2F" w:rsidRPr="00AC2F2F" w:rsidTr="00AA4616">
        <w:trPr>
          <w:trHeight w:val="62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</w:tr>
      <w:tr w:rsidR="00AC2F2F" w:rsidRPr="00AC2F2F" w:rsidTr="00AA4616">
        <w:trPr>
          <w:trHeight w:val="936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</w:tr>
      <w:tr w:rsidR="00AC2F2F" w:rsidRPr="00AC2F2F" w:rsidTr="00AA4616">
        <w:trPr>
          <w:trHeight w:val="31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23,5</w:t>
            </w:r>
          </w:p>
        </w:tc>
      </w:tr>
      <w:tr w:rsidR="00AC2F2F" w:rsidRPr="00AC2F2F" w:rsidTr="00AA4616">
        <w:trPr>
          <w:trHeight w:val="136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23,5</w:t>
            </w:r>
          </w:p>
        </w:tc>
      </w:tr>
      <w:tr w:rsidR="00AC2F2F" w:rsidRPr="00AC2F2F" w:rsidTr="00AA4616">
        <w:trPr>
          <w:trHeight w:val="138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12,5</w:t>
            </w:r>
          </w:p>
        </w:tc>
      </w:tr>
      <w:tr w:rsidR="00AC2F2F" w:rsidRPr="00AC2F2F" w:rsidTr="00AA4616">
        <w:trPr>
          <w:trHeight w:val="138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12,5</w:t>
            </w:r>
          </w:p>
        </w:tc>
      </w:tr>
      <w:tr w:rsidR="00AC2F2F" w:rsidRPr="00AC2F2F" w:rsidTr="00AA4616">
        <w:trPr>
          <w:trHeight w:val="124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C2F2F" w:rsidRPr="00AC2F2F" w:rsidTr="00AA4616">
        <w:trPr>
          <w:trHeight w:val="156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11,0</w:t>
            </w:r>
          </w:p>
        </w:tc>
      </w:tr>
      <w:tr w:rsidR="00AC2F2F" w:rsidRPr="00AC2F2F" w:rsidTr="00AA4616">
        <w:trPr>
          <w:trHeight w:val="31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4,8</w:t>
            </w:r>
          </w:p>
        </w:tc>
      </w:tr>
      <w:tr w:rsidR="00AC2F2F" w:rsidRPr="00AC2F2F" w:rsidTr="00AA4616">
        <w:trPr>
          <w:trHeight w:val="31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4,8</w:t>
            </w:r>
          </w:p>
        </w:tc>
      </w:tr>
      <w:tr w:rsidR="00AC2F2F" w:rsidRPr="00AC2F2F" w:rsidTr="00AA4616">
        <w:trPr>
          <w:trHeight w:val="31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4,8</w:t>
            </w:r>
          </w:p>
        </w:tc>
      </w:tr>
      <w:tr w:rsidR="00AC2F2F" w:rsidRPr="00AC2F2F" w:rsidTr="00AA4616">
        <w:trPr>
          <w:trHeight w:val="31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1 028 167,7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627 258,4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619 291,2</w:t>
            </w:r>
          </w:p>
        </w:tc>
      </w:tr>
      <w:tr w:rsidR="00AC2F2F" w:rsidRPr="00AC2F2F" w:rsidTr="00AA4616">
        <w:trPr>
          <w:trHeight w:val="62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1 033 499,7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626 805,1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618 837,9</w:t>
            </w:r>
          </w:p>
        </w:tc>
      </w:tr>
      <w:tr w:rsidR="00AC2F2F" w:rsidRPr="00AC2F2F" w:rsidTr="00AA4616">
        <w:trPr>
          <w:trHeight w:val="31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271 071,4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245 496,3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245 496,3</w:t>
            </w:r>
          </w:p>
        </w:tc>
      </w:tr>
      <w:tr w:rsidR="00AC2F2F" w:rsidRPr="00AC2F2F" w:rsidTr="00AA4616">
        <w:trPr>
          <w:trHeight w:val="31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97 432,3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77 945,8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77 945,8</w:t>
            </w:r>
          </w:p>
        </w:tc>
      </w:tr>
      <w:tr w:rsidR="00AC2F2F" w:rsidRPr="00AC2F2F" w:rsidTr="00AA4616">
        <w:trPr>
          <w:trHeight w:val="62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02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97 432,3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77 945,8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77 945,8</w:t>
            </w:r>
          </w:p>
        </w:tc>
      </w:tr>
      <w:tr w:rsidR="00AC2F2F" w:rsidRPr="00AC2F2F" w:rsidTr="00AA4616">
        <w:trPr>
          <w:trHeight w:val="62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121 718,3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121 718,3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121 718,3</w:t>
            </w:r>
          </w:p>
        </w:tc>
      </w:tr>
      <w:tr w:rsidR="00AC2F2F" w:rsidRPr="00AC2F2F" w:rsidTr="00AA4616">
        <w:trPr>
          <w:trHeight w:val="62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121 718,3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121 718,3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121 718,3</w:t>
            </w:r>
          </w:p>
        </w:tc>
      </w:tr>
      <w:tr w:rsidR="00AC2F2F" w:rsidRPr="00AC2F2F" w:rsidTr="00AA4616">
        <w:trPr>
          <w:trHeight w:val="31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дотации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51 920,8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45 832,2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45 832,2</w:t>
            </w:r>
          </w:p>
        </w:tc>
      </w:tr>
      <w:tr w:rsidR="00AC2F2F" w:rsidRPr="00AC2F2F" w:rsidTr="00AA4616">
        <w:trPr>
          <w:trHeight w:val="936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2722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дотации бюджетам городских округов (на частичную компенсацию расходов на оплату труда работников муниципальных учреждений)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45 832,2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45 832,2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45 832,2</w:t>
            </w:r>
          </w:p>
        </w:tc>
      </w:tr>
      <w:tr w:rsidR="00AC2F2F" w:rsidRPr="00AC2F2F" w:rsidTr="00AA4616">
        <w:trPr>
          <w:trHeight w:val="936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2722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дотации бюджетам городских округов (на частичную компенсацию расходов на повышение оплаты труда отдельным категориям работников бюджетной сферы Красноярского края)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6 088,6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C2F2F" w:rsidRPr="00AC2F2F" w:rsidTr="00AA4616">
        <w:trPr>
          <w:trHeight w:val="62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400 096,9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27 613,5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19 646,5</w:t>
            </w:r>
          </w:p>
        </w:tc>
      </w:tr>
      <w:tr w:rsidR="00AC2F2F" w:rsidRPr="00AC2F2F" w:rsidTr="00AA4616">
        <w:trPr>
          <w:trHeight w:val="156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343 531,4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C2F2F" w:rsidRPr="00AC2F2F" w:rsidTr="00AA4616">
        <w:trPr>
          <w:trHeight w:val="156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343 531,4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C2F2F" w:rsidRPr="00AC2F2F" w:rsidTr="00AA4616">
        <w:trPr>
          <w:trHeight w:val="156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122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бюджетам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4 702,3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C2F2F" w:rsidRPr="00AC2F2F" w:rsidTr="00AA4616">
        <w:trPr>
          <w:trHeight w:val="156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4 702,3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C2F2F" w:rsidRPr="00AC2F2F" w:rsidTr="00AA4616">
        <w:trPr>
          <w:trHeight w:val="936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14 542,0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14 523,7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14 813,8</w:t>
            </w:r>
          </w:p>
        </w:tc>
      </w:tr>
      <w:tr w:rsidR="00AC2F2F" w:rsidRPr="00AC2F2F" w:rsidTr="00AA4616">
        <w:trPr>
          <w:trHeight w:val="127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14 542,0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14 523,7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14 813,8</w:t>
            </w:r>
          </w:p>
        </w:tc>
      </w:tr>
      <w:tr w:rsidR="00AC2F2F" w:rsidRPr="00AC2F2F" w:rsidTr="00AA4616">
        <w:trPr>
          <w:trHeight w:val="62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2 874,3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1 612,1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1 669,4</w:t>
            </w:r>
          </w:p>
        </w:tc>
      </w:tr>
      <w:tr w:rsidR="00AC2F2F" w:rsidRPr="00AC2F2F" w:rsidTr="00AA4616">
        <w:trPr>
          <w:trHeight w:val="62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Субсидии бюджетам городских округов на реализацию мероприятий по обеспечению жильем </w:t>
            </w: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молодых семей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2 874,3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1 612,1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1 669,4</w:t>
            </w:r>
          </w:p>
        </w:tc>
      </w:tr>
      <w:tr w:rsidR="00AC2F2F" w:rsidRPr="00AC2F2F" w:rsidTr="00AA4616">
        <w:trPr>
          <w:trHeight w:val="31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128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61,3</w:t>
            </w:r>
          </w:p>
        </w:tc>
      </w:tr>
      <w:tr w:rsidR="00AC2F2F" w:rsidRPr="00AC2F2F" w:rsidTr="00AA4616">
        <w:trPr>
          <w:trHeight w:val="6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61,3</w:t>
            </w:r>
          </w:p>
        </w:tc>
      </w:tr>
      <w:tr w:rsidR="00AC2F2F" w:rsidRPr="00AC2F2F" w:rsidTr="00AA4616">
        <w:trPr>
          <w:trHeight w:val="67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7 822,5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8 656,5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441,9</w:t>
            </w:r>
          </w:p>
        </w:tc>
      </w:tr>
      <w:tr w:rsidR="00AC2F2F" w:rsidRPr="00AC2F2F" w:rsidTr="00AA4616">
        <w:trPr>
          <w:trHeight w:val="62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7 822,5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8 656,5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441,9</w:t>
            </w:r>
          </w:p>
        </w:tc>
      </w:tr>
      <w:tr w:rsidR="00AC2F2F" w:rsidRPr="00AC2F2F" w:rsidTr="00AA4616">
        <w:trPr>
          <w:trHeight w:val="42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26 563,3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2 760,1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2 660,1</w:t>
            </w:r>
          </w:p>
        </w:tc>
      </w:tr>
      <w:tr w:rsidR="00AC2F2F" w:rsidRPr="00AC2F2F" w:rsidTr="00AA4616">
        <w:trPr>
          <w:trHeight w:val="31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26 563,3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2 760,1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2 660,1</w:t>
            </w:r>
          </w:p>
        </w:tc>
      </w:tr>
      <w:tr w:rsidR="00AC2F2F" w:rsidRPr="00AC2F2F" w:rsidTr="00AA4616">
        <w:trPr>
          <w:trHeight w:val="187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субсидии бюджетам городских округов (на создание условий для оснащения (обновления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программам)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1 487,2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C2F2F" w:rsidRPr="00AC2F2F" w:rsidTr="00AA4616">
        <w:trPr>
          <w:trHeight w:val="936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субсидии бюджетам городских округов (на частичное финансирование (возмещение) расходов на содержание единых дежурно-диспетчерских служб муниципальных образований Красноярского края)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C2F2F" w:rsidRPr="00AC2F2F" w:rsidTr="00AA4616">
        <w:trPr>
          <w:trHeight w:val="62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7456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Прочие субсидии бюджетам городских округов (на поддержку деятельности муниципальных молодежных центров)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344,7</w:t>
            </w:r>
          </w:p>
        </w:tc>
      </w:tr>
      <w:tr w:rsidR="00AC2F2F" w:rsidRPr="00AC2F2F" w:rsidTr="00AA4616">
        <w:trPr>
          <w:trHeight w:val="936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137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7461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субсидии бюджетам городских округов (на строительство муниципальных объектов коммунальной и транспортной инфраструктуры)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1 977,2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C2F2F" w:rsidRPr="00AC2F2F" w:rsidTr="00AA4616">
        <w:trPr>
          <w:trHeight w:val="936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7465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субсидии бюджетам городских округов (на организационную и материально-техническую модернизацию муниципальных молодежных центров)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C2F2F" w:rsidRPr="00AC2F2F" w:rsidTr="00AA4616">
        <w:trPr>
          <w:trHeight w:val="936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7488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Прочие субсидии бюджетам городских округов (на комплектование книжных фондов библиотек муниципальных образований Красноярского края)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70,4</w:t>
            </w:r>
          </w:p>
        </w:tc>
      </w:tr>
      <w:tr w:rsidR="00AC2F2F" w:rsidRPr="00AC2F2F" w:rsidTr="00AA4616">
        <w:trPr>
          <w:trHeight w:val="936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7563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Прочие субсидии бюджетам городских округов (на приведение зданий и сооружений общеобразовательных организаций в соответствие с требованиями законодательства)  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1 597,5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1 278,0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1 278,0</w:t>
            </w:r>
          </w:p>
        </w:tc>
      </w:tr>
      <w:tr w:rsidR="00AC2F2F" w:rsidRPr="00AC2F2F" w:rsidTr="00AA4616">
        <w:trPr>
          <w:trHeight w:val="936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субсидии бюджетам городских округов (на реализацию муниципальных программ развития субъектов малого и среднего предпринимательства)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967,0</w:t>
            </w:r>
          </w:p>
        </w:tc>
      </w:tr>
      <w:tr w:rsidR="00AC2F2F" w:rsidRPr="00AC2F2F" w:rsidTr="00AA4616">
        <w:trPr>
          <w:trHeight w:val="31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342 228,3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337 140,0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337 139,8</w:t>
            </w:r>
          </w:p>
        </w:tc>
      </w:tr>
      <w:tr w:rsidR="00AC2F2F" w:rsidRPr="00AC2F2F" w:rsidTr="00AA4616">
        <w:trPr>
          <w:trHeight w:val="62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340 772,5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335 684,1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335 684,1</w:t>
            </w:r>
          </w:p>
        </w:tc>
      </w:tr>
      <w:tr w:rsidR="00AC2F2F" w:rsidRPr="00AC2F2F" w:rsidTr="00AA4616">
        <w:trPr>
          <w:trHeight w:val="62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340 772,5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335 684,1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335 684,1</w:t>
            </w:r>
          </w:p>
        </w:tc>
      </w:tr>
      <w:tr w:rsidR="00AC2F2F" w:rsidRPr="00AC2F2F" w:rsidTr="00AA4616">
        <w:trPr>
          <w:trHeight w:val="160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0289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Субвенции бюджетам городских округов на выполнение передаваемых полномочий субъектов Российской Федерации (на организацию и осуществление деятельности по опеке и </w:t>
            </w: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попечительству в отношении совершеннолетних граждан, а также в сфере патронажа (в соответствии с Законом края от 11 июля 2019 года № 7-2988)) 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871,3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871,3</w:t>
            </w:r>
          </w:p>
        </w:tc>
      </w:tr>
      <w:tr w:rsidR="00AC2F2F" w:rsidRPr="00AC2F2F" w:rsidTr="00AA4616">
        <w:trPr>
          <w:trHeight w:val="4056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146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7408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Субвенции бюджетам городских округов на выполнение передаваемых полномочий субъектов Российской Федерации (на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стандартами) 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37 612,6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36 900,2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36 900,2</w:t>
            </w:r>
          </w:p>
        </w:tc>
      </w:tr>
      <w:tr w:rsidR="00AC2F2F" w:rsidRPr="00AC2F2F" w:rsidTr="00AA4616">
        <w:trPr>
          <w:trHeight w:val="4056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147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Субвенции бюджетам городских округов на выполнение передаваемых полномочий субъектов Российской Федерации (на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стандартами) 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31 111,6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30 908,0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30 908,0</w:t>
            </w:r>
          </w:p>
        </w:tc>
      </w:tr>
      <w:tr w:rsidR="00AC2F2F" w:rsidRPr="00AC2F2F" w:rsidTr="00AB2BC5">
        <w:trPr>
          <w:trHeight w:val="27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7429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Субвенции бюджетам городских округов на выполнение передаваемых полномочий субъектов Российской Федерации (на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(в соответствии с Законом края от 30 января 2014 </w:t>
            </w: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года № 6-2056)) 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58,4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58,4</w:t>
            </w:r>
          </w:p>
        </w:tc>
      </w:tr>
      <w:tr w:rsidR="00AC2F2F" w:rsidRPr="00AC2F2F" w:rsidTr="00AA4616">
        <w:trPr>
          <w:trHeight w:val="156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149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7514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Субвенции бюджетам городских округов на выполнение передаваемых полномочий субъектов Российской Федерации (на выполнение государственных полномочий по созданию и обеспечению деятельности административных комиссий (в соответствии с Законом края от 23 апреля 2009 года № 8-3170)) 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828,9</w:t>
            </w:r>
          </w:p>
        </w:tc>
      </w:tr>
      <w:tr w:rsidR="00AC2F2F" w:rsidRPr="00AC2F2F" w:rsidTr="00AA4616">
        <w:trPr>
          <w:trHeight w:val="187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Субвенции бюджетам городских округов на выполнение передаваемых полномочий субъектов Российской Федерации (на выполнение отдельных государственных полномочий по организации мероприятий при осуществлении деятельности по обращению с животными без владельцев (в соответствии с Законом края от 13 июня 2013 года № 4-1402))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925,0</w:t>
            </w:r>
          </w:p>
        </w:tc>
      </w:tr>
      <w:tr w:rsidR="00AC2F2F" w:rsidRPr="00AC2F2F" w:rsidTr="00AA4616">
        <w:trPr>
          <w:trHeight w:val="17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Субвенции бюджетам городских округов на выполнение передаваемых полномочий субъектов Российской Федерации (на осуществление государственных полномочий в области архивного дела, переданных органам местного самоуправления Красноярского края (в соответствии с Законом края от 21 декабря 2010 года № 11-5564))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133,3</w:t>
            </w:r>
          </w:p>
        </w:tc>
      </w:tr>
      <w:tr w:rsidR="00AC2F2F" w:rsidRPr="00AC2F2F" w:rsidTr="00AB2BC5">
        <w:trPr>
          <w:trHeight w:val="839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Субвенции бюджетам городских округов на выполнение передаваемых полномочий субъектов Российской Федерации (на осуществление государственных полномочий по организации и осуществлению деятельности по опеке и попечительству в отношении </w:t>
            </w: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несовершеннолетних (в соответствии с Законом края от 20 декабря 2007 года № 4-1089))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3 256,0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3 256,0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3 256,0</w:t>
            </w:r>
          </w:p>
        </w:tc>
      </w:tr>
      <w:tr w:rsidR="00AC2F2F" w:rsidRPr="00AC2F2F" w:rsidTr="00AA4616">
        <w:trPr>
          <w:trHeight w:val="298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7554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Субвенции бюджетам городских округов на выполнение передаваемых полномочий субъектов Российской Федерации (на исполнение государственных полномочий по осуществлению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(в соответствии с Законом края от 27 декабря 2005 года № 17-4379))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345,6</w:t>
            </w:r>
          </w:p>
        </w:tc>
      </w:tr>
      <w:tr w:rsidR="00AC2F2F" w:rsidRPr="00AC2F2F" w:rsidTr="00AA4616">
        <w:trPr>
          <w:trHeight w:val="4056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7564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Субвенции бюджетам городских округов на выполнение передаваемых полномочий субъектов Российской Федерации (на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за </w:t>
            </w: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стандартами)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126 675,0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125 461,8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125 461,8</w:t>
            </w:r>
          </w:p>
        </w:tc>
      </w:tr>
      <w:tr w:rsidR="00AC2F2F" w:rsidRPr="00AC2F2F" w:rsidTr="00AA4616">
        <w:trPr>
          <w:trHeight w:val="218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155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7566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Субвенции бюджетам городских округов на выполнение передаваемых полномочий субъектов Российской Федерации (на обеспечение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 (в соответствии с Законом края от 27 декабря 2005 года № 17-4377))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11 475,8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11 352,4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11 352,4</w:t>
            </w:r>
          </w:p>
        </w:tc>
      </w:tr>
      <w:tr w:rsidR="00AC2F2F" w:rsidRPr="00AC2F2F" w:rsidTr="00AA4616">
        <w:trPr>
          <w:trHeight w:val="156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Субвенции бюджетам городских округов на выполнение передаваемых полномочий субъектов Российской Федерации (на реализацию отдельных мер по обеспечению ограничения платы граждан за коммунальные услуги (в соответствии с Законом края от 1 декабря 2014 года № 7-2839))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43 777,8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43 777,8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43 777,8</w:t>
            </w:r>
          </w:p>
        </w:tc>
      </w:tr>
      <w:tr w:rsidR="00AC2F2F" w:rsidRPr="00AC2F2F" w:rsidTr="00AA4616">
        <w:trPr>
          <w:trHeight w:val="280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157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7587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Субвенции бюджетам городских округов на выполнение передаваемых полномочий субъектов Российской Федерации (на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(в соответствии с Законом края от 24 декабря 2009 года № 9-4225), за счет средств краевого бюджета)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17 901,3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16 110,5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16 110,5</w:t>
            </w:r>
          </w:p>
        </w:tc>
      </w:tr>
      <w:tr w:rsidR="00AC2F2F" w:rsidRPr="00AC2F2F" w:rsidTr="00AB2BC5">
        <w:trPr>
          <w:trHeight w:val="1831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7588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Субвенции бюджетам городских округов на выполнение передаваемых полномочий субъектов Российской Федерации (на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</w:t>
            </w: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участвующих в реализации общеобразовательных программ в соответствии с федеральными государственными образовательными стандартами)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60 027,8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59 130,7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59 130,7</w:t>
            </w:r>
          </w:p>
        </w:tc>
      </w:tr>
      <w:tr w:rsidR="00AC2F2F" w:rsidRPr="00AC2F2F" w:rsidTr="00AA4616">
        <w:trPr>
          <w:trHeight w:val="156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Субвенции бюджетам городских округов на выполнение передаваемых полномочий субъектов Российской Федерации (на осуществление государственных полномочий по созданию и обеспечению деятельности комиссий по делам несовершеннолетних и защите их прав (в соответствии с Законом края от 26 декабря 2006 года № 21-5589))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866,8</w:t>
            </w:r>
          </w:p>
        </w:tc>
      </w:tr>
      <w:tr w:rsidR="00AC2F2F" w:rsidRPr="00AC2F2F" w:rsidTr="00AA4616">
        <w:trPr>
          <w:trHeight w:val="124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7649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Субвенции бюджетам городских округов на выполнение передаваемых полномочий субъектов Российской Федерации (на осуществление государственных полномочий по обеспечению отдыха и оздоровления детей)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4 711,4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4 633,7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4 633,7</w:t>
            </w:r>
          </w:p>
        </w:tc>
      </w:tr>
      <w:tr w:rsidR="00AC2F2F" w:rsidRPr="00AC2F2F" w:rsidTr="00AA4616">
        <w:trPr>
          <w:trHeight w:val="280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7846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 (на осуществление отдельных государственных полномочий 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 (в соответствии с Законом края от 8 июля 2021 года № 11-5284))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123,7</w:t>
            </w:r>
          </w:p>
        </w:tc>
      </w:tr>
      <w:tr w:rsidR="00AC2F2F" w:rsidRPr="00AC2F2F" w:rsidTr="00AA4616">
        <w:trPr>
          <w:trHeight w:val="124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1 454,1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1 454,1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1 454,1</w:t>
            </w:r>
          </w:p>
        </w:tc>
      </w:tr>
      <w:tr w:rsidR="00AC2F2F" w:rsidRPr="00AC2F2F" w:rsidTr="00AA4616">
        <w:trPr>
          <w:trHeight w:val="127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1 454,1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1 454,1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1 454,1</w:t>
            </w:r>
          </w:p>
        </w:tc>
      </w:tr>
      <w:tr w:rsidR="00AC2F2F" w:rsidRPr="00AC2F2F" w:rsidTr="00AA4616">
        <w:trPr>
          <w:trHeight w:val="1059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</w:tr>
      <w:tr w:rsidR="00AC2F2F" w:rsidRPr="00AC2F2F" w:rsidTr="00AA4616">
        <w:trPr>
          <w:trHeight w:val="124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</w:tr>
      <w:tr w:rsidR="00AC2F2F" w:rsidRPr="00AC2F2F" w:rsidTr="00AA4616">
        <w:trPr>
          <w:trHeight w:val="31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20 103,1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16 555,3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16 555,3</w:t>
            </w:r>
          </w:p>
        </w:tc>
      </w:tr>
      <w:tr w:rsidR="00AC2F2F" w:rsidRPr="00AC2F2F" w:rsidTr="00AA4616">
        <w:trPr>
          <w:trHeight w:val="133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1 907,8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1 907,8</w:t>
            </w:r>
          </w:p>
        </w:tc>
      </w:tr>
      <w:tr w:rsidR="00AC2F2F" w:rsidRPr="00AC2F2F" w:rsidTr="00AA4616">
        <w:trPr>
          <w:trHeight w:val="135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168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1 907,8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1 907,8</w:t>
            </w:r>
          </w:p>
        </w:tc>
      </w:tr>
      <w:tr w:rsidR="00AC2F2F" w:rsidRPr="00AC2F2F" w:rsidTr="00AA4616">
        <w:trPr>
          <w:trHeight w:val="102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14 647,5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14 647,5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14 647,5</w:t>
            </w:r>
          </w:p>
        </w:tc>
      </w:tr>
      <w:tr w:rsidR="00AC2F2F" w:rsidRPr="00AC2F2F" w:rsidTr="00AA4616">
        <w:trPr>
          <w:trHeight w:val="135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14 647,5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14 647,5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14 647,5</w:t>
            </w:r>
          </w:p>
        </w:tc>
      </w:tr>
      <w:tr w:rsidR="00AC2F2F" w:rsidRPr="00AC2F2F" w:rsidTr="00AA4616">
        <w:trPr>
          <w:trHeight w:val="31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4 944,5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C2F2F" w:rsidRPr="00AC2F2F" w:rsidTr="00AA4616">
        <w:trPr>
          <w:trHeight w:val="62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4 944,5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C2F2F" w:rsidRPr="00AC2F2F" w:rsidTr="00AA4616">
        <w:trPr>
          <w:trHeight w:val="936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5299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округов (на обустройство и восстановление воинских захоронений)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C2F2F" w:rsidRPr="00AC2F2F" w:rsidTr="00AA4616">
        <w:trPr>
          <w:trHeight w:val="936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округов (на поддержку физкультурно-спортивных клубов по месту жительства)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C2F2F" w:rsidRPr="00AC2F2F" w:rsidTr="00AA4616">
        <w:trPr>
          <w:trHeight w:val="124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7555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округов (на реализацию мероприятий по профилактике заболеваний путем организации и проведения акарицидных обработок наиболее посещаемых населением мест)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C2F2F" w:rsidRPr="00AC2F2F" w:rsidTr="00AA4616">
        <w:trPr>
          <w:trHeight w:val="936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округов (на устройство плоскостных спортивных сооружений в сельской местности)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C2F2F" w:rsidRPr="00AC2F2F" w:rsidTr="00AA4616">
        <w:trPr>
          <w:trHeight w:val="62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БЕЗВОЗМЕЗДНЫЕ ПОСТУПЛЕНИЯ ОТ НЕГОСУДАРСТВЕННЫХ ОРГАНИЗАЦИЙ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C2F2F" w:rsidRPr="00AC2F2F" w:rsidTr="00AA4616">
        <w:trPr>
          <w:trHeight w:val="62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Безвозмездные поступления от негосударственных организаций в бюджеты городских округов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C2F2F" w:rsidRPr="00AC2F2F" w:rsidTr="00AA4616">
        <w:trPr>
          <w:trHeight w:val="62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городских округов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C2F2F" w:rsidRPr="00AC2F2F" w:rsidTr="00AA4616">
        <w:trPr>
          <w:trHeight w:val="31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453,3</w:t>
            </w:r>
          </w:p>
        </w:tc>
      </w:tr>
      <w:tr w:rsidR="00AC2F2F" w:rsidRPr="00AC2F2F" w:rsidTr="00AA4616">
        <w:trPr>
          <w:trHeight w:val="31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453,3</w:t>
            </w:r>
          </w:p>
        </w:tc>
      </w:tr>
      <w:tr w:rsidR="00AC2F2F" w:rsidRPr="00AC2F2F" w:rsidTr="00AA4616">
        <w:trPr>
          <w:trHeight w:val="31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Прочие безвозмездные поступления в бюджеты городских округов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453,3</w:t>
            </w:r>
          </w:p>
        </w:tc>
      </w:tr>
      <w:tr w:rsidR="00AC2F2F" w:rsidRPr="00AC2F2F" w:rsidTr="00AA4616">
        <w:trPr>
          <w:trHeight w:val="124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NewRomanPSMT" w:eastAsia="Times New Roman" w:hAnsi="TimesNewRomanPSMT" w:cs="Arial CYR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NewRomanPSMT" w:eastAsia="Times New Roman" w:hAnsi="TimesNewRomanPSMT" w:cs="Arial CYR"/>
                <w:color w:val="000000"/>
                <w:sz w:val="20"/>
                <w:szCs w:val="20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4 718,2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C2F2F" w:rsidRPr="00AC2F2F" w:rsidTr="00AA4616">
        <w:trPr>
          <w:trHeight w:val="156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184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NewRomanPSMT" w:eastAsia="Times New Roman" w:hAnsi="TimesNewRomanPSMT" w:cs="Arial CYR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NewRomanPSMT" w:eastAsia="Times New Roman" w:hAnsi="TimesNewRomanPSMT" w:cs="Arial CYR"/>
                <w:color w:val="000000"/>
                <w:sz w:val="20"/>
                <w:szCs w:val="20"/>
                <w:lang w:eastAsia="ru-RU"/>
              </w:rPr>
              <w:t>Доходы бюджетов городских округов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4 718,2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C2F2F" w:rsidRPr="00AC2F2F" w:rsidTr="00AA4616">
        <w:trPr>
          <w:trHeight w:val="62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NewRomanPSMT" w:eastAsia="Times New Roman" w:hAnsi="TimesNewRomanPSMT" w:cs="Arial CYR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NewRomanPSMT" w:eastAsia="Times New Roman" w:hAnsi="TimesNewRomanPSMT" w:cs="Arial CYR"/>
                <w:color w:val="000000"/>
                <w:sz w:val="20"/>
                <w:szCs w:val="20"/>
                <w:lang w:eastAsia="ru-RU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4 718,2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C2F2F" w:rsidRPr="00AC2F2F" w:rsidTr="00AA4616">
        <w:trPr>
          <w:trHeight w:val="936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NewRomanPSMT" w:eastAsia="Times New Roman" w:hAnsi="TimesNewRomanPSMT" w:cs="Arial CYR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NewRomanPSMT" w:eastAsia="Times New Roman" w:hAnsi="TimesNewRomanPSMT" w:cs="Arial CYR"/>
                <w:color w:val="000000"/>
                <w:sz w:val="20"/>
                <w:szCs w:val="20"/>
                <w:lang w:eastAsia="ru-RU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3 427,5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C2F2F" w:rsidRPr="00AC2F2F" w:rsidTr="00AA4616">
        <w:trPr>
          <w:trHeight w:val="62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1 290,7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C2F2F" w:rsidRPr="00AC2F2F" w:rsidTr="00AA4616">
        <w:trPr>
          <w:trHeight w:val="936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-10 681,8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C2F2F" w:rsidRPr="00AC2F2F" w:rsidTr="00AA4616">
        <w:trPr>
          <w:trHeight w:val="936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-10 681,8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C2F2F" w:rsidRPr="00AC2F2F" w:rsidTr="00AA4616">
        <w:trPr>
          <w:trHeight w:val="936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-10 681,8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A4616" w:rsidRPr="00AC2F2F" w:rsidTr="00AA4616">
        <w:trPr>
          <w:trHeight w:val="312"/>
        </w:trPr>
        <w:tc>
          <w:tcPr>
            <w:tcW w:w="70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 w:rsidP="00AC2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ВСЕГО ДОХОДОВ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1 221 077,7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826 550,7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 w:rsidP="0058423E">
            <w:pPr>
              <w:spacing w:after="0" w:line="240" w:lineRule="auto"/>
              <w:ind w:left="-4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2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824 828,7</w:t>
            </w:r>
          </w:p>
        </w:tc>
      </w:tr>
    </w:tbl>
    <w:p w:rsidR="00AC2F2F" w:rsidRDefault="00AC2F2F" w:rsidP="0000692B">
      <w:pPr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  <w:sectPr w:rsidR="00AC2F2F" w:rsidSect="0058423E">
          <w:type w:val="continuous"/>
          <w:pgSz w:w="11906" w:h="16838"/>
          <w:pgMar w:top="1134" w:right="1134" w:bottom="1701" w:left="1134" w:header="709" w:footer="709" w:gutter="0"/>
          <w:cols w:space="708"/>
          <w:docGrid w:linePitch="360"/>
        </w:sectPr>
      </w:pPr>
    </w:p>
    <w:p w:rsidR="0000692B" w:rsidRPr="001E52AC" w:rsidRDefault="0000692B" w:rsidP="0078048A">
      <w:pPr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1E52AC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</w:rPr>
        <w:t>№3</w:t>
      </w:r>
    </w:p>
    <w:p w:rsidR="0000692B" w:rsidRDefault="0000692B" w:rsidP="0078048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E52AC">
        <w:rPr>
          <w:rFonts w:ascii="Times New Roman" w:hAnsi="Times New Roman"/>
          <w:sz w:val="28"/>
          <w:szCs w:val="28"/>
        </w:rPr>
        <w:t>к решению Боготольского городского Совета депутатов</w:t>
      </w:r>
    </w:p>
    <w:p w:rsidR="0078048A" w:rsidRDefault="00CF2BA6" w:rsidP="00CF2BA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11.04.2023 № 11-174 </w:t>
      </w:r>
    </w:p>
    <w:p w:rsidR="00CF2BA6" w:rsidRDefault="00CF2BA6" w:rsidP="00CF2BA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0692B" w:rsidRDefault="0000692B" w:rsidP="0078048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0692B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бюджетной классификации расходов бюджетов Российской Федерации на 2023 год и плановый период 2024-2025 г</w:t>
      </w:r>
      <w:r>
        <w:rPr>
          <w:rFonts w:ascii="Times New Roman" w:hAnsi="Times New Roman"/>
          <w:sz w:val="28"/>
          <w:szCs w:val="28"/>
        </w:rPr>
        <w:t>г.</w:t>
      </w:r>
    </w:p>
    <w:p w:rsidR="0078048A" w:rsidRDefault="0078048A" w:rsidP="0078048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0692B" w:rsidRDefault="0000692B" w:rsidP="0078048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E52AC">
        <w:rPr>
          <w:rFonts w:ascii="Times New Roman" w:hAnsi="Times New Roman"/>
          <w:sz w:val="28"/>
          <w:szCs w:val="28"/>
        </w:rPr>
        <w:t>(тыс.</w:t>
      </w:r>
      <w:r w:rsidR="0078048A">
        <w:rPr>
          <w:rFonts w:ascii="Times New Roman" w:hAnsi="Times New Roman"/>
          <w:sz w:val="28"/>
          <w:szCs w:val="28"/>
        </w:rPr>
        <w:t xml:space="preserve"> </w:t>
      </w:r>
      <w:r w:rsidRPr="001E52AC">
        <w:rPr>
          <w:rFonts w:ascii="Times New Roman" w:hAnsi="Times New Roman"/>
          <w:sz w:val="28"/>
          <w:szCs w:val="28"/>
        </w:rPr>
        <w:t>руб</w:t>
      </w:r>
      <w:r w:rsidR="0078048A">
        <w:rPr>
          <w:rFonts w:ascii="Times New Roman" w:hAnsi="Times New Roman"/>
          <w:sz w:val="28"/>
          <w:szCs w:val="28"/>
        </w:rPr>
        <w:t>.</w:t>
      </w:r>
      <w:r w:rsidRPr="001E52AC">
        <w:rPr>
          <w:rFonts w:ascii="Times New Roman" w:hAnsi="Times New Roman"/>
          <w:sz w:val="28"/>
          <w:szCs w:val="28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4"/>
        <w:gridCol w:w="4289"/>
        <w:gridCol w:w="1239"/>
        <w:gridCol w:w="1101"/>
        <w:gridCol w:w="1100"/>
        <w:gridCol w:w="1064"/>
      </w:tblGrid>
      <w:tr w:rsidR="0000692B" w:rsidRPr="0078048A" w:rsidTr="0078048A">
        <w:trPr>
          <w:trHeight w:val="285"/>
        </w:trPr>
        <w:tc>
          <w:tcPr>
            <w:tcW w:w="266" w:type="pct"/>
            <w:vMerge w:val="restart"/>
            <w:shd w:val="clear" w:color="auto" w:fill="auto"/>
            <w:textDirection w:val="btLr"/>
            <w:vAlign w:val="center"/>
            <w:hideMark/>
          </w:tcPr>
          <w:p w:rsidR="0000692B" w:rsidRPr="0078048A" w:rsidRDefault="0000692B" w:rsidP="00006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№ строки</w:t>
            </w:r>
          </w:p>
        </w:tc>
        <w:tc>
          <w:tcPr>
            <w:tcW w:w="2309" w:type="pct"/>
            <w:vMerge w:val="restart"/>
            <w:shd w:val="clear" w:color="auto" w:fill="auto"/>
            <w:vAlign w:val="center"/>
            <w:hideMark/>
          </w:tcPr>
          <w:p w:rsidR="0000692B" w:rsidRPr="0078048A" w:rsidRDefault="0000692B" w:rsidP="00006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Наименование показателя бюджетной классификации</w:t>
            </w:r>
          </w:p>
        </w:tc>
        <w:tc>
          <w:tcPr>
            <w:tcW w:w="667" w:type="pct"/>
            <w:vMerge w:val="restart"/>
            <w:shd w:val="clear" w:color="auto" w:fill="auto"/>
            <w:vAlign w:val="center"/>
            <w:hideMark/>
          </w:tcPr>
          <w:p w:rsidR="0000692B" w:rsidRPr="0078048A" w:rsidRDefault="0000692B" w:rsidP="00006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Раздел-подраздел</w:t>
            </w:r>
          </w:p>
        </w:tc>
        <w:tc>
          <w:tcPr>
            <w:tcW w:w="593" w:type="pct"/>
            <w:vMerge w:val="restart"/>
            <w:shd w:val="clear" w:color="auto" w:fill="auto"/>
            <w:vAlign w:val="center"/>
            <w:hideMark/>
          </w:tcPr>
          <w:p w:rsidR="0000692B" w:rsidRPr="0078048A" w:rsidRDefault="0000692B" w:rsidP="00006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Сумма на 2023 год</w:t>
            </w:r>
          </w:p>
        </w:tc>
        <w:tc>
          <w:tcPr>
            <w:tcW w:w="592" w:type="pct"/>
            <w:vMerge w:val="restart"/>
            <w:shd w:val="clear" w:color="auto" w:fill="auto"/>
            <w:vAlign w:val="center"/>
            <w:hideMark/>
          </w:tcPr>
          <w:p w:rsidR="0000692B" w:rsidRPr="0078048A" w:rsidRDefault="0000692B" w:rsidP="00006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Сумма на 2024 год</w:t>
            </w:r>
          </w:p>
        </w:tc>
        <w:tc>
          <w:tcPr>
            <w:tcW w:w="574" w:type="pct"/>
            <w:vMerge w:val="restart"/>
            <w:shd w:val="clear" w:color="auto" w:fill="auto"/>
            <w:vAlign w:val="center"/>
            <w:hideMark/>
          </w:tcPr>
          <w:p w:rsidR="0000692B" w:rsidRPr="0078048A" w:rsidRDefault="0000692B" w:rsidP="00006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Сумма на 2025 год</w:t>
            </w:r>
          </w:p>
        </w:tc>
      </w:tr>
      <w:tr w:rsidR="0000692B" w:rsidRPr="0078048A" w:rsidTr="0078048A">
        <w:trPr>
          <w:trHeight w:val="912"/>
        </w:trPr>
        <w:tc>
          <w:tcPr>
            <w:tcW w:w="266" w:type="pct"/>
            <w:vMerge/>
            <w:vAlign w:val="center"/>
            <w:hideMark/>
          </w:tcPr>
          <w:p w:rsidR="0000692B" w:rsidRPr="0078048A" w:rsidRDefault="0000692B" w:rsidP="0000692B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309" w:type="pct"/>
            <w:vMerge/>
            <w:vAlign w:val="center"/>
            <w:hideMark/>
          </w:tcPr>
          <w:p w:rsidR="0000692B" w:rsidRPr="0078048A" w:rsidRDefault="0000692B" w:rsidP="0000692B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667" w:type="pct"/>
            <w:vMerge/>
            <w:vAlign w:val="center"/>
            <w:hideMark/>
          </w:tcPr>
          <w:p w:rsidR="0000692B" w:rsidRPr="0078048A" w:rsidRDefault="0000692B" w:rsidP="0000692B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593" w:type="pct"/>
            <w:vMerge/>
            <w:vAlign w:val="center"/>
            <w:hideMark/>
          </w:tcPr>
          <w:p w:rsidR="0000692B" w:rsidRPr="0078048A" w:rsidRDefault="0000692B" w:rsidP="0000692B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592" w:type="pct"/>
            <w:vMerge/>
            <w:vAlign w:val="center"/>
            <w:hideMark/>
          </w:tcPr>
          <w:p w:rsidR="0000692B" w:rsidRPr="0078048A" w:rsidRDefault="0000692B" w:rsidP="0000692B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692B" w:rsidRPr="0078048A" w:rsidRDefault="0000692B" w:rsidP="0000692B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00692B" w:rsidRPr="0078048A" w:rsidTr="0078048A">
        <w:trPr>
          <w:trHeight w:val="315"/>
        </w:trPr>
        <w:tc>
          <w:tcPr>
            <w:tcW w:w="266" w:type="pct"/>
            <w:shd w:val="clear" w:color="auto" w:fill="auto"/>
            <w:noWrap/>
            <w:vAlign w:val="center"/>
            <w:hideMark/>
          </w:tcPr>
          <w:p w:rsidR="0000692B" w:rsidRPr="0078048A" w:rsidRDefault="0000692B" w:rsidP="00006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309" w:type="pct"/>
            <w:shd w:val="clear" w:color="auto" w:fill="auto"/>
            <w:noWrap/>
            <w:vAlign w:val="center"/>
            <w:hideMark/>
          </w:tcPr>
          <w:p w:rsidR="0000692B" w:rsidRPr="0078048A" w:rsidRDefault="0000692B" w:rsidP="00006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667" w:type="pct"/>
            <w:shd w:val="clear" w:color="auto" w:fill="auto"/>
            <w:noWrap/>
            <w:vAlign w:val="center"/>
            <w:hideMark/>
          </w:tcPr>
          <w:p w:rsidR="0000692B" w:rsidRPr="0078048A" w:rsidRDefault="0000692B" w:rsidP="00006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:rsidR="0000692B" w:rsidRPr="0078048A" w:rsidRDefault="0000692B" w:rsidP="00006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592" w:type="pct"/>
            <w:shd w:val="clear" w:color="auto" w:fill="auto"/>
            <w:noWrap/>
            <w:vAlign w:val="center"/>
            <w:hideMark/>
          </w:tcPr>
          <w:p w:rsidR="0000692B" w:rsidRPr="0078048A" w:rsidRDefault="0000692B" w:rsidP="00006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00692B" w:rsidRPr="0078048A" w:rsidRDefault="0000692B" w:rsidP="00006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6</w:t>
            </w:r>
          </w:p>
        </w:tc>
      </w:tr>
      <w:tr w:rsidR="0000692B" w:rsidRPr="0078048A" w:rsidTr="00BF522E">
        <w:trPr>
          <w:trHeight w:val="630"/>
        </w:trPr>
        <w:tc>
          <w:tcPr>
            <w:tcW w:w="266" w:type="pct"/>
            <w:shd w:val="clear" w:color="auto" w:fill="auto"/>
            <w:vAlign w:val="center"/>
            <w:hideMark/>
          </w:tcPr>
          <w:p w:rsidR="0000692B" w:rsidRPr="0078048A" w:rsidRDefault="0000692B" w:rsidP="00006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309" w:type="pct"/>
            <w:shd w:val="clear" w:color="auto" w:fill="auto"/>
            <w:vAlign w:val="center"/>
            <w:hideMark/>
          </w:tcPr>
          <w:p w:rsidR="0000692B" w:rsidRPr="0078048A" w:rsidRDefault="0000692B" w:rsidP="0000692B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ОБЩЕГОСУДАРСТВЕННЫЕ ВОПРОСЫ</w:t>
            </w: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00692B" w:rsidRPr="0078048A" w:rsidRDefault="0000692B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0100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00692B" w:rsidRPr="0078048A" w:rsidRDefault="0000692B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82 500,2</w:t>
            </w:r>
          </w:p>
        </w:tc>
        <w:tc>
          <w:tcPr>
            <w:tcW w:w="592" w:type="pct"/>
            <w:shd w:val="clear" w:color="auto" w:fill="auto"/>
            <w:vAlign w:val="center"/>
            <w:hideMark/>
          </w:tcPr>
          <w:p w:rsidR="0000692B" w:rsidRPr="0078048A" w:rsidRDefault="0000692B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73 369,3</w:t>
            </w:r>
          </w:p>
        </w:tc>
        <w:tc>
          <w:tcPr>
            <w:tcW w:w="574" w:type="pct"/>
            <w:shd w:val="clear" w:color="auto" w:fill="auto"/>
            <w:vAlign w:val="center"/>
            <w:hideMark/>
          </w:tcPr>
          <w:p w:rsidR="0000692B" w:rsidRPr="0078048A" w:rsidRDefault="0000692B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71 925,1</w:t>
            </w:r>
          </w:p>
        </w:tc>
      </w:tr>
      <w:tr w:rsidR="0000692B" w:rsidRPr="0078048A" w:rsidTr="00BF522E">
        <w:trPr>
          <w:trHeight w:val="892"/>
        </w:trPr>
        <w:tc>
          <w:tcPr>
            <w:tcW w:w="266" w:type="pct"/>
            <w:shd w:val="clear" w:color="auto" w:fill="auto"/>
            <w:vAlign w:val="center"/>
            <w:hideMark/>
          </w:tcPr>
          <w:p w:rsidR="0000692B" w:rsidRPr="0078048A" w:rsidRDefault="0000692B" w:rsidP="00006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309" w:type="pct"/>
            <w:shd w:val="clear" w:color="auto" w:fill="auto"/>
            <w:vAlign w:val="center"/>
            <w:hideMark/>
          </w:tcPr>
          <w:p w:rsidR="0000692B" w:rsidRPr="0078048A" w:rsidRDefault="0000692B" w:rsidP="0000692B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00692B" w:rsidRPr="0078048A" w:rsidRDefault="0000692B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0102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00692B" w:rsidRPr="0078048A" w:rsidRDefault="0000692B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2 060,6</w:t>
            </w:r>
          </w:p>
        </w:tc>
        <w:tc>
          <w:tcPr>
            <w:tcW w:w="592" w:type="pct"/>
            <w:shd w:val="clear" w:color="auto" w:fill="auto"/>
            <w:vAlign w:val="center"/>
            <w:hideMark/>
          </w:tcPr>
          <w:p w:rsidR="0000692B" w:rsidRPr="0078048A" w:rsidRDefault="0000692B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2 060,6</w:t>
            </w:r>
          </w:p>
        </w:tc>
        <w:tc>
          <w:tcPr>
            <w:tcW w:w="574" w:type="pct"/>
            <w:shd w:val="clear" w:color="auto" w:fill="auto"/>
            <w:vAlign w:val="center"/>
            <w:hideMark/>
          </w:tcPr>
          <w:p w:rsidR="0000692B" w:rsidRPr="0078048A" w:rsidRDefault="0000692B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2 060,6</w:t>
            </w:r>
          </w:p>
        </w:tc>
      </w:tr>
      <w:tr w:rsidR="0000692B" w:rsidRPr="0078048A" w:rsidTr="00BF522E">
        <w:trPr>
          <w:trHeight w:val="1260"/>
        </w:trPr>
        <w:tc>
          <w:tcPr>
            <w:tcW w:w="266" w:type="pct"/>
            <w:shd w:val="clear" w:color="auto" w:fill="auto"/>
            <w:vAlign w:val="center"/>
            <w:hideMark/>
          </w:tcPr>
          <w:p w:rsidR="0000692B" w:rsidRPr="0078048A" w:rsidRDefault="0000692B" w:rsidP="00006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309" w:type="pct"/>
            <w:shd w:val="clear" w:color="auto" w:fill="auto"/>
            <w:vAlign w:val="center"/>
            <w:hideMark/>
          </w:tcPr>
          <w:p w:rsidR="0000692B" w:rsidRPr="0078048A" w:rsidRDefault="0000692B" w:rsidP="0000692B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00692B" w:rsidRPr="0078048A" w:rsidRDefault="0000692B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0103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00692B" w:rsidRPr="0078048A" w:rsidRDefault="0000692B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4 318,7</w:t>
            </w:r>
          </w:p>
        </w:tc>
        <w:tc>
          <w:tcPr>
            <w:tcW w:w="592" w:type="pct"/>
            <w:shd w:val="clear" w:color="auto" w:fill="auto"/>
            <w:vAlign w:val="center"/>
            <w:hideMark/>
          </w:tcPr>
          <w:p w:rsidR="0000692B" w:rsidRPr="0078048A" w:rsidRDefault="0000692B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4 295,3</w:t>
            </w:r>
          </w:p>
        </w:tc>
        <w:tc>
          <w:tcPr>
            <w:tcW w:w="574" w:type="pct"/>
            <w:shd w:val="clear" w:color="auto" w:fill="auto"/>
            <w:vAlign w:val="center"/>
            <w:hideMark/>
          </w:tcPr>
          <w:p w:rsidR="0000692B" w:rsidRPr="0078048A" w:rsidRDefault="0000692B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4 295,3</w:t>
            </w:r>
          </w:p>
        </w:tc>
      </w:tr>
      <w:tr w:rsidR="0000692B" w:rsidRPr="0078048A" w:rsidTr="00BF522E">
        <w:trPr>
          <w:trHeight w:val="1260"/>
        </w:trPr>
        <w:tc>
          <w:tcPr>
            <w:tcW w:w="266" w:type="pct"/>
            <w:shd w:val="clear" w:color="auto" w:fill="auto"/>
            <w:vAlign w:val="center"/>
            <w:hideMark/>
          </w:tcPr>
          <w:p w:rsidR="0000692B" w:rsidRPr="0078048A" w:rsidRDefault="0000692B" w:rsidP="00006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309" w:type="pct"/>
            <w:shd w:val="clear" w:color="auto" w:fill="auto"/>
            <w:vAlign w:val="center"/>
            <w:hideMark/>
          </w:tcPr>
          <w:p w:rsidR="0000692B" w:rsidRPr="0078048A" w:rsidRDefault="0000692B" w:rsidP="0000692B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00692B" w:rsidRPr="0078048A" w:rsidRDefault="0000692B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00692B" w:rsidRPr="0078048A" w:rsidRDefault="0000692B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41 155,8</w:t>
            </w:r>
          </w:p>
        </w:tc>
        <w:tc>
          <w:tcPr>
            <w:tcW w:w="592" w:type="pct"/>
            <w:shd w:val="clear" w:color="auto" w:fill="auto"/>
            <w:vAlign w:val="center"/>
            <w:hideMark/>
          </w:tcPr>
          <w:p w:rsidR="0000692B" w:rsidRPr="0078048A" w:rsidRDefault="0000692B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34 575,7</w:t>
            </w:r>
          </w:p>
        </w:tc>
        <w:tc>
          <w:tcPr>
            <w:tcW w:w="574" w:type="pct"/>
            <w:shd w:val="clear" w:color="auto" w:fill="auto"/>
            <w:vAlign w:val="center"/>
            <w:hideMark/>
          </w:tcPr>
          <w:p w:rsidR="0000692B" w:rsidRPr="0078048A" w:rsidRDefault="0000692B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33 254,7</w:t>
            </w:r>
          </w:p>
        </w:tc>
      </w:tr>
      <w:tr w:rsidR="0000692B" w:rsidRPr="0078048A" w:rsidTr="00BF522E">
        <w:trPr>
          <w:trHeight w:val="413"/>
        </w:trPr>
        <w:tc>
          <w:tcPr>
            <w:tcW w:w="266" w:type="pct"/>
            <w:shd w:val="clear" w:color="auto" w:fill="auto"/>
            <w:vAlign w:val="center"/>
            <w:hideMark/>
          </w:tcPr>
          <w:p w:rsidR="0000692B" w:rsidRPr="0078048A" w:rsidRDefault="0000692B" w:rsidP="00006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309" w:type="pct"/>
            <w:shd w:val="clear" w:color="auto" w:fill="auto"/>
            <w:vAlign w:val="center"/>
            <w:hideMark/>
          </w:tcPr>
          <w:p w:rsidR="0000692B" w:rsidRPr="0078048A" w:rsidRDefault="0000692B" w:rsidP="0000692B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Судебная система</w:t>
            </w: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00692B" w:rsidRPr="0078048A" w:rsidRDefault="0000692B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0105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00692B" w:rsidRPr="0078048A" w:rsidRDefault="0000692B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1,7</w:t>
            </w:r>
          </w:p>
        </w:tc>
        <w:tc>
          <w:tcPr>
            <w:tcW w:w="592" w:type="pct"/>
            <w:shd w:val="clear" w:color="auto" w:fill="auto"/>
            <w:vAlign w:val="center"/>
            <w:hideMark/>
          </w:tcPr>
          <w:p w:rsidR="0000692B" w:rsidRPr="0078048A" w:rsidRDefault="0000692B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1,8</w:t>
            </w:r>
          </w:p>
        </w:tc>
        <w:tc>
          <w:tcPr>
            <w:tcW w:w="574" w:type="pct"/>
            <w:shd w:val="clear" w:color="auto" w:fill="auto"/>
            <w:vAlign w:val="center"/>
            <w:hideMark/>
          </w:tcPr>
          <w:p w:rsidR="0000692B" w:rsidRPr="0078048A" w:rsidRDefault="0000692B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1,6</w:t>
            </w:r>
          </w:p>
        </w:tc>
      </w:tr>
      <w:tr w:rsidR="0000692B" w:rsidRPr="0078048A" w:rsidTr="00BF522E">
        <w:trPr>
          <w:trHeight w:val="1128"/>
        </w:trPr>
        <w:tc>
          <w:tcPr>
            <w:tcW w:w="266" w:type="pct"/>
            <w:shd w:val="clear" w:color="auto" w:fill="auto"/>
            <w:vAlign w:val="center"/>
            <w:hideMark/>
          </w:tcPr>
          <w:p w:rsidR="0000692B" w:rsidRPr="0078048A" w:rsidRDefault="0000692B" w:rsidP="00006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2309" w:type="pct"/>
            <w:shd w:val="clear" w:color="auto" w:fill="auto"/>
            <w:vAlign w:val="center"/>
            <w:hideMark/>
          </w:tcPr>
          <w:p w:rsidR="0000692B" w:rsidRPr="0078048A" w:rsidRDefault="0000692B" w:rsidP="0000692B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00692B" w:rsidRPr="0078048A" w:rsidRDefault="0000692B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0106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00692B" w:rsidRPr="0078048A" w:rsidRDefault="0000692B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10 829,9</w:t>
            </w:r>
          </w:p>
        </w:tc>
        <w:tc>
          <w:tcPr>
            <w:tcW w:w="592" w:type="pct"/>
            <w:shd w:val="clear" w:color="auto" w:fill="auto"/>
            <w:vAlign w:val="center"/>
            <w:hideMark/>
          </w:tcPr>
          <w:p w:rsidR="0000692B" w:rsidRPr="0078048A" w:rsidRDefault="0000692B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10 817,9</w:t>
            </w:r>
          </w:p>
        </w:tc>
        <w:tc>
          <w:tcPr>
            <w:tcW w:w="574" w:type="pct"/>
            <w:shd w:val="clear" w:color="auto" w:fill="auto"/>
            <w:vAlign w:val="center"/>
            <w:hideMark/>
          </w:tcPr>
          <w:p w:rsidR="0000692B" w:rsidRPr="0078048A" w:rsidRDefault="0000692B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10 817,9</w:t>
            </w:r>
          </w:p>
        </w:tc>
      </w:tr>
      <w:tr w:rsidR="0000692B" w:rsidRPr="0078048A" w:rsidTr="00BF522E">
        <w:trPr>
          <w:trHeight w:val="407"/>
        </w:trPr>
        <w:tc>
          <w:tcPr>
            <w:tcW w:w="266" w:type="pct"/>
            <w:shd w:val="clear" w:color="auto" w:fill="auto"/>
            <w:vAlign w:val="center"/>
            <w:hideMark/>
          </w:tcPr>
          <w:p w:rsidR="0000692B" w:rsidRPr="0078048A" w:rsidRDefault="0000692B" w:rsidP="00006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2309" w:type="pct"/>
            <w:shd w:val="clear" w:color="auto" w:fill="auto"/>
            <w:vAlign w:val="center"/>
            <w:hideMark/>
          </w:tcPr>
          <w:p w:rsidR="0000692B" w:rsidRPr="0078048A" w:rsidRDefault="0000692B" w:rsidP="0000692B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Резервные фонды</w:t>
            </w: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00692B" w:rsidRPr="0078048A" w:rsidRDefault="0000692B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0111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00692B" w:rsidRPr="0078048A" w:rsidRDefault="0000692B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620,0</w:t>
            </w:r>
          </w:p>
        </w:tc>
        <w:tc>
          <w:tcPr>
            <w:tcW w:w="592" w:type="pct"/>
            <w:shd w:val="clear" w:color="auto" w:fill="auto"/>
            <w:vAlign w:val="center"/>
            <w:hideMark/>
          </w:tcPr>
          <w:p w:rsidR="0000692B" w:rsidRPr="0078048A" w:rsidRDefault="0000692B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500,0</w:t>
            </w:r>
          </w:p>
        </w:tc>
        <w:tc>
          <w:tcPr>
            <w:tcW w:w="574" w:type="pct"/>
            <w:shd w:val="clear" w:color="auto" w:fill="auto"/>
            <w:vAlign w:val="center"/>
            <w:hideMark/>
          </w:tcPr>
          <w:p w:rsidR="0000692B" w:rsidRPr="0078048A" w:rsidRDefault="0000692B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500,0</w:t>
            </w:r>
          </w:p>
        </w:tc>
      </w:tr>
      <w:tr w:rsidR="0000692B" w:rsidRPr="0078048A" w:rsidTr="00BF522E">
        <w:trPr>
          <w:trHeight w:val="427"/>
        </w:trPr>
        <w:tc>
          <w:tcPr>
            <w:tcW w:w="266" w:type="pct"/>
            <w:shd w:val="clear" w:color="auto" w:fill="auto"/>
            <w:vAlign w:val="center"/>
            <w:hideMark/>
          </w:tcPr>
          <w:p w:rsidR="0000692B" w:rsidRPr="0078048A" w:rsidRDefault="0000692B" w:rsidP="00006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2309" w:type="pct"/>
            <w:shd w:val="clear" w:color="auto" w:fill="auto"/>
            <w:vAlign w:val="center"/>
            <w:hideMark/>
          </w:tcPr>
          <w:p w:rsidR="0000692B" w:rsidRPr="0078048A" w:rsidRDefault="0000692B" w:rsidP="0000692B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Другие общегосударственные вопросы</w:t>
            </w: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00692B" w:rsidRPr="0078048A" w:rsidRDefault="0000692B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0113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00692B" w:rsidRPr="0078048A" w:rsidRDefault="0000692B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23 513,6</w:t>
            </w:r>
          </w:p>
        </w:tc>
        <w:tc>
          <w:tcPr>
            <w:tcW w:w="592" w:type="pct"/>
            <w:shd w:val="clear" w:color="auto" w:fill="auto"/>
            <w:vAlign w:val="center"/>
            <w:hideMark/>
          </w:tcPr>
          <w:p w:rsidR="0000692B" w:rsidRPr="0078048A" w:rsidRDefault="0000692B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21 118,0</w:t>
            </w:r>
          </w:p>
        </w:tc>
        <w:tc>
          <w:tcPr>
            <w:tcW w:w="574" w:type="pct"/>
            <w:shd w:val="clear" w:color="auto" w:fill="auto"/>
            <w:vAlign w:val="center"/>
            <w:hideMark/>
          </w:tcPr>
          <w:p w:rsidR="0000692B" w:rsidRPr="0078048A" w:rsidRDefault="0000692B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20 995,0</w:t>
            </w:r>
          </w:p>
        </w:tc>
      </w:tr>
      <w:tr w:rsidR="0000692B" w:rsidRPr="0078048A" w:rsidTr="00BF522E">
        <w:trPr>
          <w:trHeight w:val="831"/>
        </w:trPr>
        <w:tc>
          <w:tcPr>
            <w:tcW w:w="266" w:type="pct"/>
            <w:shd w:val="clear" w:color="auto" w:fill="auto"/>
            <w:vAlign w:val="center"/>
            <w:hideMark/>
          </w:tcPr>
          <w:p w:rsidR="0000692B" w:rsidRPr="0078048A" w:rsidRDefault="0000692B" w:rsidP="00006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2309" w:type="pct"/>
            <w:shd w:val="clear" w:color="auto" w:fill="auto"/>
            <w:vAlign w:val="center"/>
            <w:hideMark/>
          </w:tcPr>
          <w:p w:rsidR="0000692B" w:rsidRPr="0078048A" w:rsidRDefault="0000692B" w:rsidP="0000692B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00692B" w:rsidRPr="0078048A" w:rsidRDefault="0000692B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0300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00692B" w:rsidRPr="0078048A" w:rsidRDefault="0000692B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4 517,8</w:t>
            </w:r>
          </w:p>
        </w:tc>
        <w:tc>
          <w:tcPr>
            <w:tcW w:w="592" w:type="pct"/>
            <w:shd w:val="clear" w:color="auto" w:fill="auto"/>
            <w:vAlign w:val="center"/>
            <w:hideMark/>
          </w:tcPr>
          <w:p w:rsidR="0000692B" w:rsidRPr="0078048A" w:rsidRDefault="0000692B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4 106,2</w:t>
            </w:r>
          </w:p>
        </w:tc>
        <w:tc>
          <w:tcPr>
            <w:tcW w:w="574" w:type="pct"/>
            <w:shd w:val="clear" w:color="auto" w:fill="auto"/>
            <w:vAlign w:val="center"/>
            <w:hideMark/>
          </w:tcPr>
          <w:p w:rsidR="0000692B" w:rsidRPr="0078048A" w:rsidRDefault="0000692B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4 006,1</w:t>
            </w:r>
          </w:p>
        </w:tc>
      </w:tr>
      <w:tr w:rsidR="0000692B" w:rsidRPr="0078048A" w:rsidTr="00BF522E">
        <w:trPr>
          <w:trHeight w:val="831"/>
        </w:trPr>
        <w:tc>
          <w:tcPr>
            <w:tcW w:w="266" w:type="pct"/>
            <w:shd w:val="clear" w:color="auto" w:fill="auto"/>
            <w:vAlign w:val="center"/>
            <w:hideMark/>
          </w:tcPr>
          <w:p w:rsidR="0000692B" w:rsidRPr="0078048A" w:rsidRDefault="0000692B" w:rsidP="00006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2309" w:type="pct"/>
            <w:shd w:val="clear" w:color="auto" w:fill="auto"/>
            <w:vAlign w:val="center"/>
            <w:hideMark/>
          </w:tcPr>
          <w:p w:rsidR="0000692B" w:rsidRPr="0078048A" w:rsidRDefault="0000692B" w:rsidP="0000692B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00692B" w:rsidRPr="0078048A" w:rsidRDefault="0000692B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0310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00692B" w:rsidRPr="0078048A" w:rsidRDefault="0000692B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3 777,1</w:t>
            </w:r>
          </w:p>
        </w:tc>
        <w:tc>
          <w:tcPr>
            <w:tcW w:w="592" w:type="pct"/>
            <w:shd w:val="clear" w:color="auto" w:fill="auto"/>
            <w:vAlign w:val="center"/>
            <w:hideMark/>
          </w:tcPr>
          <w:p w:rsidR="0000692B" w:rsidRPr="0078048A" w:rsidRDefault="0000692B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3 877,2</w:t>
            </w:r>
          </w:p>
        </w:tc>
        <w:tc>
          <w:tcPr>
            <w:tcW w:w="574" w:type="pct"/>
            <w:shd w:val="clear" w:color="auto" w:fill="auto"/>
            <w:vAlign w:val="center"/>
            <w:hideMark/>
          </w:tcPr>
          <w:p w:rsidR="0000692B" w:rsidRPr="0078048A" w:rsidRDefault="0000692B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3 777,1</w:t>
            </w:r>
          </w:p>
        </w:tc>
      </w:tr>
      <w:tr w:rsidR="0000692B" w:rsidRPr="0078048A" w:rsidTr="00BF522E">
        <w:trPr>
          <w:trHeight w:val="831"/>
        </w:trPr>
        <w:tc>
          <w:tcPr>
            <w:tcW w:w="266" w:type="pct"/>
            <w:shd w:val="clear" w:color="auto" w:fill="auto"/>
            <w:vAlign w:val="center"/>
            <w:hideMark/>
          </w:tcPr>
          <w:p w:rsidR="0000692B" w:rsidRPr="0078048A" w:rsidRDefault="0000692B" w:rsidP="00006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2309" w:type="pct"/>
            <w:shd w:val="clear" w:color="auto" w:fill="auto"/>
            <w:vAlign w:val="center"/>
            <w:hideMark/>
          </w:tcPr>
          <w:p w:rsidR="0000692B" w:rsidRPr="0078048A" w:rsidRDefault="0000692B" w:rsidP="0000692B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00692B" w:rsidRPr="0078048A" w:rsidRDefault="0000692B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0314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00692B" w:rsidRPr="0078048A" w:rsidRDefault="0000692B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740,7</w:t>
            </w:r>
          </w:p>
        </w:tc>
        <w:tc>
          <w:tcPr>
            <w:tcW w:w="592" w:type="pct"/>
            <w:shd w:val="clear" w:color="auto" w:fill="auto"/>
            <w:vAlign w:val="center"/>
            <w:hideMark/>
          </w:tcPr>
          <w:p w:rsidR="0000692B" w:rsidRPr="0078048A" w:rsidRDefault="0000692B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229,0</w:t>
            </w:r>
          </w:p>
        </w:tc>
        <w:tc>
          <w:tcPr>
            <w:tcW w:w="574" w:type="pct"/>
            <w:shd w:val="clear" w:color="auto" w:fill="auto"/>
            <w:vAlign w:val="center"/>
            <w:hideMark/>
          </w:tcPr>
          <w:p w:rsidR="0000692B" w:rsidRPr="0078048A" w:rsidRDefault="0000692B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229,0</w:t>
            </w:r>
          </w:p>
        </w:tc>
      </w:tr>
    </w:tbl>
    <w:p w:rsidR="0000692B" w:rsidRDefault="0000692B" w:rsidP="0000692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6"/>
        <w:gridCol w:w="4324"/>
        <w:gridCol w:w="799"/>
        <w:gridCol w:w="1356"/>
        <w:gridCol w:w="1176"/>
        <w:gridCol w:w="1176"/>
      </w:tblGrid>
      <w:tr w:rsidR="0078048A" w:rsidRPr="001E6343" w:rsidTr="00BF522E">
        <w:trPr>
          <w:trHeight w:val="283"/>
        </w:trPr>
        <w:tc>
          <w:tcPr>
            <w:tcW w:w="246" w:type="pct"/>
            <w:shd w:val="clear" w:color="auto" w:fill="auto"/>
          </w:tcPr>
          <w:p w:rsidR="0078048A" w:rsidRPr="0078048A" w:rsidRDefault="0078048A" w:rsidP="00926D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2328" w:type="pct"/>
            <w:shd w:val="clear" w:color="auto" w:fill="auto"/>
            <w:vAlign w:val="center"/>
          </w:tcPr>
          <w:p w:rsidR="0078048A" w:rsidRPr="0078048A" w:rsidRDefault="0078048A" w:rsidP="00BF522E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НАЦИОНАЛЬНАЯ ЭКОНОМИКА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0400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45 614,7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40 193,0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34 243,0</w:t>
            </w:r>
          </w:p>
        </w:tc>
      </w:tr>
      <w:tr w:rsidR="0078048A" w:rsidRPr="001E6343" w:rsidTr="00BF522E">
        <w:trPr>
          <w:trHeight w:val="283"/>
        </w:trPr>
        <w:tc>
          <w:tcPr>
            <w:tcW w:w="246" w:type="pct"/>
            <w:shd w:val="clear" w:color="auto" w:fill="auto"/>
            <w:hideMark/>
          </w:tcPr>
          <w:p w:rsidR="0078048A" w:rsidRPr="0078048A" w:rsidRDefault="0078048A" w:rsidP="00006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2328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Транспорт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0408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13 990,0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13 990,0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13 990,0</w:t>
            </w:r>
          </w:p>
        </w:tc>
      </w:tr>
      <w:tr w:rsidR="0078048A" w:rsidRPr="001E6343" w:rsidTr="00BF522E">
        <w:trPr>
          <w:trHeight w:val="283"/>
        </w:trPr>
        <w:tc>
          <w:tcPr>
            <w:tcW w:w="246" w:type="pct"/>
            <w:shd w:val="clear" w:color="auto" w:fill="auto"/>
            <w:hideMark/>
          </w:tcPr>
          <w:p w:rsidR="0078048A" w:rsidRPr="0078048A" w:rsidRDefault="0078048A" w:rsidP="00006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</w:t>
            </w:r>
          </w:p>
        </w:tc>
        <w:tc>
          <w:tcPr>
            <w:tcW w:w="2328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Дорожное хозяйство (дорожные фонды)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0409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29 697,9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24 306,5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18 356,5</w:t>
            </w:r>
          </w:p>
        </w:tc>
      </w:tr>
      <w:tr w:rsidR="0078048A" w:rsidRPr="001E6343" w:rsidTr="00BF522E">
        <w:trPr>
          <w:trHeight w:val="283"/>
        </w:trPr>
        <w:tc>
          <w:tcPr>
            <w:tcW w:w="246" w:type="pct"/>
            <w:shd w:val="clear" w:color="auto" w:fill="auto"/>
            <w:hideMark/>
          </w:tcPr>
          <w:p w:rsidR="0078048A" w:rsidRPr="0078048A" w:rsidRDefault="0078048A" w:rsidP="00006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2328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0412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1 926,9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1 896,5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1 896,5</w:t>
            </w:r>
          </w:p>
        </w:tc>
      </w:tr>
      <w:tr w:rsidR="0078048A" w:rsidRPr="001E6343" w:rsidTr="00BF522E">
        <w:trPr>
          <w:trHeight w:val="340"/>
        </w:trPr>
        <w:tc>
          <w:tcPr>
            <w:tcW w:w="246" w:type="pct"/>
            <w:shd w:val="clear" w:color="auto" w:fill="auto"/>
            <w:hideMark/>
          </w:tcPr>
          <w:p w:rsidR="0078048A" w:rsidRPr="0078048A" w:rsidRDefault="0078048A" w:rsidP="00006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16</w:t>
            </w:r>
          </w:p>
        </w:tc>
        <w:tc>
          <w:tcPr>
            <w:tcW w:w="2328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ЖИЛИЩНО-КОММУНАЛЬНОЕ ХОЗЯЙСТВО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0500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977 656,6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78 367,9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75 649,8</w:t>
            </w:r>
          </w:p>
        </w:tc>
      </w:tr>
      <w:tr w:rsidR="0078048A" w:rsidRPr="001E6343" w:rsidTr="00BF522E">
        <w:trPr>
          <w:trHeight w:val="283"/>
        </w:trPr>
        <w:tc>
          <w:tcPr>
            <w:tcW w:w="246" w:type="pct"/>
            <w:shd w:val="clear" w:color="auto" w:fill="auto"/>
            <w:hideMark/>
          </w:tcPr>
          <w:p w:rsidR="0078048A" w:rsidRPr="0078048A" w:rsidRDefault="0078048A" w:rsidP="00006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17</w:t>
            </w:r>
          </w:p>
        </w:tc>
        <w:tc>
          <w:tcPr>
            <w:tcW w:w="2328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Жилищное хозяйство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0501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887 359,1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3 313,2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3 313,2</w:t>
            </w:r>
          </w:p>
        </w:tc>
      </w:tr>
      <w:tr w:rsidR="0078048A" w:rsidRPr="001E6343" w:rsidTr="00BF522E">
        <w:trPr>
          <w:trHeight w:val="283"/>
        </w:trPr>
        <w:tc>
          <w:tcPr>
            <w:tcW w:w="246" w:type="pct"/>
            <w:shd w:val="clear" w:color="auto" w:fill="auto"/>
            <w:hideMark/>
          </w:tcPr>
          <w:p w:rsidR="0078048A" w:rsidRPr="0078048A" w:rsidRDefault="0078048A" w:rsidP="00006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18</w:t>
            </w:r>
          </w:p>
        </w:tc>
        <w:tc>
          <w:tcPr>
            <w:tcW w:w="2328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Коммунальное хозяйство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0502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45 377,8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45 377,8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45 117,8</w:t>
            </w:r>
          </w:p>
        </w:tc>
      </w:tr>
      <w:tr w:rsidR="0078048A" w:rsidRPr="001E6343" w:rsidTr="00BF522E">
        <w:trPr>
          <w:trHeight w:val="283"/>
        </w:trPr>
        <w:tc>
          <w:tcPr>
            <w:tcW w:w="246" w:type="pct"/>
            <w:shd w:val="clear" w:color="auto" w:fill="auto"/>
            <w:hideMark/>
          </w:tcPr>
          <w:p w:rsidR="0078048A" w:rsidRPr="0078048A" w:rsidRDefault="0078048A" w:rsidP="00006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19</w:t>
            </w:r>
          </w:p>
        </w:tc>
        <w:tc>
          <w:tcPr>
            <w:tcW w:w="2328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Благоустройство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0503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37 716,8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22 492,1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20 034,0</w:t>
            </w:r>
          </w:p>
        </w:tc>
      </w:tr>
      <w:tr w:rsidR="0078048A" w:rsidRPr="001E6343" w:rsidTr="00BF522E">
        <w:trPr>
          <w:trHeight w:val="283"/>
        </w:trPr>
        <w:tc>
          <w:tcPr>
            <w:tcW w:w="246" w:type="pct"/>
            <w:shd w:val="clear" w:color="auto" w:fill="auto"/>
            <w:hideMark/>
          </w:tcPr>
          <w:p w:rsidR="0078048A" w:rsidRPr="0078048A" w:rsidRDefault="0078048A" w:rsidP="00006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</w:t>
            </w:r>
          </w:p>
        </w:tc>
        <w:tc>
          <w:tcPr>
            <w:tcW w:w="2328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0505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7 202,9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7 184,9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7 184,9</w:t>
            </w:r>
          </w:p>
        </w:tc>
      </w:tr>
      <w:tr w:rsidR="0078048A" w:rsidRPr="001E6343" w:rsidTr="00BF522E">
        <w:trPr>
          <w:trHeight w:val="340"/>
        </w:trPr>
        <w:tc>
          <w:tcPr>
            <w:tcW w:w="246" w:type="pct"/>
            <w:shd w:val="clear" w:color="auto" w:fill="auto"/>
            <w:hideMark/>
          </w:tcPr>
          <w:p w:rsidR="0078048A" w:rsidRPr="0078048A" w:rsidRDefault="0078048A" w:rsidP="00006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21</w:t>
            </w:r>
          </w:p>
        </w:tc>
        <w:tc>
          <w:tcPr>
            <w:tcW w:w="2328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ОХРАНА ОКРУЖАЮЩЕЙ СРЕДЫ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0600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1 028,5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942,7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942,7</w:t>
            </w:r>
          </w:p>
        </w:tc>
      </w:tr>
      <w:tr w:rsidR="0078048A" w:rsidRPr="001E6343" w:rsidTr="00BF522E">
        <w:trPr>
          <w:trHeight w:val="283"/>
        </w:trPr>
        <w:tc>
          <w:tcPr>
            <w:tcW w:w="246" w:type="pct"/>
            <w:shd w:val="clear" w:color="auto" w:fill="auto"/>
            <w:hideMark/>
          </w:tcPr>
          <w:p w:rsidR="0078048A" w:rsidRPr="0078048A" w:rsidRDefault="0078048A" w:rsidP="00006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22</w:t>
            </w:r>
          </w:p>
        </w:tc>
        <w:tc>
          <w:tcPr>
            <w:tcW w:w="2328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0603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995,2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925,0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925,0</w:t>
            </w:r>
          </w:p>
        </w:tc>
      </w:tr>
      <w:tr w:rsidR="0078048A" w:rsidRPr="001E6343" w:rsidTr="00BF522E">
        <w:trPr>
          <w:trHeight w:val="283"/>
        </w:trPr>
        <w:tc>
          <w:tcPr>
            <w:tcW w:w="246" w:type="pct"/>
            <w:shd w:val="clear" w:color="auto" w:fill="auto"/>
            <w:hideMark/>
          </w:tcPr>
          <w:p w:rsidR="0078048A" w:rsidRPr="0078048A" w:rsidRDefault="0078048A" w:rsidP="00006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23</w:t>
            </w:r>
          </w:p>
        </w:tc>
        <w:tc>
          <w:tcPr>
            <w:tcW w:w="2328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0605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33,3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17,7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17,7</w:t>
            </w:r>
          </w:p>
        </w:tc>
      </w:tr>
      <w:tr w:rsidR="0078048A" w:rsidRPr="001E6343" w:rsidTr="00BF522E">
        <w:trPr>
          <w:trHeight w:val="340"/>
        </w:trPr>
        <w:tc>
          <w:tcPr>
            <w:tcW w:w="246" w:type="pct"/>
            <w:shd w:val="clear" w:color="auto" w:fill="auto"/>
            <w:hideMark/>
          </w:tcPr>
          <w:p w:rsidR="0078048A" w:rsidRPr="0078048A" w:rsidRDefault="0078048A" w:rsidP="00006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24</w:t>
            </w:r>
          </w:p>
        </w:tc>
        <w:tc>
          <w:tcPr>
            <w:tcW w:w="2328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ОБРАЗОВАНИЕ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0700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527 258,4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492 187,9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489 163,9</w:t>
            </w:r>
          </w:p>
        </w:tc>
      </w:tr>
      <w:tr w:rsidR="0078048A" w:rsidRPr="001E6343" w:rsidTr="00BF522E">
        <w:trPr>
          <w:trHeight w:val="283"/>
        </w:trPr>
        <w:tc>
          <w:tcPr>
            <w:tcW w:w="246" w:type="pct"/>
            <w:shd w:val="clear" w:color="auto" w:fill="auto"/>
            <w:hideMark/>
          </w:tcPr>
          <w:p w:rsidR="0078048A" w:rsidRPr="0078048A" w:rsidRDefault="0078048A" w:rsidP="00006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25</w:t>
            </w:r>
          </w:p>
        </w:tc>
        <w:tc>
          <w:tcPr>
            <w:tcW w:w="2328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Дошкольное образование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0701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167 370,5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160 801,0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159 107,2</w:t>
            </w:r>
          </w:p>
        </w:tc>
      </w:tr>
      <w:tr w:rsidR="0078048A" w:rsidRPr="001E6343" w:rsidTr="00BF522E">
        <w:trPr>
          <w:trHeight w:val="283"/>
        </w:trPr>
        <w:tc>
          <w:tcPr>
            <w:tcW w:w="246" w:type="pct"/>
            <w:shd w:val="clear" w:color="auto" w:fill="auto"/>
            <w:hideMark/>
          </w:tcPr>
          <w:p w:rsidR="0078048A" w:rsidRPr="0078048A" w:rsidRDefault="0078048A" w:rsidP="00006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26</w:t>
            </w:r>
          </w:p>
        </w:tc>
        <w:tc>
          <w:tcPr>
            <w:tcW w:w="2328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Общее образование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248 229,0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244 361,7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243 060,2</w:t>
            </w:r>
          </w:p>
        </w:tc>
      </w:tr>
      <w:tr w:rsidR="0078048A" w:rsidRPr="001E6343" w:rsidTr="00BF522E">
        <w:trPr>
          <w:trHeight w:val="283"/>
        </w:trPr>
        <w:tc>
          <w:tcPr>
            <w:tcW w:w="246" w:type="pct"/>
            <w:shd w:val="clear" w:color="auto" w:fill="auto"/>
            <w:hideMark/>
          </w:tcPr>
          <w:p w:rsidR="0078048A" w:rsidRPr="0078048A" w:rsidRDefault="0078048A" w:rsidP="00006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27</w:t>
            </w:r>
          </w:p>
        </w:tc>
        <w:tc>
          <w:tcPr>
            <w:tcW w:w="2328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Дополнительное образование детей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0703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39 826,1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38 715,1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38 736,4</w:t>
            </w:r>
          </w:p>
        </w:tc>
      </w:tr>
      <w:tr w:rsidR="0078048A" w:rsidRPr="001E6343" w:rsidTr="00BF522E">
        <w:trPr>
          <w:trHeight w:val="283"/>
        </w:trPr>
        <w:tc>
          <w:tcPr>
            <w:tcW w:w="246" w:type="pct"/>
            <w:shd w:val="clear" w:color="auto" w:fill="auto"/>
            <w:hideMark/>
          </w:tcPr>
          <w:p w:rsidR="0078048A" w:rsidRPr="0078048A" w:rsidRDefault="0078048A" w:rsidP="00006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28</w:t>
            </w:r>
          </w:p>
        </w:tc>
        <w:tc>
          <w:tcPr>
            <w:tcW w:w="2328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Молодежная политика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0707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29 661,6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8 075,7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8 075,7</w:t>
            </w:r>
          </w:p>
        </w:tc>
      </w:tr>
      <w:tr w:rsidR="0078048A" w:rsidRPr="001E6343" w:rsidTr="00BF522E">
        <w:trPr>
          <w:trHeight w:val="283"/>
        </w:trPr>
        <w:tc>
          <w:tcPr>
            <w:tcW w:w="246" w:type="pct"/>
            <w:shd w:val="clear" w:color="auto" w:fill="auto"/>
            <w:hideMark/>
          </w:tcPr>
          <w:p w:rsidR="0078048A" w:rsidRPr="0078048A" w:rsidRDefault="0078048A" w:rsidP="00006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29</w:t>
            </w:r>
          </w:p>
        </w:tc>
        <w:tc>
          <w:tcPr>
            <w:tcW w:w="2328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Другие вопросы в области образования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0709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42 171,1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40 234,4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40 184,3</w:t>
            </w:r>
          </w:p>
        </w:tc>
      </w:tr>
      <w:tr w:rsidR="0078048A" w:rsidRPr="001E6343" w:rsidTr="00BF522E">
        <w:trPr>
          <w:trHeight w:val="340"/>
        </w:trPr>
        <w:tc>
          <w:tcPr>
            <w:tcW w:w="246" w:type="pct"/>
            <w:shd w:val="clear" w:color="auto" w:fill="auto"/>
            <w:hideMark/>
          </w:tcPr>
          <w:p w:rsidR="0078048A" w:rsidRPr="0078048A" w:rsidRDefault="0078048A" w:rsidP="00006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2328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КУЛЬТУРА, КИНЕМАТОГРАФИЯ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0800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52 100,8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46 381,3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46 310,8</w:t>
            </w:r>
          </w:p>
        </w:tc>
      </w:tr>
      <w:tr w:rsidR="0078048A" w:rsidRPr="001E6343" w:rsidTr="00BF522E">
        <w:trPr>
          <w:trHeight w:val="283"/>
        </w:trPr>
        <w:tc>
          <w:tcPr>
            <w:tcW w:w="246" w:type="pct"/>
            <w:shd w:val="clear" w:color="auto" w:fill="auto"/>
            <w:hideMark/>
          </w:tcPr>
          <w:p w:rsidR="0078048A" w:rsidRPr="0078048A" w:rsidRDefault="0078048A" w:rsidP="00006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31</w:t>
            </w:r>
          </w:p>
        </w:tc>
        <w:tc>
          <w:tcPr>
            <w:tcW w:w="2328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Культура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0801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52 098,8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46 379,3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46 308,8</w:t>
            </w:r>
          </w:p>
        </w:tc>
      </w:tr>
      <w:tr w:rsidR="0078048A" w:rsidRPr="001E6343" w:rsidTr="00BF522E">
        <w:trPr>
          <w:trHeight w:val="283"/>
        </w:trPr>
        <w:tc>
          <w:tcPr>
            <w:tcW w:w="246" w:type="pct"/>
            <w:shd w:val="clear" w:color="auto" w:fill="auto"/>
            <w:hideMark/>
          </w:tcPr>
          <w:p w:rsidR="0078048A" w:rsidRPr="0078048A" w:rsidRDefault="0078048A" w:rsidP="00006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32</w:t>
            </w:r>
          </w:p>
        </w:tc>
        <w:tc>
          <w:tcPr>
            <w:tcW w:w="2328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0804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2,0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2,0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2,0</w:t>
            </w:r>
          </w:p>
        </w:tc>
      </w:tr>
      <w:tr w:rsidR="0078048A" w:rsidRPr="001E6343" w:rsidTr="00BF522E">
        <w:trPr>
          <w:trHeight w:val="340"/>
        </w:trPr>
        <w:tc>
          <w:tcPr>
            <w:tcW w:w="246" w:type="pct"/>
            <w:shd w:val="clear" w:color="auto" w:fill="auto"/>
            <w:hideMark/>
          </w:tcPr>
          <w:p w:rsidR="0078048A" w:rsidRPr="0078048A" w:rsidRDefault="0078048A" w:rsidP="00006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33</w:t>
            </w:r>
          </w:p>
        </w:tc>
        <w:tc>
          <w:tcPr>
            <w:tcW w:w="2328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ЗДРАВООХРАНЕНИЕ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0900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169,1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0,0</w:t>
            </w:r>
          </w:p>
        </w:tc>
      </w:tr>
      <w:tr w:rsidR="0078048A" w:rsidRPr="001E6343" w:rsidTr="00BF522E">
        <w:trPr>
          <w:trHeight w:val="283"/>
        </w:trPr>
        <w:tc>
          <w:tcPr>
            <w:tcW w:w="246" w:type="pct"/>
            <w:shd w:val="clear" w:color="auto" w:fill="auto"/>
            <w:hideMark/>
          </w:tcPr>
          <w:p w:rsidR="0078048A" w:rsidRPr="0078048A" w:rsidRDefault="0078048A" w:rsidP="00006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34</w:t>
            </w:r>
          </w:p>
        </w:tc>
        <w:tc>
          <w:tcPr>
            <w:tcW w:w="2328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0909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169,1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0,0</w:t>
            </w:r>
          </w:p>
        </w:tc>
      </w:tr>
      <w:tr w:rsidR="0078048A" w:rsidRPr="001E6343" w:rsidTr="00BF522E">
        <w:trPr>
          <w:trHeight w:val="283"/>
        </w:trPr>
        <w:tc>
          <w:tcPr>
            <w:tcW w:w="246" w:type="pct"/>
            <w:shd w:val="clear" w:color="auto" w:fill="auto"/>
            <w:hideMark/>
          </w:tcPr>
          <w:p w:rsidR="0078048A" w:rsidRPr="0078048A" w:rsidRDefault="0078048A" w:rsidP="00006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35</w:t>
            </w:r>
          </w:p>
        </w:tc>
        <w:tc>
          <w:tcPr>
            <w:tcW w:w="2328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СОЦИАЛЬНАЯ ПОЛИТИКА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53 783,5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49 054,1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49 334,8</w:t>
            </w:r>
          </w:p>
        </w:tc>
      </w:tr>
      <w:tr w:rsidR="0078048A" w:rsidRPr="001E6343" w:rsidTr="00BF522E">
        <w:trPr>
          <w:trHeight w:val="283"/>
        </w:trPr>
        <w:tc>
          <w:tcPr>
            <w:tcW w:w="246" w:type="pct"/>
            <w:shd w:val="clear" w:color="auto" w:fill="auto"/>
            <w:hideMark/>
          </w:tcPr>
          <w:p w:rsidR="0078048A" w:rsidRPr="0078048A" w:rsidRDefault="0078048A" w:rsidP="00006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2328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Пенсионное обеспечение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1 357,3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1 357,3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1 357,3</w:t>
            </w:r>
          </w:p>
        </w:tc>
      </w:tr>
      <w:tr w:rsidR="0078048A" w:rsidRPr="001E6343" w:rsidTr="00BF522E">
        <w:trPr>
          <w:trHeight w:val="283"/>
        </w:trPr>
        <w:tc>
          <w:tcPr>
            <w:tcW w:w="246" w:type="pct"/>
            <w:shd w:val="clear" w:color="auto" w:fill="auto"/>
            <w:hideMark/>
          </w:tcPr>
          <w:p w:rsidR="0078048A" w:rsidRPr="0078048A" w:rsidRDefault="0078048A" w:rsidP="00006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37</w:t>
            </w:r>
          </w:p>
        </w:tc>
        <w:tc>
          <w:tcPr>
            <w:tcW w:w="2328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Социальное обеспечение населения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50 100,8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45 371,3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45 652,1</w:t>
            </w:r>
          </w:p>
        </w:tc>
      </w:tr>
      <w:tr w:rsidR="0078048A" w:rsidRPr="001E6343" w:rsidTr="00BF522E">
        <w:trPr>
          <w:trHeight w:val="283"/>
        </w:trPr>
        <w:tc>
          <w:tcPr>
            <w:tcW w:w="246" w:type="pct"/>
            <w:shd w:val="clear" w:color="auto" w:fill="auto"/>
            <w:hideMark/>
          </w:tcPr>
          <w:p w:rsidR="0078048A" w:rsidRPr="0078048A" w:rsidRDefault="0078048A" w:rsidP="00006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38</w:t>
            </w:r>
          </w:p>
        </w:tc>
        <w:tc>
          <w:tcPr>
            <w:tcW w:w="2328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Охрана семьи и детства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1 454,1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1 454,1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1 454,1</w:t>
            </w:r>
          </w:p>
        </w:tc>
      </w:tr>
      <w:tr w:rsidR="0078048A" w:rsidRPr="001E6343" w:rsidTr="00BF522E">
        <w:trPr>
          <w:trHeight w:val="283"/>
        </w:trPr>
        <w:tc>
          <w:tcPr>
            <w:tcW w:w="246" w:type="pct"/>
            <w:shd w:val="clear" w:color="auto" w:fill="auto"/>
            <w:hideMark/>
          </w:tcPr>
          <w:p w:rsidR="0078048A" w:rsidRPr="0078048A" w:rsidRDefault="0078048A" w:rsidP="00006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39</w:t>
            </w:r>
          </w:p>
        </w:tc>
        <w:tc>
          <w:tcPr>
            <w:tcW w:w="2328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1006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871,3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871,3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871,3</w:t>
            </w:r>
          </w:p>
        </w:tc>
      </w:tr>
      <w:tr w:rsidR="0078048A" w:rsidRPr="001E6343" w:rsidTr="00BF522E">
        <w:trPr>
          <w:trHeight w:val="340"/>
        </w:trPr>
        <w:tc>
          <w:tcPr>
            <w:tcW w:w="246" w:type="pct"/>
            <w:shd w:val="clear" w:color="auto" w:fill="auto"/>
            <w:hideMark/>
          </w:tcPr>
          <w:p w:rsidR="0078048A" w:rsidRPr="0078048A" w:rsidRDefault="0078048A" w:rsidP="00006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2328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ФИЗИЧЕСКАЯ КУЛЬТУРА И СПОРТ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1100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36 365,1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30 828,5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30 700,8</w:t>
            </w:r>
          </w:p>
        </w:tc>
      </w:tr>
      <w:tr w:rsidR="0078048A" w:rsidRPr="001E6343" w:rsidTr="00BF522E">
        <w:trPr>
          <w:trHeight w:val="283"/>
        </w:trPr>
        <w:tc>
          <w:tcPr>
            <w:tcW w:w="246" w:type="pct"/>
            <w:shd w:val="clear" w:color="auto" w:fill="auto"/>
            <w:hideMark/>
          </w:tcPr>
          <w:p w:rsidR="0078048A" w:rsidRPr="0078048A" w:rsidRDefault="0078048A" w:rsidP="00006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41</w:t>
            </w:r>
          </w:p>
        </w:tc>
        <w:tc>
          <w:tcPr>
            <w:tcW w:w="2328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Физическая культура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1101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31 114,3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30 411,0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30 283,3</w:t>
            </w:r>
          </w:p>
        </w:tc>
      </w:tr>
      <w:tr w:rsidR="0078048A" w:rsidRPr="001E6343" w:rsidTr="00BF522E">
        <w:trPr>
          <w:trHeight w:val="283"/>
        </w:trPr>
        <w:tc>
          <w:tcPr>
            <w:tcW w:w="246" w:type="pct"/>
            <w:shd w:val="clear" w:color="auto" w:fill="auto"/>
            <w:hideMark/>
          </w:tcPr>
          <w:p w:rsidR="0078048A" w:rsidRPr="0078048A" w:rsidRDefault="0078048A" w:rsidP="00006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42</w:t>
            </w:r>
          </w:p>
        </w:tc>
        <w:tc>
          <w:tcPr>
            <w:tcW w:w="2328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Массовый спорт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1102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4 792,0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40,6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40,6</w:t>
            </w:r>
          </w:p>
        </w:tc>
      </w:tr>
      <w:tr w:rsidR="0078048A" w:rsidRPr="001E6343" w:rsidTr="00BF522E">
        <w:trPr>
          <w:trHeight w:val="283"/>
        </w:trPr>
        <w:tc>
          <w:tcPr>
            <w:tcW w:w="246" w:type="pct"/>
            <w:shd w:val="clear" w:color="auto" w:fill="auto"/>
            <w:hideMark/>
          </w:tcPr>
          <w:p w:rsidR="0078048A" w:rsidRPr="0078048A" w:rsidRDefault="0078048A" w:rsidP="00006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43</w:t>
            </w:r>
          </w:p>
        </w:tc>
        <w:tc>
          <w:tcPr>
            <w:tcW w:w="2328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1105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458,8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377,0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377,0</w:t>
            </w:r>
          </w:p>
        </w:tc>
      </w:tr>
      <w:tr w:rsidR="0078048A" w:rsidRPr="001E6343" w:rsidTr="00BF522E">
        <w:trPr>
          <w:trHeight w:val="340"/>
        </w:trPr>
        <w:tc>
          <w:tcPr>
            <w:tcW w:w="246" w:type="pct"/>
            <w:shd w:val="clear" w:color="auto" w:fill="auto"/>
            <w:hideMark/>
          </w:tcPr>
          <w:p w:rsidR="0078048A" w:rsidRPr="0078048A" w:rsidRDefault="0078048A" w:rsidP="00006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44</w:t>
            </w:r>
          </w:p>
        </w:tc>
        <w:tc>
          <w:tcPr>
            <w:tcW w:w="2328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1300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3,0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0,0</w:t>
            </w:r>
          </w:p>
        </w:tc>
      </w:tr>
      <w:tr w:rsidR="0078048A" w:rsidRPr="001E6343" w:rsidTr="00BF522E">
        <w:trPr>
          <w:trHeight w:val="283"/>
        </w:trPr>
        <w:tc>
          <w:tcPr>
            <w:tcW w:w="246" w:type="pct"/>
            <w:shd w:val="clear" w:color="auto" w:fill="auto"/>
          </w:tcPr>
          <w:p w:rsidR="0078048A" w:rsidRPr="0078048A" w:rsidRDefault="0078048A" w:rsidP="00006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45</w:t>
            </w:r>
          </w:p>
        </w:tc>
        <w:tc>
          <w:tcPr>
            <w:tcW w:w="2328" w:type="pct"/>
            <w:shd w:val="clear" w:color="auto" w:fill="auto"/>
            <w:vAlign w:val="center"/>
          </w:tcPr>
          <w:p w:rsidR="0078048A" w:rsidRPr="0078048A" w:rsidRDefault="0078048A" w:rsidP="00BF522E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1301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3,0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0,0</w:t>
            </w:r>
          </w:p>
        </w:tc>
      </w:tr>
      <w:tr w:rsidR="0078048A" w:rsidRPr="001E6343" w:rsidTr="00BF522E">
        <w:trPr>
          <w:trHeight w:val="283"/>
        </w:trPr>
        <w:tc>
          <w:tcPr>
            <w:tcW w:w="246" w:type="pct"/>
            <w:shd w:val="clear" w:color="auto" w:fill="auto"/>
          </w:tcPr>
          <w:p w:rsidR="0078048A" w:rsidRPr="0078048A" w:rsidRDefault="0078048A" w:rsidP="00006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46</w:t>
            </w:r>
          </w:p>
        </w:tc>
        <w:tc>
          <w:tcPr>
            <w:tcW w:w="2328" w:type="pct"/>
            <w:shd w:val="clear" w:color="auto" w:fill="auto"/>
            <w:vAlign w:val="center"/>
          </w:tcPr>
          <w:p w:rsidR="0078048A" w:rsidRPr="0078048A" w:rsidRDefault="0078048A" w:rsidP="00BF522E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Условно утвержденные расходы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730" w:type="pct"/>
            <w:shd w:val="clear" w:color="auto" w:fill="auto"/>
            <w:vAlign w:val="center"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11 119,7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78048A" w:rsidRPr="0078048A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4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22 551,7</w:t>
            </w:r>
          </w:p>
        </w:tc>
      </w:tr>
      <w:tr w:rsidR="0078048A" w:rsidRPr="001E6343" w:rsidTr="00BF522E">
        <w:trPr>
          <w:trHeight w:val="283"/>
        </w:trPr>
        <w:tc>
          <w:tcPr>
            <w:tcW w:w="246" w:type="pct"/>
            <w:shd w:val="clear" w:color="auto" w:fill="auto"/>
            <w:vAlign w:val="bottom"/>
          </w:tcPr>
          <w:p w:rsidR="0078048A" w:rsidRPr="0000692B" w:rsidRDefault="0078048A" w:rsidP="00006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9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328" w:type="pct"/>
            <w:shd w:val="clear" w:color="auto" w:fill="auto"/>
            <w:vAlign w:val="center"/>
          </w:tcPr>
          <w:p w:rsidR="0078048A" w:rsidRPr="0000692B" w:rsidRDefault="0078048A" w:rsidP="00BF52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9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78048A" w:rsidRPr="0000692B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0" w:type="pct"/>
            <w:shd w:val="clear" w:color="auto" w:fill="auto"/>
            <w:vAlign w:val="center"/>
          </w:tcPr>
          <w:p w:rsidR="0078048A" w:rsidRPr="0000692B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1 780 </w:t>
            </w:r>
            <w:r w:rsidRPr="000069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997,7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78048A" w:rsidRPr="0000692B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826 </w:t>
            </w:r>
            <w:r w:rsidRPr="000069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550,7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78048A" w:rsidRPr="0000692B" w:rsidRDefault="0078048A" w:rsidP="00BF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824 </w:t>
            </w:r>
            <w:r w:rsidRPr="000069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828,7</w:t>
            </w:r>
          </w:p>
        </w:tc>
      </w:tr>
    </w:tbl>
    <w:p w:rsidR="000A7CB0" w:rsidRDefault="000A7CB0" w:rsidP="0000692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  <w:sectPr w:rsidR="000A7CB0" w:rsidSect="009267D1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CD08D1" w:rsidRPr="001E52AC" w:rsidRDefault="00CD08D1" w:rsidP="00866DA6">
      <w:pPr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1E52AC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</w:rPr>
        <w:t>№4</w:t>
      </w:r>
    </w:p>
    <w:p w:rsidR="00CD08D1" w:rsidRDefault="00CD08D1" w:rsidP="00866DA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E52AC">
        <w:rPr>
          <w:rFonts w:ascii="Times New Roman" w:hAnsi="Times New Roman"/>
          <w:sz w:val="28"/>
          <w:szCs w:val="28"/>
        </w:rPr>
        <w:t>к решению Боготольского городского Совета депутатов</w:t>
      </w:r>
    </w:p>
    <w:p w:rsidR="00CF2BA6" w:rsidRPr="001E52AC" w:rsidRDefault="00CF2BA6" w:rsidP="00CF2BA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11.04.2023 № 11-174 </w:t>
      </w:r>
    </w:p>
    <w:p w:rsidR="0080797A" w:rsidRPr="001E52AC" w:rsidRDefault="0080797A" w:rsidP="00866DA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D08D1" w:rsidRDefault="00CD08D1" w:rsidP="00866D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D08D1">
        <w:rPr>
          <w:rFonts w:ascii="Times New Roman" w:hAnsi="Times New Roman"/>
          <w:sz w:val="28"/>
          <w:szCs w:val="28"/>
        </w:rPr>
        <w:t>ВЕДОМСТВЕННАЯ СТРУКТУРА РАСХОДОВ БЮДЖЕТА ГОРОДА БОГОТОЛА НА 2023 ГОД И ПЛАНОВЫЙ ПЕРИОД 2024-2025 Г</w:t>
      </w:r>
      <w:r>
        <w:rPr>
          <w:rFonts w:ascii="Times New Roman" w:hAnsi="Times New Roman"/>
          <w:sz w:val="28"/>
          <w:szCs w:val="28"/>
        </w:rPr>
        <w:t>Г.</w:t>
      </w:r>
    </w:p>
    <w:p w:rsidR="0080797A" w:rsidRDefault="007C616D" w:rsidP="007C616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руб.)</w:t>
      </w:r>
    </w:p>
    <w:tbl>
      <w:tblPr>
        <w:tblW w:w="10206" w:type="dxa"/>
        <w:tblInd w:w="96" w:type="dxa"/>
        <w:tblLayout w:type="fixed"/>
        <w:tblLook w:val="04A0"/>
      </w:tblPr>
      <w:tblGrid>
        <w:gridCol w:w="546"/>
        <w:gridCol w:w="2969"/>
        <w:gridCol w:w="662"/>
        <w:gridCol w:w="663"/>
        <w:gridCol w:w="1176"/>
        <w:gridCol w:w="791"/>
        <w:gridCol w:w="1143"/>
        <w:gridCol w:w="1134"/>
        <w:gridCol w:w="1122"/>
      </w:tblGrid>
      <w:tr w:rsidR="007652AA" w:rsidRPr="00774A7A" w:rsidTr="007C616D">
        <w:trPr>
          <w:trHeight w:val="336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74A7A" w:rsidRPr="00774A7A" w:rsidRDefault="007C616D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="00774A7A" w:rsidRPr="00774A7A">
              <w:rPr>
                <w:rFonts w:ascii="Times New Roman" w:eastAsia="Times New Roman" w:hAnsi="Times New Roman"/>
                <w:lang w:eastAsia="ru-RU"/>
              </w:rPr>
              <w:t xml:space="preserve"> строки</w:t>
            </w:r>
          </w:p>
        </w:tc>
        <w:tc>
          <w:tcPr>
            <w:tcW w:w="2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Код ведом</w:t>
            </w:r>
            <w:r w:rsidR="007652AA">
              <w:rPr>
                <w:rFonts w:ascii="Times New Roman" w:eastAsia="Times New Roman" w:hAnsi="Times New Roman"/>
                <w:lang w:eastAsia="ru-RU"/>
              </w:rPr>
              <w:t>-</w:t>
            </w:r>
            <w:r w:rsidRPr="00774A7A">
              <w:rPr>
                <w:rFonts w:ascii="Times New Roman" w:eastAsia="Times New Roman" w:hAnsi="Times New Roman"/>
                <w:lang w:eastAsia="ru-RU"/>
              </w:rPr>
              <w:t>ства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Раздел-подраздел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Целевая статья</w:t>
            </w:r>
          </w:p>
        </w:tc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Вид расходов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Сумма на 2023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Сумма на 2024 год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Сумма на 2025 год</w:t>
            </w:r>
          </w:p>
        </w:tc>
      </w:tr>
      <w:tr w:rsidR="007652AA" w:rsidRPr="00774A7A" w:rsidTr="007C616D">
        <w:trPr>
          <w:trHeight w:val="576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Боготольский городской Совет депутатов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4 318,7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4 295,3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4 295,3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4 318,7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4 295,3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4 295,3</w:t>
            </w:r>
          </w:p>
        </w:tc>
      </w:tr>
      <w:tr w:rsidR="007652AA" w:rsidRPr="00774A7A" w:rsidTr="007C616D">
        <w:trPr>
          <w:trHeight w:val="156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4 318,7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4 295,3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4 295,3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4 318,7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4 295,3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4 295,3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Функционирование представительного органа  муниципального образования город Боготол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6110000000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4 318,7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4 295,3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4 295,3</w:t>
            </w:r>
          </w:p>
        </w:tc>
      </w:tr>
      <w:tr w:rsidR="007652AA" w:rsidRPr="00774A7A" w:rsidTr="007C616D">
        <w:trPr>
          <w:trHeight w:val="156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Депутаты представительного органа муниципального образования город Боготол в рамках  непрограммных расходов Органов местного самоуправления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6110000150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1 913,6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1 913,6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1 913,6</w:t>
            </w:r>
          </w:p>
        </w:tc>
      </w:tr>
      <w:tr w:rsidR="007652AA" w:rsidRPr="00774A7A" w:rsidTr="007C616D">
        <w:trPr>
          <w:trHeight w:val="187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6110000150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1 913,6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1 913,6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1 913,6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6110000150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1 913,6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1 913,6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1 913,6</w:t>
            </w:r>
          </w:p>
        </w:tc>
      </w:tr>
      <w:tr w:rsidR="007652AA" w:rsidRPr="00774A7A" w:rsidTr="007C616D">
        <w:trPr>
          <w:trHeight w:val="156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Руководство и управление в сфере установленных функций органов местного самоуправления в рамках непрограммных расходов Органов местного самоуправления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6110000160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2 405,2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2 381,8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2 381,8</w:t>
            </w:r>
          </w:p>
        </w:tc>
      </w:tr>
      <w:tr w:rsidR="007652AA" w:rsidRPr="00774A7A" w:rsidTr="007C616D">
        <w:trPr>
          <w:trHeight w:val="187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6110000160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1 954,5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1 956,2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1 956,2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6110000160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1 954,5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1 956,2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1 956,2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6110000160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450,7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425,5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425,5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6110000160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450,7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425,5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425,5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Управление образования г. Боготола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473 718,0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457 706,2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455 001,3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441 845,5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430 015,9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427 020,6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Дошкольное образование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167 370,5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160 801,0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159 107,2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Муниципальная программа города Боготола "Развитие образования"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167 370,5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160 801,0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159 107,2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 "Развитие дошкольного, общего и дополнительного  образования 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167 370,5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160 801,0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159 107,2</w:t>
            </w:r>
          </w:p>
        </w:tc>
      </w:tr>
      <w:tr w:rsidR="007652AA" w:rsidRPr="00774A7A" w:rsidTr="007C616D">
        <w:trPr>
          <w:trHeight w:val="343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 xml:space="preserve">Финансирование расходов, необходимых на реализацию основной общеобразовательной программы дошкольного образования  детей, обеспечение функционирования муниципальных дошкольных образовательных учреждений  в рамках подпрограммы "Развитие дошкольного, общего и </w:t>
            </w: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дополнительного  образования " муниципальной программы города Боготола "Развитие образования"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0110060010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67 605,0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64 729,1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63 035,3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20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0110060010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67 605,0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64 729,1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63 035,3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0110060010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67 605,0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64 729,1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63 035,3</w:t>
            </w:r>
          </w:p>
        </w:tc>
      </w:tr>
      <w:tr w:rsidR="007652AA" w:rsidRPr="00774A7A" w:rsidTr="007C616D">
        <w:trPr>
          <w:trHeight w:val="343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Финансирование расходов, направленных на создание безопасных и комфортных условий функционирования объектов муниципальной собственности, развитие муниципальных учреждений в рамках подпрограммы "Развитие дошкольного, общего и дополнительного образования " муниципальной программы города Боготола "Развитие образования"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0110060150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2 073,0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0110060150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2 073,0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0110060150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2 073,0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819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25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0110074080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37 612,6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36 900,2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36 900,2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0110074080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37 612,6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36 900,2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36 900,2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0110074080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37 612,6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36 900,2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36 900,2</w:t>
            </w:r>
          </w:p>
        </w:tc>
      </w:tr>
      <w:tr w:rsidR="007652AA" w:rsidRPr="00774A7A" w:rsidTr="007C616D">
        <w:trPr>
          <w:trHeight w:val="819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28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0110075880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60 027,8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59 130,7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59 130,7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0110075880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60 027,8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59 130,7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59 130,7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0110075880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60 027,8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59 130,7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59 130,7</w:t>
            </w:r>
          </w:p>
        </w:tc>
      </w:tr>
      <w:tr w:rsidR="007652AA" w:rsidRPr="00774A7A" w:rsidTr="007C616D">
        <w:trPr>
          <w:trHeight w:val="343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31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бюджетам муниципальных образований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качества, в рамках подпрограммы "Развитие дошкольного, общего и дополнительного образования " муниципальной программы города Боготола "Развитие образования"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01100S8400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41,0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41,0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01100S8400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41,0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41,0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01100S8400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41,0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41,0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Общее образование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248 229,0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244 361,7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243 060,2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Муниципальная программа города Боготола "Развитие образования"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248 226,4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244 359,0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243 057,6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 "Развитие дошкольного, общего и дополнительного  образования 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248 226,4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244 359,0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243 057,6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 "Развитие дошкольного, общего и дополнительного  образования 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242 951,7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242 399,7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241 098,2</w:t>
            </w:r>
          </w:p>
        </w:tc>
      </w:tr>
      <w:tr w:rsidR="007652AA" w:rsidRPr="00774A7A" w:rsidTr="007C616D">
        <w:trPr>
          <w:trHeight w:val="468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38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бюджетам муниципальных образований на создание условий для оснащения (обновления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в рамках подпрограммы «Развитие дошкольного, общего и дополнительного образования» муниципальной программы города Боготола «Развитие образования»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0110015210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1 502,3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13,9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0110015210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1 502,3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13,9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0110015210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1 502,3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13,9</w:t>
            </w:r>
          </w:p>
        </w:tc>
      </w:tr>
      <w:tr w:rsidR="007652AA" w:rsidRPr="00774A7A" w:rsidTr="007C616D">
        <w:trPr>
          <w:trHeight w:val="499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в рамках подпрограммы «Развитие дошкольного, общего и дополнительного образования» муниципальной программы города Боготола «Развитие образования»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0110053030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14 647,5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14 647,5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14 647,5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42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0110053030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14 647,5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14 647,5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14 647,5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0110053030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14 647,5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14 647,5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14 647,5</w:t>
            </w:r>
          </w:p>
        </w:tc>
      </w:tr>
      <w:tr w:rsidR="007652AA" w:rsidRPr="00774A7A" w:rsidTr="007C616D">
        <w:trPr>
          <w:trHeight w:val="218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Обеспечение функционирования муниципальных общеобразовательных учреждений в рамках подпрограммы "Развитие дошкольного, общего и дополнительного  образования " муниципальной программы города Боготола "Развитие образования"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0110060050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70 345,5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74 329,9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73 028,5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0110060050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70 345,5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74 329,9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73 028,5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0110060050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70 345,5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74 329,9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73 028,5</w:t>
            </w:r>
          </w:p>
        </w:tc>
      </w:tr>
      <w:tr w:rsidR="007652AA" w:rsidRPr="00774A7A" w:rsidTr="007C616D">
        <w:trPr>
          <w:trHeight w:val="187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Развитие сети общеобразовательных учреждений в рамках подпрограммы "Развитие дошкольного, общего и дополнительного образования" муниципальной программы города Боготола "Развитие образования"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0110060070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122,4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122,4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0110060070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122,4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122,4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0110060070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122,4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122,4</w:t>
            </w:r>
          </w:p>
        </w:tc>
      </w:tr>
      <w:tr w:rsidR="007652AA" w:rsidRPr="00774A7A" w:rsidTr="007C616D">
        <w:trPr>
          <w:trHeight w:val="343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50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Финансирование расходов, направленных на создание безопасных и комфортных условий функционирования объектов муниципальной собственности, развитие муниципальных учреждений в рамках подпрограммы "Развитие дошкольного, общего и дополнительного образования " муниципальной программы города Боготола "Развитие образования"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0110060150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1 361,1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6,4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0110060150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1 361,1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6,4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0110060150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1 361,1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6,4</w:t>
            </w:r>
          </w:p>
        </w:tc>
      </w:tr>
      <w:tr w:rsidR="007652AA" w:rsidRPr="00774A7A" w:rsidTr="007C616D">
        <w:trPr>
          <w:trHeight w:val="21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 xml:space="preserve">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</w:t>
            </w: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стандартами,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0110074090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31 111,6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30 908,0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30 908,0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54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0110074090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31 111,6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30 908,0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30 908,0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0110074090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31 111,6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30 908,0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30 908,0</w:t>
            </w:r>
          </w:p>
        </w:tc>
      </w:tr>
      <w:tr w:rsidR="007652AA" w:rsidRPr="00774A7A" w:rsidTr="007C616D">
        <w:trPr>
          <w:trHeight w:val="31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бюджетам муниципальных образований на приведение зданий и сооружений общеобразовательных организаций в соответствие требованиям законодательства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0110075630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1 597,5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1 278,0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1 278,0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0110075630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1 597,5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1 278,0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1 278,0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0110075630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1 597,5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1 278,0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1 278,0</w:t>
            </w:r>
          </w:p>
        </w:tc>
      </w:tr>
      <w:tr w:rsidR="007652AA" w:rsidRPr="00774A7A" w:rsidTr="007C616D">
        <w:trPr>
          <w:trHeight w:val="819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59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0110075640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122 247,8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121 080,7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121 080,7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0110075640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122 247,8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121 080,7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121 080,7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0110075640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122 247,8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121 080,7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121 080,7</w:t>
            </w:r>
          </w:p>
        </w:tc>
      </w:tr>
      <w:tr w:rsidR="007652AA" w:rsidRPr="00774A7A" w:rsidTr="007C616D">
        <w:trPr>
          <w:trHeight w:val="280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62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бюджетам муниципальных образований на приведение зданий и сооружений общеобразовательных организаций в соответствие требованиям законодательства в рамках подпрограммы "Развитие дошкольного, общего и дополнительного образования" муниципальной программы "Развитие образований"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01100S5630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12,9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01100S5630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12,9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01100S5630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12,9</w:t>
            </w:r>
          </w:p>
        </w:tc>
      </w:tr>
      <w:tr w:rsidR="007652AA" w:rsidRPr="00774A7A" w:rsidTr="007C616D">
        <w:trPr>
          <w:trHeight w:val="249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Средства на реализацию мероприятий в рамках федерального проекта "Современная школа" в рамках подпрограммы «Развитие дошкольного, общего и дополнительного образования» муниципальной программы города Боготола «Развитие образования»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011E100000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4 749,8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37,8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37,8</w:t>
            </w:r>
          </w:p>
        </w:tc>
      </w:tr>
      <w:tr w:rsidR="007652AA" w:rsidRPr="00774A7A" w:rsidTr="007C616D">
        <w:trPr>
          <w:trHeight w:val="343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 в рамках подпрограммы «Развитие дошкольного, общего и дополнительного образования» муниципальной программы города Боготола «Развитие образования»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011E151690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37,8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37,8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011E151690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37,8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37,8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68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011E151690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37,8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37,8</w:t>
            </w:r>
          </w:p>
        </w:tc>
      </w:tr>
      <w:tr w:rsidR="007652AA" w:rsidRPr="00774A7A" w:rsidTr="007C616D">
        <w:trPr>
          <w:trHeight w:val="405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в рамках подпрограммы «Развитие дошкольного, общего и дополнительного образования» муниципальной программы города Боготола «Развитие образования»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011E151720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4 749,8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011E151720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3 818,4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011E151720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3 818,4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011E151720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011E151720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249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Средства на реализацию мероприятий в рамках федерального проекта "Цифровая образовательная среда" в рамках подпрограммы «Развитие дошкольного, общего и дополнительного образования» муниципальной программы города Боготола «Развитие образования»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011E400000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13,7</w:t>
            </w:r>
          </w:p>
        </w:tc>
      </w:tr>
      <w:tr w:rsidR="007652AA" w:rsidRPr="00774A7A" w:rsidTr="007C616D">
        <w:trPr>
          <w:trHeight w:val="280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75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 в рамках подпрограммы «Развитие дошкольного, общего и дополнительного образования» муниципальной программы города Боготола «Развитие образования»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011E452100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13,7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011E452100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13,7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011E452100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13,7</w:t>
            </w:r>
          </w:p>
        </w:tc>
      </w:tr>
      <w:tr w:rsidR="007652AA" w:rsidRPr="00774A7A" w:rsidTr="007C616D">
        <w:trPr>
          <w:trHeight w:val="249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Средства на реализацию мероприятий в рамках федерального проекта "Патриотическое воспитание граждан Российской Федерации" в рамках подпрограммы "Развитие дошкольного, общего и дополнительного образования " муниципальной программы города Боготола "Развитие образования"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011EВ00000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1 907,9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1 907,9</w:t>
            </w:r>
          </w:p>
        </w:tc>
      </w:tr>
      <w:tr w:rsidR="007652AA" w:rsidRPr="00774A7A" w:rsidTr="007C616D">
        <w:trPr>
          <w:trHeight w:val="374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межбюджетные трансферты бюджетам муниципальных образований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подпрограммы "Развитие дошкольного, общего и дополнительного образования " муниципальной программы города Боготола "Развитие образования"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011EВ51790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1 907,9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1 907,9</w:t>
            </w:r>
          </w:p>
        </w:tc>
      </w:tr>
      <w:tr w:rsidR="007652AA" w:rsidRPr="00774A7A" w:rsidTr="007C616D">
        <w:trPr>
          <w:trHeight w:val="27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011EВ51790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1 907,9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1 907,9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81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011EВ51790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1 907,9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1 907,9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Муниципальная программа города Боготола "Развитие транспортной системы"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2,7</w:t>
            </w:r>
          </w:p>
        </w:tc>
      </w:tr>
      <w:tr w:rsidR="007652AA" w:rsidRPr="00774A7A" w:rsidTr="007C616D">
        <w:trPr>
          <w:trHeight w:val="156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 "Безопасность дорожного движения - законопослушный пешеход, адресный перечень обустройства пешеходных переходов в городе Боготоле"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0730000000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2,7</w:t>
            </w:r>
          </w:p>
        </w:tc>
      </w:tr>
      <w:tr w:rsidR="007652AA" w:rsidRPr="00774A7A" w:rsidTr="007C616D">
        <w:trPr>
          <w:trHeight w:val="31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Средства на реализацию мероприятий в рамках федерального проекта "Безопасность дорожного движения" в рамках подпрограммы «Безопасность дорожного движения-законопослушный пешеход, адресный перечень обустройства пешеходных переходов в городе Боготоле» муниципальной программы города Боготола «Развитие транспортной системы»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073R300000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2,7</w:t>
            </w:r>
          </w:p>
        </w:tc>
      </w:tr>
      <w:tr w:rsidR="007652AA" w:rsidRPr="00774A7A" w:rsidTr="007C616D">
        <w:trPr>
          <w:trHeight w:val="343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бюджетам муниципальных образований на проведение мероприятий, направленных на обеспечение безопасного участия детей в дорожном движении в рамках подпрограммы "Безопасность дорожного движения - законопослушный пешеход" муниципальной программы города Боготола "Развитие транспортной системы"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073R373980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2,7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073R373980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2,7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073R373980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2,7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14 254,8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13 471,0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13 471,0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89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Муниципальная программа города Боготола "Развитие образования"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14 254,8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13 471,0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13 471,0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 "Развитие дошкольного, общего и дополнительного  образования 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14 254,8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13 471,0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13 471,0</w:t>
            </w:r>
          </w:p>
        </w:tc>
      </w:tr>
      <w:tr w:rsidR="007652AA" w:rsidRPr="00774A7A" w:rsidTr="007C616D">
        <w:trPr>
          <w:trHeight w:val="249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Обеспечение стабильного функционирования  и развития учреждений дополнительного образования детей в рамках подпрограммы "Развитие дошкольного, общего и дополнительного  образования " муниципальной программы города Боготола "Развитие образования"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0110060080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5 864,1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4 628,0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3 828,5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0110060080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5 864,1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4 628,0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3 828,5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0110060080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5 864,1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4 628,0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3 828,5</w:t>
            </w:r>
          </w:p>
        </w:tc>
      </w:tr>
      <w:tr w:rsidR="007652AA" w:rsidRPr="00774A7A" w:rsidTr="007C616D">
        <w:trPr>
          <w:trHeight w:val="187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Проведение мероприятий для детей в рамках подпрограммы "Развитие дошкольного, общего и дополнительного  образования " муниципальной программы города Боготола "Развитие образования"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0110060100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0110060100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0110060100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218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Проведение конкурсов, фестивалей, форумов, научно- практических конференций одаренных детей в рамках подпрограммы "Развитие дошкольного, общего и дополнительного  образования " муниципальной программы города Боготола "Развитие образования"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0110060110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98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0110060110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0110060110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249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в рамках подпрограммы "Развитие дошкольного, общего и дополнительного образования" муниципальной программы города Боготола "Развитие образования"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0110060160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3 892,9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4 461,8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5 261,4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0110060160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3 892,9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4 461,8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5 261,4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0110060160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3 892,9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4 461,8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5 261,4</w:t>
            </w:r>
          </w:p>
        </w:tc>
      </w:tr>
      <w:tr w:rsidR="007652AA" w:rsidRPr="00774A7A" w:rsidTr="007C616D">
        <w:trPr>
          <w:trHeight w:val="819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103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0110075640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4 427,2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4 381,1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4 381,1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0110075640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4 427,2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4 381,1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4 381,1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0110075640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4 427,2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4 381,1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4 381,1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Молодежная политика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179,3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179,3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Муниципальная программа города Боготола "Развитие образования"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179,3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179,3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108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 "Развитие дошкольного, общего и дополнительного  образования 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179,3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179,3</w:t>
            </w:r>
          </w:p>
        </w:tc>
      </w:tr>
      <w:tr w:rsidR="007652AA" w:rsidRPr="00774A7A" w:rsidTr="007C616D">
        <w:trPr>
          <w:trHeight w:val="218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Организация отдыха и оздоровления детей в лагерях дневного пребывания в рамках подпрограммы "Развитие дошкольного, общего и дополнительного образования" муниципальной программы города Боготола "Развитие образования"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0110060130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179,3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179,3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0110060130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179,3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179,3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0110060130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179,3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179,3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11 651,9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11 203,0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11 202,9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Муниципальная программа города Боготола "Развитие образования"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11 651,9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11 203,0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11 202,9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 "Развитие дошкольного, общего и дополнительного  образования 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2 424,4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2 424,4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2 424,4</w:t>
            </w:r>
          </w:p>
        </w:tc>
      </w:tr>
      <w:tr w:rsidR="007652AA" w:rsidRPr="00774A7A" w:rsidTr="007C616D">
        <w:trPr>
          <w:trHeight w:val="343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Субвенции бюджетам муниципальных образований на осуществление государственных полномочий по организации и обеспечению отдыха и оздоровления детей (в соответствии с Законом края от 19 апреля 2018 года № 5-1533) в рамках подпрограммы "Развитие дошкольного, общего и дополнительного образования " муниципальной программы города Боготола "Развитие образования"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0110076490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2 424,4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2 424,4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2 424,4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0110076490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47,4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47,4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117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0110076490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47,4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47,4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0110076490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2 377,0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2 377,0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2 377,0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0110076490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2 377,0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2 377,0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2 377,0</w:t>
            </w:r>
          </w:p>
        </w:tc>
      </w:tr>
      <w:tr w:rsidR="007652AA" w:rsidRPr="00774A7A" w:rsidTr="007C616D">
        <w:trPr>
          <w:trHeight w:val="124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 "Обеспечение приоритетных направлений муниципальной системы образования города Боготола"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0120000000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332,1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332,1</w:t>
            </w:r>
          </w:p>
        </w:tc>
      </w:tr>
      <w:tr w:rsidR="007652AA" w:rsidRPr="00774A7A" w:rsidTr="007C616D">
        <w:trPr>
          <w:trHeight w:val="31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Повышение квалификации работников Управления образования, организация обучающих и проблемных семинаров, круглых столов,участие в краевых и зональных семинарах в рамках подпрограммы «Обеспечение приоритетных направлений муниципальной системы образования города Боготола» муниципальной программы « Развитие образования»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0120060310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6,9</w:t>
            </w:r>
          </w:p>
        </w:tc>
      </w:tr>
      <w:tr w:rsidR="007652AA" w:rsidRPr="00774A7A" w:rsidTr="007C616D">
        <w:trPr>
          <w:trHeight w:val="187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0120060310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0120060310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0120060310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6,9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0120060310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6,9</w:t>
            </w:r>
          </w:p>
        </w:tc>
      </w:tr>
      <w:tr w:rsidR="007652AA" w:rsidRPr="00774A7A" w:rsidTr="007C616D">
        <w:trPr>
          <w:trHeight w:val="343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126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Укрепление материально-технической, научно-методической базы для обеспечения эффективной деятельности системы образования, участия в online мероприятиях, проведения муниципального этапа ВОШ в рамках подпрограммы «Обеспечение приоритетных направлений муниципальной системы образования города Боготола» муниципальной программы « Развитие образования»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0120060320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62,1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62,1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0120060320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62,1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62,1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0120060320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62,1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62,1</w:t>
            </w:r>
          </w:p>
        </w:tc>
      </w:tr>
      <w:tr w:rsidR="007652AA" w:rsidRPr="00774A7A" w:rsidTr="007C616D">
        <w:trPr>
          <w:trHeight w:val="405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Формирование кадрового резерва. Проведение конкурсов на замещение вакантных должностей руководителей образовательных организаций.Организация аттестации руководящих кадров, методистов.Оплата труда членам городской аттестационной комиссии в рамках подпрограммы «Обеспечение приоритетных направлений муниципальной системы образования города Боготола» муниципальной программы города Боготола «Развитие образования»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0120060330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104,3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104,3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0120060330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104,3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104,3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0120060330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104,3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104,3</w:t>
            </w:r>
          </w:p>
        </w:tc>
      </w:tr>
      <w:tr w:rsidR="007652AA" w:rsidRPr="00774A7A" w:rsidTr="007C616D">
        <w:trPr>
          <w:trHeight w:val="374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132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Проведение ежегодной августовской конференции, торжественных мероприятий, посвященных профессиональным праздникам, городских профессиональных конкурсов, фестиваля «Русь мастеровая», в рамках подпрограммы «Обеспечение приоритетных направлений муниципальной системы образования города Боготола» муниципальной программы города Боготола «Развитие образования»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0120060340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35,7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35,7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0120060340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35,7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35,7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0120060340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35,7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35,7</w:t>
            </w:r>
          </w:p>
        </w:tc>
      </w:tr>
      <w:tr w:rsidR="007652AA" w:rsidRPr="00774A7A" w:rsidTr="007C616D">
        <w:trPr>
          <w:trHeight w:val="405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 xml:space="preserve">Представление лучших работников к награждению отраслевыми и краевыми наградами, моральное стимулирование на муниципальном уровне работников, победителей и призеров муниципального этапа </w:t>
            </w:r>
            <w:r w:rsidRPr="00774A7A">
              <w:rPr>
                <w:rFonts w:ascii="Times New Roman" w:eastAsia="Times New Roman" w:hAnsi="Times New Roman"/>
                <w:lang w:eastAsia="ru-RU"/>
              </w:rPr>
              <w:br/>
              <w:t>ВОШ,ШСЛ,</w:t>
            </w:r>
            <w:r w:rsidR="007C616D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74A7A">
              <w:rPr>
                <w:rFonts w:ascii="Times New Roman" w:eastAsia="Times New Roman" w:hAnsi="Times New Roman"/>
                <w:lang w:eastAsia="ru-RU"/>
              </w:rPr>
              <w:t xml:space="preserve">Президентских состязаний в рамках подпрограммы «Обеспечение приоритетных направлений </w:t>
            </w:r>
            <w:r w:rsidRPr="00774A7A">
              <w:rPr>
                <w:rFonts w:ascii="Times New Roman" w:eastAsia="Times New Roman" w:hAnsi="Times New Roman"/>
                <w:lang w:eastAsia="ru-RU"/>
              </w:rPr>
              <w:br/>
              <w:t xml:space="preserve">муниципальной системы образования города Боготола» муниципальной программы города Боготола </w:t>
            </w:r>
            <w:r w:rsidRPr="00774A7A">
              <w:rPr>
                <w:rFonts w:ascii="Times New Roman" w:eastAsia="Times New Roman" w:hAnsi="Times New Roman"/>
                <w:lang w:eastAsia="ru-RU"/>
              </w:rPr>
              <w:br/>
              <w:t xml:space="preserve"> "Развитие образования"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0120060360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11,5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0120060360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11,5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0120060360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11,5</w:t>
            </w:r>
          </w:p>
        </w:tc>
      </w:tr>
      <w:tr w:rsidR="007652AA" w:rsidRPr="00774A7A" w:rsidTr="007C616D">
        <w:trPr>
          <w:trHeight w:val="280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138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Обеспечение функционирования системы специальной коррекционной помощи детям с особенностями в развитии в рамках подпрограммы «Обеспечение приоритетных направлений муниципальной системы образования города Боготола» муниципальной программы города Боготола «Развитие образования»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0120060370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111,6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111,6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0120060370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111,6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111,6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140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0120060370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111,6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111,6</w:t>
            </w:r>
          </w:p>
        </w:tc>
      </w:tr>
      <w:tr w:rsidR="007652AA" w:rsidRPr="00774A7A" w:rsidTr="007C616D">
        <w:trPr>
          <w:trHeight w:val="124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141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 "Обеспечение реализации муниципальной программы и прочие мероприятия муниципальной программы в области образования 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0130000000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8 755,7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8 446,5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8 446,4</w:t>
            </w:r>
          </w:p>
        </w:tc>
      </w:tr>
      <w:tr w:rsidR="007652AA" w:rsidRPr="00774A7A" w:rsidTr="007C616D">
        <w:trPr>
          <w:trHeight w:val="249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142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Обеспечение функционирования Управления образования г. Боготола в рамках подпрограммы "Обеспечение реализации муниципальной программы и прочие мероприятия муниципальной программы в области образования " муниципальной программы города Боготола "Развитие образования"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0130060510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8 755,7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8 446,5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8 446,4</w:t>
            </w:r>
          </w:p>
        </w:tc>
      </w:tr>
      <w:tr w:rsidR="007652AA" w:rsidRPr="00774A7A" w:rsidTr="007C616D">
        <w:trPr>
          <w:trHeight w:val="187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143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0130060510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7 827,7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7 815,7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7 815,7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144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0130060510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7 827,7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7 815,7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7 815,7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145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0130060510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630,8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630,7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146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0130060510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630,8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630,7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147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СОЦИАЛЬНАЯ ПОЛИТИКА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27 832,1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27 690,3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27 980,7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148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26 378,0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26 236,2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26 526,6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149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Муниципальная программа города Боготола "Развитие образования"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26 378,0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26 236,2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26 526,6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 "Развитие дошкольного, общего и дополнительного  образования 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26 378,0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26 236,2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26 526,6</w:t>
            </w:r>
          </w:p>
        </w:tc>
      </w:tr>
      <w:tr w:rsidR="007652AA" w:rsidRPr="00774A7A" w:rsidTr="007C616D">
        <w:trPr>
          <w:trHeight w:val="624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Субвенции бюджетам муниципальных образований на исполнение государственных полномочий по осуществлению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(в соответствии с Законом края от 27 декабря 2005 года № 17-4379) в рамках подпрограммы "Развитие дошкольного, общего и дополнительного образования города Боготола" муниципальной программы города Боготола "Развитие образования"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0110075540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345,6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345,6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0110075540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345,6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345,6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153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0110075540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345,6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345,6</w:t>
            </w:r>
          </w:p>
        </w:tc>
      </w:tr>
      <w:tr w:rsidR="007652AA" w:rsidRPr="00774A7A" w:rsidTr="007C616D">
        <w:trPr>
          <w:trHeight w:val="468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Субвенции бюджетам муниципальных образований на обеспечение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 (в соответствии с Законом края от 27 декабря 2005 года № 17-4377)в рамках подпрограммы "Развитие дошкольного, общего и дополнительного образования города Боготола" муниципальной программы города Боготола "Развитие образования"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0110075660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11 475,8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11 352,4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11 352,4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0110075660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22,3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22,3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0110075660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22,3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22,3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0110075660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1 257,4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1 257,4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1 257,4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0110075660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1 257,4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1 257,4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1 257,4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0110075660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10 196,2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10 072,8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10 072,8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160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0110075660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10 196,2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10 072,8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10 072,8</w:t>
            </w:r>
          </w:p>
        </w:tc>
      </w:tr>
      <w:tr w:rsidR="007652AA" w:rsidRPr="00774A7A" w:rsidTr="007C616D">
        <w:trPr>
          <w:trHeight w:val="468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161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бюджетам муниципальных образований на софинансирование организации и обеспечения обучающихся по образовательным программам начального общего образования в муниципальных образовательных организациях бесплатным горячим питанием, предусматривающим наличие горячего блюда, не считая горячего напитка, в рамках подпрограммы «Развитие дошкольного, общего и дополнительного образования» муниципальной программы города Боготола «Развитие образования»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01100L3040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14 556,6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14 538,2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14 828,6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162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01100L3040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14 556,6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14 538,2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14 828,6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163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01100L3040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14 556,6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14 538,2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14 828,6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164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Охрана семьи и детства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1 454,1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1 454,1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1 454,1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165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Муниципальная программа города Боготола "Развитие образования"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1 454,1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1 454,1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1 454,1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166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 "Развитие дошкольного, общего и дополнительного  образования 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1 454,1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1 454,1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1 454,1</w:t>
            </w:r>
          </w:p>
        </w:tc>
      </w:tr>
      <w:tr w:rsidR="007652AA" w:rsidRPr="00774A7A" w:rsidTr="007C616D">
        <w:trPr>
          <w:trHeight w:val="405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167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 xml:space="preserve">Субвенции бюджетам муниципальных образований по предоставлению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 (в соответствии с Законом края от 29 марта 2007 года № 22-6015),, в рамках подпрограммы "Развитие дошкольного, общего и </w:t>
            </w: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дополнительного образования" муниципальной программы города Боготола "Развитие образования"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0110075560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1 454,1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1 454,1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1 454,1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168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0110075560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43,6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43,6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169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0110075560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43,6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43,6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0110075560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1 410,5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1 410,5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1 410,5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171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0110075560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1 410,5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1 410,5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1 410,5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172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ФИЗИЧЕСКАЯ КУЛЬТУРА И СПОРТ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4 040,4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173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Массовый спорт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4 040,4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174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Муниципальная программа города Боготола "Развитие образования"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4 040,4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175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 "Развитие дошкольного, общего и дополнительного  образования 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4 040,4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280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176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межбюджетные трансферты бюджетам муниципальных образований на устройство плоскостных спортивных сооружений в сельской местности в рамках подпрограммы «Развитие дошкольного, общего и дополнительного образования» муниципальной программы города Боготола «Развитие образования»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01100S8450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4 040,4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177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01100S8450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4 040,4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178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01100S8450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4 040,4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179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Финансовое управление администрации г.Боготола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9 176,9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8 673,9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8 673,9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8 673,9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8 673,9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8 673,9</w:t>
            </w:r>
          </w:p>
        </w:tc>
      </w:tr>
      <w:tr w:rsidR="007652AA" w:rsidRPr="00774A7A" w:rsidTr="007C616D">
        <w:trPr>
          <w:trHeight w:val="124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181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8 673,9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8 673,9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8 673,9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182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Муниципальная программа города Боготола "Управление муниципальными финансами"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1200000000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8 673,9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8 673,9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8 673,9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183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Отдельные мероприятия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1280000000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8 673,9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8 673,9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8 673,9</w:t>
            </w:r>
          </w:p>
        </w:tc>
      </w:tr>
      <w:tr w:rsidR="007652AA" w:rsidRPr="00774A7A" w:rsidTr="007C616D">
        <w:trPr>
          <w:trHeight w:val="187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184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Руководство и управление в сфере установленных функций в рамках отдельных мероприятий муниципальной программы города Боготола "Управление муниципальными финансами"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1280066310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8 673,9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8 673,9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8 673,9</w:t>
            </w:r>
          </w:p>
        </w:tc>
      </w:tr>
      <w:tr w:rsidR="007652AA" w:rsidRPr="00774A7A" w:rsidTr="007C616D">
        <w:trPr>
          <w:trHeight w:val="187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185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1280066310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8 245,2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8 245,2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8 245,2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186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1280066310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8 245,2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8 245,2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8 245,2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187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1280066310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428,7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428,7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428,7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188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1280066310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428,7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428,7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428,7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189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190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Благоустройство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187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191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Муниципальная программа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0600000000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192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 "Благоустройство территорий города"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0640000000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280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193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Реализация инициативных проектов жителей города в рамках подпрограммы "Благоустройство территорий города" муниципальной программы города Боготола "Реформирование и модернизация жилищно-коммунального хозяйства;повышение энергетической эффективности; благоустройство территории города"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0640063550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194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0640063550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195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0640063550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196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197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198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Муниципальная программа города Боготола "Управление муниципальными финансами"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1200000000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199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Отдельные мероприятия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1280000000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156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200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Управление муниципальным долгом в рамках отдельных мероприятий муниципальной программы города Боготола "Управление муниципальными финансами"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1280066320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1280066320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Обслуживание муниципального долга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1280066320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730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Администрация города Боготола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C616D" w:rsidP="007C616D">
            <w:pPr>
              <w:spacing w:after="0" w:line="240" w:lineRule="auto"/>
              <w:ind w:left="-99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 w:rsidR="00774A7A" w:rsidRPr="00774A7A">
              <w:rPr>
                <w:rFonts w:ascii="Times New Roman" w:eastAsia="Times New Roman" w:hAnsi="Times New Roman"/>
                <w:lang w:eastAsia="ru-RU"/>
              </w:rPr>
              <w:t>300 005,5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342 611,6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332 162,5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67 351,6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58 256,1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56 811,8</w:t>
            </w:r>
          </w:p>
        </w:tc>
      </w:tr>
      <w:tr w:rsidR="007652AA" w:rsidRPr="00774A7A" w:rsidTr="007C616D">
        <w:trPr>
          <w:trHeight w:val="124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2 060,6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2 060,6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2 060,6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2 060,6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2 060,6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2 060,6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Функционирование местной администрации муниципального образования город Боготол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6120000000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2 060,6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2 060,6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2 060,6</w:t>
            </w:r>
          </w:p>
        </w:tc>
      </w:tr>
      <w:tr w:rsidR="007652AA" w:rsidRPr="00774A7A" w:rsidTr="007C616D">
        <w:trPr>
          <w:trHeight w:val="156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Высшее должностное лицо муниципального образования город Боготол в рамках непрограммных расходов Органов местного самоуправления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6120000250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2 060,6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2 060,6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2 060,6</w:t>
            </w:r>
          </w:p>
        </w:tc>
      </w:tr>
      <w:tr w:rsidR="007652AA" w:rsidRPr="00774A7A" w:rsidTr="007C616D">
        <w:trPr>
          <w:trHeight w:val="187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6120000250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2 060,6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2 060,6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2 060,6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210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6120000250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2 060,6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2 060,6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2 060,6</w:t>
            </w:r>
          </w:p>
        </w:tc>
      </w:tr>
      <w:tr w:rsidR="007652AA" w:rsidRPr="00774A7A" w:rsidTr="007C616D">
        <w:trPr>
          <w:trHeight w:val="187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211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41 155,8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34 575,7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33 254,7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212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41 155,8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34 575,7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33 254,7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213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Функционирование местной администрации муниципального образования город Боготол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6120000000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41 155,8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34 575,7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33 254,7</w:t>
            </w:r>
          </w:p>
        </w:tc>
      </w:tr>
      <w:tr w:rsidR="007652AA" w:rsidRPr="00774A7A" w:rsidTr="007C616D">
        <w:trPr>
          <w:trHeight w:val="156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214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Руководство и управление в сфере установленных функций органов  местного самоуправления в рамках  непрограммных расходов Органов местного самоуправления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6120000210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41 155,8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34 575,7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33 254,7</w:t>
            </w:r>
          </w:p>
        </w:tc>
      </w:tr>
      <w:tr w:rsidR="007652AA" w:rsidRPr="00774A7A" w:rsidTr="007C616D">
        <w:trPr>
          <w:trHeight w:val="187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215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6120000210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30 209,5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30 090,8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30 090,8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216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6120000210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30 209,5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30 090,8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30 090,8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217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6120000210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10 946,2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4 484,9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3 163,8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218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6120000210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10 946,2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4 484,9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3 163,8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219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Судебная система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1,6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220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1,6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221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Функционирование местной администрации муниципального образования город Боготол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6120000000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1,6</w:t>
            </w:r>
          </w:p>
        </w:tc>
      </w:tr>
      <w:tr w:rsidR="007652AA" w:rsidRPr="00774A7A" w:rsidTr="007C616D">
        <w:trPr>
          <w:trHeight w:val="218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222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непрограммных расходов Органов местного самоуправления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6120051200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1,6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223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6120051200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1,6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224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6120051200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1,6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225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Резервные фонды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226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227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Функционирование местной администрации муниципального образования город Боготол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6120000000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7652AA" w:rsidRPr="00774A7A" w:rsidTr="007C616D">
        <w:trPr>
          <w:trHeight w:val="156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228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Резервный фонд органа местного самоуправления  муниципального образования город Боготол в рамках  непрограммных расходов Органов местного самоуправления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6120000220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229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6120000220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Резервные средства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6120000220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870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231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23 513,6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21 118,0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20 995,0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232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Муниципальная программа города Боготола "Развитие культуры"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0300000000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1 071,8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1 008,8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1 008,8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233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 "Развитие архивного дела в городе Боготоле"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0330000000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1 071,8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1 008,8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1 008,8</w:t>
            </w:r>
          </w:p>
        </w:tc>
      </w:tr>
      <w:tr w:rsidR="007652AA" w:rsidRPr="00774A7A" w:rsidTr="007C616D">
        <w:trPr>
          <w:trHeight w:val="187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234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Создание нормативных условий хранения архивных документов в рамках подпрограммы "Развитие архивного дела в городе Боготоле" муниципальной программы города Боготола "Развитие культуры"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0330061410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875,5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875,5</w:t>
            </w:r>
          </w:p>
        </w:tc>
      </w:tr>
      <w:tr w:rsidR="007652AA" w:rsidRPr="00774A7A" w:rsidTr="007C616D">
        <w:trPr>
          <w:trHeight w:val="187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235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0330061410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861,8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843,7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843,7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236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0330061410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861,8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843,7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843,7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237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0330061410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31,8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31,8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238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0330061410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31,8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31,8</w:t>
            </w:r>
          </w:p>
        </w:tc>
      </w:tr>
      <w:tr w:rsidR="007652AA" w:rsidRPr="00774A7A" w:rsidTr="007C616D">
        <w:trPr>
          <w:trHeight w:val="343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239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Субвенции бюджетам муниципальных образований на осуществление государственных полномочий в области архивного дела, переданных органам местного самоуправления Красноярского края (в соответствии с Законом края от 21 декабря 2010 года № 11-5564) в рамках подпрограммы "Развитие архивного дела в городе Боготоле" муниципальной программы города Боготола "Развитие культуры"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0330075190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133,3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133,3</w:t>
            </w:r>
          </w:p>
        </w:tc>
      </w:tr>
      <w:tr w:rsidR="007652AA" w:rsidRPr="00774A7A" w:rsidTr="007C616D">
        <w:trPr>
          <w:trHeight w:val="187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0330075190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110,8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0330075190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110,8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242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0330075190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22,5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22,5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0330075190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22,5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22,5</w:t>
            </w:r>
          </w:p>
        </w:tc>
      </w:tr>
      <w:tr w:rsidR="007652AA" w:rsidRPr="00774A7A" w:rsidTr="007C616D">
        <w:trPr>
          <w:trHeight w:val="187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Муниципальная программа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0600000000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14 578,9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13 061,7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13 061,7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 " Содержание и капитальный ремонт муниципального имущества"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0620000000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940,3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249,6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249,6</w:t>
            </w:r>
          </w:p>
        </w:tc>
      </w:tr>
      <w:tr w:rsidR="007652AA" w:rsidRPr="00774A7A" w:rsidTr="007C616D">
        <w:trPr>
          <w:trHeight w:val="343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Содержание, капитальный ремонт муниципального имущества и благоустройство дворовой территории в рамках подпрограммы "Содержание и капитальный ремонт муниципального имущества" муниципальной программы города Боготола "Реформирование и модернизация жилищно-коммунального хозяйства;повышение энергетической эффективности; благоустройство территории города"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0620063010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940,3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249,6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249,6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0620063010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940,3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249,6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249,6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0620063010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940,3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249,6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249,6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 "Обеспечение реализации мероприятий муниципальной программы"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0660000000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13 638,6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12 812,1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12 812,1</w:t>
            </w:r>
          </w:p>
        </w:tc>
      </w:tr>
      <w:tr w:rsidR="007652AA" w:rsidRPr="00774A7A" w:rsidTr="007C616D">
        <w:trPr>
          <w:trHeight w:val="343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250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Обеспечение деятельности (оказание услуг) МКУ Службы "Заказчика" ЖКУ и МЗ г.Боготола в рамках подпрограммы "Обеспечение реализации мероприятий муниципальной программы" муниципальной программы города Боготола "Реформирование и модернизация жилищно-коммунального хозяйства;повышение энергетической эффективности; благоустройство территории города"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0660063910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13 638,6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12 812,1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12 812,1</w:t>
            </w:r>
          </w:p>
        </w:tc>
      </w:tr>
      <w:tr w:rsidR="007652AA" w:rsidRPr="00774A7A" w:rsidTr="007C616D">
        <w:trPr>
          <w:trHeight w:val="187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251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0660063910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13 406,1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12 812,1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12 812,1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252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0660063910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13 406,1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12 812,1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12 812,1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253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0660063910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230,6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254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0660063910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230,6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255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0660063910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256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0660063910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124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257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Муниципальная программа города Боготола "Развитие инвестиционной деятельности, малого и среднего предпринимательства"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0800000000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258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 "Муниципальная поддержка развития инвестиционной деятельности"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0820000000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374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259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Учет, оценка, передача в аренду муниципального имущества, постановка на кадастровый учет и регистрация права собственности безхозяйных объектов капитального строительства, коммунальной инфраструктуры в рамках подпрограммы "Муниципальная поддержка развития инвестиционной деятельности" муниципальной программы города Боготола "Развитие инвестиционной деятельности, малого и среднего предпринимательства"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0820065040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260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0820065040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261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Исполнение судебных актов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0820065040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830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262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Муниципальная программа города Боготола "Обеспечение доступным и комфортным жильем жителей города"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0900000000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524,8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524,8</w:t>
            </w:r>
          </w:p>
        </w:tc>
      </w:tr>
      <w:tr w:rsidR="007652AA" w:rsidRPr="00774A7A" w:rsidTr="007C616D">
        <w:trPr>
          <w:trHeight w:val="124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263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 "Обеспечение жилыми помещениями детей-сирот и детей,оставшихся без попечения родителей, лиц из их числа"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0940000000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524,8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524,8</w:t>
            </w:r>
          </w:p>
        </w:tc>
      </w:tr>
      <w:tr w:rsidR="007652AA" w:rsidRPr="00774A7A" w:rsidTr="007C616D">
        <w:trPr>
          <w:trHeight w:val="624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264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Субвенции бюджетам муниципальных образований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(в соответствии с Законом края от 24 декабря 2009 года № 9-4225) в рамках подпрограммы «Обеспечение жилыми помещениями детей-сирот и детей, оставшихся без попечения родителей, лиц из их числа» муниципальной программы города Боготола «Обеспечение доступным и комфортным жильем жителей города»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0940075870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401,1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401,1</w:t>
            </w:r>
          </w:p>
        </w:tc>
      </w:tr>
      <w:tr w:rsidR="007652AA" w:rsidRPr="00774A7A" w:rsidTr="007C616D">
        <w:trPr>
          <w:trHeight w:val="187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265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0940075870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384,7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384,7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266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0940075870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384,7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384,7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267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0940075870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16,4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16,4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268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0940075870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16,4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16,4</w:t>
            </w:r>
          </w:p>
        </w:tc>
      </w:tr>
      <w:tr w:rsidR="007652AA" w:rsidRPr="00774A7A" w:rsidTr="007C616D">
        <w:trPr>
          <w:trHeight w:val="655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269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Субвенции бюджетам муниципальных образований на осуществление отдельных государственных полномочий 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 (в соответствии с Законом края от 8 июля 2021 года № 11-5284) в рамках подпрограммы «Обеспечение жилыми помещениями детей-сирот и детей, оставшихся без попечения родителей, лиц из их числа» муниципальной программы города Боготола «Обеспечение доступным и комфортным жильем жителей города»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0940078460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123,7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123,7</w:t>
            </w:r>
          </w:p>
        </w:tc>
      </w:tr>
      <w:tr w:rsidR="007652AA" w:rsidRPr="00774A7A" w:rsidTr="007C616D">
        <w:trPr>
          <w:trHeight w:val="187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0940078460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120,2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120,2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271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0940078460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120,2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120,2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272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0940078460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3,5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273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0940078460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3,5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274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Муниципальная программа города Боготола "Гражданское общество - открытый муниципалитет"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2 494,4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2 054,4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2 054,4</w:t>
            </w:r>
          </w:p>
        </w:tc>
      </w:tr>
      <w:tr w:rsidR="007652AA" w:rsidRPr="00774A7A" w:rsidTr="007C616D">
        <w:trPr>
          <w:trHeight w:val="156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275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 "Поддержка общественных объединений, некоммерческих организаций, инициативных граждан города Боготола в реализации гражданских инициатив"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1110000000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7652AA" w:rsidRPr="00774A7A" w:rsidTr="007C616D">
        <w:trPr>
          <w:trHeight w:val="592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276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Субсидии, предоставляемые социально ориентированным некоммерческим организациям города Боготола на финансирование расходов, связанных с оказанием социально ориентированными некоммерческимм организациями города Боготола на безвозмездной основе услуг другими социально ориентированным некоммерческим организациям города Боготола в рамках подпрограммы «Поддержка общественных объединений, некомерческих организаций, инициативных граждан города Боготола в реализациии гражданских инициатив» муниципальной программы города Боготола «Гражданское общество - открытый муниципалитет»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1110066030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277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1110066030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187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278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1110066030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436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279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бюджетам муниципальных образований на реализацию муниципальных программ (подпрограмм) поддержки социально ориентированных некоммерческих организаций в рамках подпрограммы «Поддержка общественных объединений, некоммерческих организаций, инициативных граждан города Боготола в реализации гражданских инициатив» муниципальной программы города Боготола «Гражданское общество - открытый муниципалитет»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11100S5790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280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11100S5790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7652AA" w:rsidRPr="00774A7A" w:rsidTr="007C616D">
        <w:trPr>
          <w:trHeight w:val="187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281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11100S5790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7652AA" w:rsidRPr="00774A7A" w:rsidTr="007C616D">
        <w:trPr>
          <w:trHeight w:val="218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282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 "Открытость власти и информирование населения города о деятельности и решениях органов местного самоуправления и информационно – разъяснительная работа по актуальным социально – значимым вопросам"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1120000000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2 134,4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1 954,4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1 954,4</w:t>
            </w:r>
          </w:p>
        </w:tc>
      </w:tr>
      <w:tr w:rsidR="007652AA" w:rsidRPr="00774A7A" w:rsidTr="007C616D">
        <w:trPr>
          <w:trHeight w:val="436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283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Публикация изданных органами местного самоуправления нормативно-правовых актов в печатных средствах массовой информации в рамках подпрограммы "Открытость власти и информирование населения города о деятельности и решениях органов местного самоуправления и информационно – разъяснительная работа по актуальным социально – значимым вопросам" муниципальной программы города Боготола "Гражданское общество - открытый муниципалитет"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1120066210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284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1120066210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285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1120066210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</w:tr>
      <w:tr w:rsidR="007652AA" w:rsidRPr="00774A7A" w:rsidTr="007C616D">
        <w:trPr>
          <w:trHeight w:val="468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286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Обеспечение работы официального сайта города в сети Интернет, размещение информации, информационные технологии, информационная безопасность, защита ПДН, в рамках подпрограммы "Открытость власти и информирование населения города о деятельности и решениях органов местного самоуправления и информационно – разъяснительная работа по актуальным социально – значимым вопросам» муниципальной программы города Боготола «Гражданское общество - открытый муниципалитет"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1120066220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954,4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954,4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287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1120066220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954,4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954,4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288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1120066220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954,4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954,4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289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Муниципальная программа города Боготола "Управление муниципальными финансами"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1200000000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2 541,3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2 541,3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2 541,3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Отдельные мероприятия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1280000000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2 541,3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2 541,3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2 541,3</w:t>
            </w:r>
          </w:p>
        </w:tc>
      </w:tr>
      <w:tr w:rsidR="007652AA" w:rsidRPr="00774A7A" w:rsidTr="007C616D">
        <w:trPr>
          <w:trHeight w:val="187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291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Совершенствование механизмов осуществления муниципальных закупок в рамках отдельных мероприятий муниципальной программы города Боготола "Управление муниципальными финансами"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1280066350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2 541,3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2 541,3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2 541,3</w:t>
            </w:r>
          </w:p>
        </w:tc>
      </w:tr>
      <w:tr w:rsidR="007652AA" w:rsidRPr="00774A7A" w:rsidTr="007C616D">
        <w:trPr>
          <w:trHeight w:val="187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292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1280066350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2 358,0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2 358,0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2 358,0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293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1280066350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2 358,0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2 358,0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2 358,0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294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1280066350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183,2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183,2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183,2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295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1280066350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183,2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183,2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183,2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296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1 937,1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1 927,1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1 804,1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297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Функционирование местной администрации муниципального образования город Боготол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6120000000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1 937,1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1 927,1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1 804,1</w:t>
            </w:r>
          </w:p>
        </w:tc>
      </w:tr>
      <w:tr w:rsidR="007652AA" w:rsidRPr="00774A7A" w:rsidTr="007C616D">
        <w:trPr>
          <w:trHeight w:val="156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298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 xml:space="preserve">Руководство и управление в сфере установленных функций органов  местного самоуправления в рамках  непрограммных расходов Органов местного </w:t>
            </w: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самоуправления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6120000210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173,0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299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6120000210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6120000210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301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6120000210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133,0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302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6120000210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133,0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</w:tr>
      <w:tr w:rsidR="007652AA" w:rsidRPr="00774A7A" w:rsidTr="007C616D">
        <w:trPr>
          <w:trHeight w:val="436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303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Субвенции бюджетам муниципальных образований 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(в соответствии с Законом края от 30 января 2014 года № 6-2056) по министерству экономики и регионального развития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6120074290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58,4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58,4</w:t>
            </w:r>
          </w:p>
        </w:tc>
      </w:tr>
      <w:tr w:rsidR="007652AA" w:rsidRPr="00774A7A" w:rsidTr="007C616D">
        <w:trPr>
          <w:trHeight w:val="187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304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6120074290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56,1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56,1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305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6120074290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56,1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56,1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306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6120074290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2,3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307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6120074290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2,3</w:t>
            </w:r>
          </w:p>
        </w:tc>
      </w:tr>
      <w:tr w:rsidR="007652AA" w:rsidRPr="00774A7A" w:rsidTr="007C616D">
        <w:trPr>
          <w:trHeight w:val="280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308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(в соответствии с Законом края от 23 апреля 2009 года № 8-3170) в рамках непрограммных расходов Органов местного самоуправления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6120075140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828,9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828,9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828,9</w:t>
            </w:r>
          </w:p>
        </w:tc>
      </w:tr>
      <w:tr w:rsidR="007652AA" w:rsidRPr="00774A7A" w:rsidTr="007C616D">
        <w:trPr>
          <w:trHeight w:val="187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309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6120075140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805,9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805,9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6120075140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805,9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805,9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311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6120075140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23,0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23,0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312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6120075140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23,0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23,0</w:t>
            </w:r>
          </w:p>
        </w:tc>
      </w:tr>
      <w:tr w:rsidR="007652AA" w:rsidRPr="00774A7A" w:rsidTr="007C616D">
        <w:trPr>
          <w:trHeight w:val="343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313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Субвенции бюджетам муниципальных образований на осуществление государственных полномочий по созданию и обеспечению деятельности комиссий по делам несовершеннолетних и защите их прав (в соответствии с Законом края от 26 декабря 2006 года № 21-5589) по министерству финансов Красноярского края, в рамках непрограммных расходов Органов местного самоуправления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6120076040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866,8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866,8</w:t>
            </w:r>
          </w:p>
        </w:tc>
      </w:tr>
      <w:tr w:rsidR="007652AA" w:rsidRPr="00774A7A" w:rsidTr="007C616D">
        <w:trPr>
          <w:trHeight w:val="187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314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6120076040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805,0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805,0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315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6120076040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805,0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805,0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316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6120076040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61,8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317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6120076040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61,8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318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4 517,8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4 106,2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4 006,1</w:t>
            </w:r>
          </w:p>
        </w:tc>
      </w:tr>
      <w:tr w:rsidR="007652AA" w:rsidRPr="00774A7A" w:rsidTr="007C616D">
        <w:trPr>
          <w:trHeight w:val="124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319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3 777,1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3 877,2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3 777,1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Муниципальная программа города Боготола "Обеспечение безопасности населения города"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1300000000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3 777,1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3 877,2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3 777,1</w:t>
            </w:r>
          </w:p>
        </w:tc>
      </w:tr>
      <w:tr w:rsidR="007652AA" w:rsidRPr="00774A7A" w:rsidTr="007C616D">
        <w:trPr>
          <w:trHeight w:val="124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321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Подпрограмма"Защита населения и территории города от чрезвычайных ситуаций природного и техногенного характера"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1310000000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3 777,1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3 877,2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3 777,1</w:t>
            </w:r>
          </w:p>
        </w:tc>
      </w:tr>
      <w:tr w:rsidR="007652AA" w:rsidRPr="00774A7A" w:rsidTr="007C616D">
        <w:trPr>
          <w:trHeight w:val="280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322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Обеспечение деятельности подведомственных учреждений ЕДДС в рамках подпрограммы "Защита населения и территории города от чрезвычайных ситуаций природного и техногенного характера" муниципальной программы города Боготола "Обеспечение безопасности населения города"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1310066420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3 777,1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3 777,1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3 777,1</w:t>
            </w:r>
          </w:p>
        </w:tc>
      </w:tr>
      <w:tr w:rsidR="007652AA" w:rsidRPr="00774A7A" w:rsidTr="007C616D">
        <w:trPr>
          <w:trHeight w:val="187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323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1310066420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3 767,4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3 767,4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3 767,4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324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1310066420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3 767,4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3 767,4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3 767,4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325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1310066420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9,6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9,6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326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1310066420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9,6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9,6</w:t>
            </w:r>
          </w:p>
        </w:tc>
      </w:tr>
      <w:tr w:rsidR="007652AA" w:rsidRPr="00774A7A" w:rsidTr="007C616D">
        <w:trPr>
          <w:trHeight w:val="27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327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 xml:space="preserve">Субсидии бюджетам муниципальных образований края на частичное финансирование (возмещение) расходов на содержание единых дежурно-диспетчерских служб муниципальных образований Красноярского края в рамках подпрограммы "Защита населения и территории города от чрезвычайных ситуаций природного и техногенного характера" муниципальной программы города Боготола "Обеспечение безопасности </w:t>
            </w: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населения города"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13100S4130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328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13100S4130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329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13100S4130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330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0314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229,0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229,0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331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Муниципальная программа города Боготола "Обеспечение безопасности населения города"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0314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1300000000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229,0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229,0</w:t>
            </w:r>
          </w:p>
        </w:tc>
      </w:tr>
      <w:tr w:rsidR="007652AA" w:rsidRPr="00774A7A" w:rsidTr="007C616D">
        <w:trPr>
          <w:trHeight w:val="124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332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Подпрограмма"Защита населения и территории города от чрезвычайных ситуаций природного и техногенного характера"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0314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1310000000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700,7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214,0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214,0</w:t>
            </w:r>
          </w:p>
        </w:tc>
      </w:tr>
      <w:tr w:rsidR="007652AA" w:rsidRPr="00774A7A" w:rsidTr="007C616D">
        <w:trPr>
          <w:trHeight w:val="280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333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Создание, содержание и восполнение резерва материальных ресурсов в целях ГО в рамках подпрограммы "Защита населения и территории города от чрезвычайных ситуаций природного и техногенного характера" муниципальной программы города Боготола "Обеспечение безопасности населения города"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0314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1310066410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73,6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73,6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334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0314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1310066410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73,6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73,6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335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0314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1310066410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73,6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73,6</w:t>
            </w:r>
          </w:p>
        </w:tc>
      </w:tr>
      <w:tr w:rsidR="007652AA" w:rsidRPr="00774A7A" w:rsidTr="007C616D">
        <w:trPr>
          <w:trHeight w:val="31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336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Сбор данных об источниках ЧС, влияющих на жизнедеятельность населения, работу организаций и действия ТП РСЧС в рамках подпрограммы "Защита населения и территории города от чрезвычайных ситуаций природного и техногенного характера" муниципальной программы города Боготола "Обеспечение безопасности населения города"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0314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1310066430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466,1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16,1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16,1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337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0314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1310066430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466,1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16,1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16,1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338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0314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1310066430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466,1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16,1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16,1</w:t>
            </w:r>
          </w:p>
        </w:tc>
      </w:tr>
      <w:tr w:rsidR="007652AA" w:rsidRPr="00774A7A" w:rsidTr="007C616D">
        <w:trPr>
          <w:trHeight w:val="249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339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Поддержание в готовности средств АСЦО ГО материалов в рамках подпрограммы "Защита населения и территории города от чрезвычайных ситуаций природного и техногенного характера" муниципальной программы города Боготола "Обеспечение безопасности населения города"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0314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1310066440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340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0314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1310066440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341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0314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1310066440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</w:tr>
      <w:tr w:rsidR="007652AA" w:rsidRPr="00774A7A" w:rsidTr="007C616D">
        <w:trPr>
          <w:trHeight w:val="343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342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Приобретение, распространение тематической печатной и видеопродукции в области ГО, защиты от ЧС, обеспечения безопасности населения в рамках подпрограммы "Защита населения и территории города от чрезвычайных ситуаций природного и техногенного характера" муниципальной программы города Боготола "Обеспечение безопасности населения города"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0314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1310066450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343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0314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1310066450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344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0314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1310066450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</w:tr>
      <w:tr w:rsidR="007652AA" w:rsidRPr="00774A7A" w:rsidTr="007C616D">
        <w:trPr>
          <w:trHeight w:val="280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345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Проведение работ по обустройству минерализованной противопожарной полосы в рамках подпрограммы «Защита населения и территории города от чрезвычайных ситуаций природного и техногенного характера» в рамках муниципальной программы города Боготола «Обеспечение безопасности населения города»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0314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1310066460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346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0314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1310066460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347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0314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1310066460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7652AA" w:rsidRPr="00774A7A" w:rsidTr="007C616D">
        <w:trPr>
          <w:trHeight w:val="124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348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Подпрограмма"Противодействие экстремизму,и профилактика терроризма на территории города Боготола"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0314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1320000000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</w:tr>
      <w:tr w:rsidR="007652AA" w:rsidRPr="00774A7A" w:rsidTr="007C616D">
        <w:trPr>
          <w:trHeight w:val="405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349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Организация и проведение акций,общественных и спортивных мероприятий,направленных на профилактику терроризма и экстремизма,распространение печатных памяток по тематике распространения терроризма и экстремизма в рамках подпрограммы "Противодействие экстремизму и профилактика терроризма на территории города Боготола" муниципальной программы города Боготола "Обеспечение безопасности населения города"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0314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1320066510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0314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1320066510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351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0314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1320066510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</w:tr>
      <w:tr w:rsidR="007652AA" w:rsidRPr="00774A7A" w:rsidTr="007C616D">
        <w:trPr>
          <w:trHeight w:val="280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352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Материальное стимулирование деятельности народных дружинников в рамках подпрограммы «Противодействие экстремизму, и профилактика терроризма на территории города Боготола» в рамках муниципальной программы города Боготола «Обеспечение безопасности населения города»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0314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1320066530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353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0314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1320066530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354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0314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1320066530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355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45 614,7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40 193,0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34 243,0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356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Транспорт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0408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13 990,0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13 990,0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13 990,0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357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Муниципальная программа города Боготола "Развитие транспортной системы"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0408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13 990,0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13 990,0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13 990,0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358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 "Пассажирские перевозки"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0408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0720000000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13 990,0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13 990,0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13 990,0</w:t>
            </w:r>
          </w:p>
        </w:tc>
      </w:tr>
      <w:tr w:rsidR="007652AA" w:rsidRPr="00774A7A" w:rsidTr="007C616D">
        <w:trPr>
          <w:trHeight w:val="592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359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субсидии юридическим лицам (за исключением государственных (муниципальных) учреждений), индивидуальным предпринимателям, выполняющим перевозки пассажиров по городским маршрутам в соответствии с программой пассажирских перевозок автомобильным транспортом в городе Боготоле по маршрутам с небольшой интенсивностью пассажиропотоков в целях возмещения недополученных доходов, возникающих в результате небольшой интенсивности пассажиропотоков в рамках подпрограммы "Пассажирские перевозки" муниципальной программы города Боготола "Развитие транспортной системы"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0408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0720064410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13 990,0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13 990,0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13 990,0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360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0408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0720064410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13 990,0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13 990,0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13 990,0</w:t>
            </w:r>
          </w:p>
        </w:tc>
      </w:tr>
      <w:tr w:rsidR="007652AA" w:rsidRPr="00774A7A" w:rsidTr="007C616D">
        <w:trPr>
          <w:trHeight w:val="156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361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0408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0720064410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13 990,0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13 990,0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13 990,0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362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29 697,9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24 306,5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18 356,5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363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Муниципальная программа города Боготола "Развитие транспортной системы"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26 781,5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23 456,5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17 506,5</w:t>
            </w:r>
          </w:p>
        </w:tc>
      </w:tr>
      <w:tr w:rsidR="007652AA" w:rsidRPr="00774A7A" w:rsidTr="007C616D">
        <w:trPr>
          <w:trHeight w:val="124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364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 "Обеспечение сохранности и модернизация автомобильных дорог на территории муниципального образования"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0710000000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24 022,7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22 034,9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16 087,4</w:t>
            </w:r>
          </w:p>
        </w:tc>
      </w:tr>
      <w:tr w:rsidR="007652AA" w:rsidRPr="00774A7A" w:rsidTr="007C616D">
        <w:trPr>
          <w:trHeight w:val="31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365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Текущий ремонт автомобильных дорог общего пользования местного значения за счет средств дорожного фонда города Боготола в рамках подпрограммы "Обеспечение сохранности и модернизация автомобильных дорог на территории муниципального образования" муниципальной программы города Боготола "Развитие транспортной системы"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0710064210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1 033,4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1 033,4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1 033,4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366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0710064210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1 033,4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1 033,4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1 033,4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367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0710064210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1 033,4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1 033,4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1 033,4</w:t>
            </w:r>
          </w:p>
        </w:tc>
      </w:tr>
      <w:tr w:rsidR="007652AA" w:rsidRPr="00774A7A" w:rsidTr="007C616D">
        <w:trPr>
          <w:trHeight w:val="280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368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Техническая инвентаризация улично-дорожной сети с выдачей технических паспортов в рамках подпрограммы "Обеспечение сохранности и модернизация автомобильных дорог на территории муниципального образования" муниципальной программы города Боготола "Развитие транспортной системы"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0710064220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11,5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369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0710064220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11,5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0710064220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11,5</w:t>
            </w:r>
          </w:p>
        </w:tc>
      </w:tr>
      <w:tr w:rsidR="007652AA" w:rsidRPr="00774A7A" w:rsidTr="007C616D">
        <w:trPr>
          <w:trHeight w:val="280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371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Строительство и ремонт тротуаров в городе Боготоле в рамках подпрограммы "Обеспечение сохранности и модернизация автомобильных дорог на территории муниципального образования" муниципальной программы города Боготола "Развитие транспортной системы"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0710064230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1 993,3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372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0710064230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1 993,3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373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0710064230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1 993,3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343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374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Содержание автомобильных дорог общего пользования местного значения и искусственных сооружений на них за счет средств дорожного фонда города Боготола в рамках подпрограммы "Обеспечение сохранности и модернизация автомобильных дорог на территории муниципального образования" муниципальной программы города Боготола "Развитие транспортной системы"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0710064260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20 826,0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20 976,5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15 029,0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375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0710064260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20 826,0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20 976,5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15 029,0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376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0710064260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20 826,0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20 976,5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15 029,0</w:t>
            </w:r>
          </w:p>
        </w:tc>
      </w:tr>
      <w:tr w:rsidR="007652AA" w:rsidRPr="00774A7A" w:rsidTr="007C616D">
        <w:trPr>
          <w:trHeight w:val="31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377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Проведение лабораторных работ по испытанию образцов асфальтобетонной смеси и асфальтобетона в рамках подпрограммы "Обеспечение сохранности и модернизация автомобильных дорог на территории муниципального образования" муниципальной программы города Боготола "Развитие транспортной системы"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0710064270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378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0710064270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379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0710064270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280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380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Исполнение административных правонарушений в области дорожного движения в рамках подпрограммы "Обеспечение сохранности и модернизации автомобильных дорог на территории муниципального образования" муниципальной программы города Боготола "Развитие транспортной системы"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0710064280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381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0710064280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382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0710064280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27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383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 xml:space="preserve"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в рамках подпрограммы "Обеспечение сохранности и модернизация автомобильных дорог на территории муниципального образования" муниципальной программы города Боготола "Развитие </w:t>
            </w: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транспортной системы"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07100S5090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13,5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384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07100S5090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13,5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385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07100S5090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13,5</w:t>
            </w:r>
          </w:p>
        </w:tc>
      </w:tr>
      <w:tr w:rsidR="007652AA" w:rsidRPr="00774A7A" w:rsidTr="007C616D">
        <w:trPr>
          <w:trHeight w:val="156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386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 "Безопасность дорожного движения - законопослушный пешеход, адресный перечень обустройства пешеходных переходов в городе Боготоле"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0730000000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2 758,8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1 421,7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1 419,1</w:t>
            </w:r>
          </w:p>
        </w:tc>
      </w:tr>
      <w:tr w:rsidR="007652AA" w:rsidRPr="00774A7A" w:rsidTr="007C616D">
        <w:trPr>
          <w:trHeight w:val="156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387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 "Безопасность дорожного движения - законопослушный пешеход, адресный перечень обустройства пешеходных переходов в городе Боготоле"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0730000000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2 731,8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1 408,0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1 405,5</w:t>
            </w:r>
          </w:p>
        </w:tc>
      </w:tr>
      <w:tr w:rsidR="007652AA" w:rsidRPr="00774A7A" w:rsidTr="007C616D">
        <w:trPr>
          <w:trHeight w:val="280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388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Устройство и обслуживание элементов обустройства автомобильных дорог в рамках подпрограммы "Безопасность дорожного движения- законопослушный пешеход, адресный перечень обустройства пешеходных переходов в городе Боготоле" муниципальной программы города Боготола "Развитие транспортной системы"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0730064610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1 265,9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1 259,5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1 256,9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389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0730064610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1 265,9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1 259,5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1 256,9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390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0730064610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1 265,9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1 259,5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1 256,9</w:t>
            </w:r>
          </w:p>
        </w:tc>
      </w:tr>
      <w:tr w:rsidR="007652AA" w:rsidRPr="00774A7A" w:rsidTr="007C616D">
        <w:trPr>
          <w:trHeight w:val="31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391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Установка, содержание и обслуживание остановочных павильонов в рамках подпрограммы «Безопасность дорожного движения - законопослушный пешеход, адресный перечень обустройства пешеходных переходов в городе Боготоле» муниципальной программы города Боготола «Развитие транспортной системы»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0730064670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1 465,8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148,6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148,6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392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0730064670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1 465,8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148,6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148,6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393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0730064670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1 465,8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148,6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148,6</w:t>
            </w:r>
          </w:p>
        </w:tc>
      </w:tr>
      <w:tr w:rsidR="007652AA" w:rsidRPr="00774A7A" w:rsidTr="007C616D">
        <w:trPr>
          <w:trHeight w:val="31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394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Средства на реализацию мероприятий в рамках федерального проекта "Безопасность дорожного движения" в рамках подпрограммы «Безопасность дорожного движения-законопослушный пешеход, адресный перечень обустройства пешеходных переходов в городе Боготоле» муниципальной программы города Боготола «Развитие транспортной системы»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073R300000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13,6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13,6</w:t>
            </w:r>
          </w:p>
        </w:tc>
      </w:tr>
      <w:tr w:rsidR="007652AA" w:rsidRPr="00774A7A" w:rsidTr="007C616D">
        <w:trPr>
          <w:trHeight w:val="27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395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 xml:space="preserve">Субсидии бюджетам муниципальных образований на реализацию мероприятий, направленных на повышение безопасности дорожного движения, за счет средств дорожного фонда Красноярского края в рамках подпрограммы «Безопасность дорожного движения - законопослушный пешеход, адресный перечень обустройства пешеходных переходов в городе Боготоле" муниципальной программы города Боготола "Развитие транспортной </w:t>
            </w: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системы"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073R310601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3,3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396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073R310601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3,3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397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073R310601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3,3</w:t>
            </w:r>
          </w:p>
        </w:tc>
      </w:tr>
      <w:tr w:rsidR="007652AA" w:rsidRPr="00774A7A" w:rsidTr="007C616D">
        <w:trPr>
          <w:trHeight w:val="436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398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бюджетам муниципальных образований на обустройство участков улично-дорожной сети вблизи образовательных организаций для обеспечения безопасности дорожного движения за счет средств дорожного фонда Красноярского края в рамках подпрограммы «Безопасность дорожного движения-законопослушный пешеход, адресный перечень обустройства пешеходных переходов в городе Боготоле» муниципальной программы города Боготола «Развитие транспортной системы»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073R374270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10,3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399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073R374270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10,3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073R374270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10,3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Муниципальная программа города Боготола "Обеспечение доступным и комфортным жильем жителей города"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0900000000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2 916,3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850,0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850,0</w:t>
            </w:r>
          </w:p>
        </w:tc>
      </w:tr>
      <w:tr w:rsidR="007652AA" w:rsidRPr="00774A7A" w:rsidTr="007C616D">
        <w:trPr>
          <w:trHeight w:val="156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 "Территориальное планирование, градостроительное зонирование и документация по планировке территории города Боготола"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0920000000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2 916,3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850,0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850,0</w:t>
            </w:r>
          </w:p>
        </w:tc>
      </w:tr>
      <w:tr w:rsidR="007652AA" w:rsidRPr="00774A7A" w:rsidTr="007C616D">
        <w:trPr>
          <w:trHeight w:val="436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403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Подготовка проектной документации, строительство (реконструкции) и демонтаж объектов муниципальной собственности, в том числе коммунальной и транспортной инфраструктуры, в рамках подпрограммы "Территориальное планирование, градостроительное зонирование и документация по планировке территории города Боготола" муниципальной программы города Боготола "Обеспечение доступным и комфортным жильем жителей города"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0920065530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850,0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850,0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0920065530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850,0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850,0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0920065530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850,0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850,0</w:t>
            </w:r>
          </w:p>
        </w:tc>
      </w:tr>
      <w:tr w:rsidR="007652AA" w:rsidRPr="00774A7A" w:rsidTr="007C616D">
        <w:trPr>
          <w:trHeight w:val="405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бюджетам муниципальных образований на строительство муниципальных объектов коммунальной и транспортной инфраструктуры в рамках подпрограммы «Территориальное планирование, градостроительное зонирование и документация по планировке территории города Боготола» муниципальной программы города Боготола «Обеспечение доступным и комфортным жильем жителей города»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09200S4610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2 066,3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09200S4610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2 066,3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Бюджетные инвестиции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09200S4610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2 066,3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409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1 926,9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1 896,5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1 896,5</w:t>
            </w:r>
          </w:p>
        </w:tc>
      </w:tr>
      <w:tr w:rsidR="007652AA" w:rsidRPr="00774A7A" w:rsidTr="007C616D">
        <w:trPr>
          <w:trHeight w:val="124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Муниципальная программа города Боготола "Развитие инвестиционной деятельности, малого и среднего предпринимательства"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0800000000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1 926,9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1 896,5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1 896,5</w:t>
            </w:r>
          </w:p>
        </w:tc>
      </w:tr>
      <w:tr w:rsidR="007652AA" w:rsidRPr="00774A7A" w:rsidTr="007C616D">
        <w:trPr>
          <w:trHeight w:val="124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411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 "Развитие субъектов малого и среднего предпринимательства на территории города Боготола"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0810000000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1 171,8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1 166,8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1 166,8</w:t>
            </w:r>
          </w:p>
        </w:tc>
      </w:tr>
      <w:tr w:rsidR="007652AA" w:rsidRPr="00774A7A" w:rsidTr="007C616D">
        <w:trPr>
          <w:trHeight w:val="249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412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Проведение "Дня предпринимателя" в рамках подпрограммы "Развитие субъектов малого и среднего предпринимательства на территории города Боготола" муниципальной программы города Боготола "Развитие инвестиционной деятельности, малого и среднего предпринимательства"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0810064830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413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0810064830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414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0810064830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</w:tr>
      <w:tr w:rsidR="007652AA" w:rsidRPr="00774A7A" w:rsidTr="007C616D">
        <w:trPr>
          <w:trHeight w:val="31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415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Содействие участию субъектов малого и среднего предпринимательства в выставках, ярмарках в рамках подпрограммы "Развитие субъектов малого и среднего предпринимательства на территории города Боготола" муниципальной программы города Боготола "Развитие инвестиционной деятельности, малого и среднего предпринимательства"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0810064860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79,8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79,8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416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0810064860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79,8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79,8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417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0810064860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79,8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79,8</w:t>
            </w:r>
          </w:p>
        </w:tc>
      </w:tr>
      <w:tr w:rsidR="007652AA" w:rsidRPr="00774A7A" w:rsidTr="007C616D">
        <w:trPr>
          <w:trHeight w:val="31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418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Информационно-просветительское обеспечение социального предпринимательства в рамках подпрограммы «Развитие субъектов малого и среднего предпринимательства на территории города Боготола» муниципальной программы города Боготола «Развитие инвестиционной деятельности, малого и среднего предпринимательства»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0810064870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419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0810064870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420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0810064870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343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421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субъектам малого и среднего предпринимательства и самозанятым гражданам на возмещение затрат при осуществлении предпринимательской деятельности в рамках подпрограммы "Развитие субъектов малого и среднего предпринимательства на территории города Боготола" муниципальной программы города Боготола "Развитие инвестиционной деятельности, малого и среднего предпринимательства"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08100S6070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1 027,0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1 027,0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1 027,0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422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08100S6070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1 027,0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1 027,0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1 027,0</w:t>
            </w:r>
          </w:p>
        </w:tc>
      </w:tr>
      <w:tr w:rsidR="007652AA" w:rsidRPr="00774A7A" w:rsidTr="007C616D">
        <w:trPr>
          <w:trHeight w:val="27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423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работ, услуг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08100S6070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1 027,0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1 027,0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1 027,0</w:t>
            </w:r>
          </w:p>
        </w:tc>
      </w:tr>
      <w:tr w:rsidR="007652AA" w:rsidRPr="00774A7A" w:rsidTr="007C616D">
        <w:trPr>
          <w:trHeight w:val="343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424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Гранты в форме субсидий субъектам малого и среднего предпринимательства на начало ведения предпринимательской деятельности в рамках подпрограммы «Развитие субъектов малого и среднего предпринимательства на территории города Боготола» муниципальной программы города Боготола «Развитие инвестиционной деятельности, малого и среднего предпринимательства»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08100S6680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425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08100S6680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</w:tr>
      <w:tr w:rsidR="007652AA" w:rsidRPr="00774A7A" w:rsidTr="007C616D">
        <w:trPr>
          <w:trHeight w:val="156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426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08100S6680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427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 "Муниципальная поддержка развития инвестиционной деятельности"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0820000000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729,7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729,7</w:t>
            </w:r>
          </w:p>
        </w:tc>
      </w:tr>
      <w:tr w:rsidR="007652AA" w:rsidRPr="00774A7A" w:rsidTr="007C616D">
        <w:trPr>
          <w:trHeight w:val="374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428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Учет, оценка, передача в аренду муниципального имущества, постановка на кадастровый учет и регистрация права собственности безхозяйных объектов капитального строительства, коммунальной инфраструктуры в рамках подпрограммы "Муниципальная поддержка развития инвестиционной деятельности" муниципальной программы города Боготола "Развитие инвестиционной деятельности, малого и среднего предпринимательства"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0820065040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729,7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729,7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429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0820065040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729,7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729,7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0820065040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729,7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729,7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431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977 156,6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78 367,9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75 649,8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432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Жилищное хозяйство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887 359,1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3 313,2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3 313,2</w:t>
            </w:r>
          </w:p>
        </w:tc>
      </w:tr>
      <w:tr w:rsidR="007652AA" w:rsidRPr="00774A7A" w:rsidTr="007C616D">
        <w:trPr>
          <w:trHeight w:val="187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433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Муниципальная программа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0600000000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3 451,5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1 613,2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1 613,2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434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 " Содержание и капитальный ремонт муниципального имущества"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0620000000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3 451,5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1 613,2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1 613,2</w:t>
            </w:r>
          </w:p>
        </w:tc>
      </w:tr>
      <w:tr w:rsidR="007652AA" w:rsidRPr="00774A7A" w:rsidTr="007C616D">
        <w:trPr>
          <w:trHeight w:val="343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435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Содержание, капитальный ремонт муниципального имущества и благоустройство дворовой территории в рамках подпрограммы "Содержание и капитальный ремонт муниципального имущества" муниципальной программы города Боготола "Реформирование и модернизация жилищно-коммунального хозяйства;повышение энергетической эффективности; благоустройство территории города"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0620063010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2 002,3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164,0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164,0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436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0620063010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1 989,7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164,0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164,0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437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0620063010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1 989,7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164,0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164,0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438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0620063010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439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Исполнение судебных актов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0620063010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830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31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440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Капитальный ремонт общего имущества многоквартирных домов в рамках подпрограммы "Содержание и капитальный ремонт муниципального имущества" муниципальной программы города Боготола "Реформирование и модернизация жилищно-коммунального хозяйства;</w:t>
            </w:r>
            <w:r w:rsidR="007C616D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74A7A">
              <w:rPr>
                <w:rFonts w:ascii="Times New Roman" w:eastAsia="Times New Roman" w:hAnsi="Times New Roman"/>
                <w:lang w:eastAsia="ru-RU"/>
              </w:rPr>
              <w:t>повышение энергетической эффективности; благоустройство территории города"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0620063020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1 449,2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1 449,2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1 449,2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441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0620063020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1 449,2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1 449,2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1 449,2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442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0620063020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1 449,2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1 449,2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1 449,2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443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Муниципальная программа города Боготола "Обеспечение доступным и комфортным жильем жителей города"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0900000000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883 907,5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1 700,0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1 700,0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444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 "Переселение граждан из аварийного жилищного фонда города Боготола"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0910000000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882 657,5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1 100,0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1 100,0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445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 "Переселение граждан из аварийного жилищного фонда города Боготола"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0910000000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128 202,3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1 100,0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1 100,0</w:t>
            </w:r>
          </w:p>
        </w:tc>
      </w:tr>
      <w:tr w:rsidR="007652AA" w:rsidRPr="00774A7A" w:rsidTr="007C616D">
        <w:trPr>
          <w:trHeight w:val="280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446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Снос объектов недвижимости и вывоз строительного мусора, определение и выплата стоимости изъятия по объектам недвижимости в рамках подпрограммы "Переселение граждан из аварийного жилищного фонда города Боготола" муниципальной программы города Боготола "Обеспечение доступным и комфортным жильем жителей города"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0910065320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9 321,1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447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0910065320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9 321,1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448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0910065320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9 321,1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</w:tr>
      <w:tr w:rsidR="007652AA" w:rsidRPr="00774A7A" w:rsidTr="007C616D">
        <w:trPr>
          <w:trHeight w:val="280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449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Обследование жилых домов, получение заключений  о состоянии строительных конструкций аварийных домов в рамках подпрограммы "Переселение граждан из аварийного жилищного фонда города Боготола" муниципальной программы города Боготола "Обеспечение доступным и комфортным жильем жителей города"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0910065330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450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0910065330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451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0910065330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7652AA" w:rsidRPr="00774A7A" w:rsidTr="007C616D">
        <w:trPr>
          <w:trHeight w:val="561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452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бюджетам муниципальных образований на оплату разницы между стоимостью строительства многоквартирного дома, определенной разработанной проектно-сметной документацией, стоимостью жилых помещений при приобретении у застройщиков, сформированной заказчиком, и стоимостью общей площади жилых помещений, рассчитанной по предельной стоимости квадратного метра в рамках подпрограммы "Переселение граждан из аварийного жилищного фонда города Боготола" муниципальной программы города Боготола "Обеспечение доступным и комфортным жильем жителей города"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09100S6030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118 781,2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453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09100S6030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118 781,2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454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Бюджетные инвестиции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09100S6030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118 781,2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343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455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Средства на реализацию мероприятий в рамках федерального проекта "Обеспечение устойчивого сокращения непригодного для проживания жилищного фонда" в рамках подпрограммы «Переселение граждан из аварийного жилищного фонда города Боготола» муниципальной программы города Боготола «Обеспечение доступным и комфортным жильем жителей города»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091F300000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754 455,2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405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456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хозяйства, в рамках подпрограммы "Переселение граждан из аварийного жилищного фонда города Боготола" муниципальной программы города Боготола "Обеспечение доступным и комфортным жильем жителей города"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091F367483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400 851,0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457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091F367483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300 851,0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458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Бюджетные инвестиции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091F367483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300 851,0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459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091F367483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091F367483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31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461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рамках подпрограммы "Переселение граждан из аварийного жилищного фонда города Боготола" муниципальной программы города Боготола "Обеспечение доступным и комфортным жильем жителей города"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091F367484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349 172,5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462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091F367484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5 641,1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463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Бюджетные инвестиции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091F367484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5 641,1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464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091F367484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343 531,4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465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091F367484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343 531,4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343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466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Софинансирование субсидии бюджетам муниципальных образований на обеспечение мероприятий по переселению граждан из аварийного жилищного фонда, в рамках подпрограммы "Переселение граждан из аварийного жилищного фонда города Боготола" муниципальной программы города Боготола "Обеспечение доступным и комфортным жильем жителей города"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091F36748S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4 431,8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467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091F36748S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4 431,8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468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091F36748S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4 431,8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156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469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 "Территориальное планирование, градостроительное зонирование и документация по планировке территории города Боготола"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0920000000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600,0</w:t>
            </w:r>
          </w:p>
        </w:tc>
      </w:tr>
      <w:tr w:rsidR="007652AA" w:rsidRPr="00774A7A" w:rsidTr="007C616D">
        <w:trPr>
          <w:trHeight w:val="405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470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Разработка проектов планировки и межевания земельных участков для жилищного строительства, формирование и постановка земельных участков на кадастровый учет в рамках подпрограммы "Территориальное планирование, градостроительное зонирование и документация по планировке территории города Боготола" муниципальной программы города Боготола "Обеспечение доступным и комфортным жильем жителей города"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0920065510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550,0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550,0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471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0920065510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550,0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550,0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472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0920065510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550,0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550,0</w:t>
            </w:r>
          </w:p>
        </w:tc>
      </w:tr>
      <w:tr w:rsidR="007652AA" w:rsidRPr="00774A7A" w:rsidTr="007C616D">
        <w:trPr>
          <w:trHeight w:val="405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473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Формирование и постановка земельных участков на кадастровый учет для индивидуального жилищного строительства в целях предоставления многодетным гражданам в рамках подпрограммы "Территориальное планирование, градостроительное зонирование и документация по планировке территории города Боготола" муниципальной программы города Боготола "Обеспечение доступным и комфортным жильем жителей города"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0920065520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474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0920065520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475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0920065520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476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Коммунальное хозяйство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45 377,8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45 377,8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45 117,8</w:t>
            </w:r>
          </w:p>
        </w:tc>
      </w:tr>
      <w:tr w:rsidR="007652AA" w:rsidRPr="00774A7A" w:rsidTr="007C616D">
        <w:trPr>
          <w:trHeight w:val="187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477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Муниципальная программа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0600000000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43 777,8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43 777,8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43 777,8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478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Отдельные мероприятия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0680000000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43 777,8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43 777,8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43 777,8</w:t>
            </w:r>
          </w:p>
        </w:tc>
      </w:tr>
      <w:tr w:rsidR="007652AA" w:rsidRPr="00774A7A" w:rsidTr="007C616D">
        <w:trPr>
          <w:trHeight w:val="405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479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Субвенции бюджетам муниципальных образований на реализацию отдельных мер по обеспечению ограничения платы граждан за коммунальные услуги (в соответствии с Законом края от 1 декабря 2014 года № 7-2839) в рамках отдельных мероприятий муниципальной программы города Боготола "Реформирование и модернизация жилищно-коммунального хозяйства;повышение энергетической эффективности; благоустройство территории города"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0680075700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43 777,8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43 777,8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43 777,8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0680075700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43 777,8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43 777,8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43 777,8</w:t>
            </w:r>
          </w:p>
        </w:tc>
      </w:tr>
      <w:tr w:rsidR="007652AA" w:rsidRPr="00774A7A" w:rsidTr="007C616D">
        <w:trPr>
          <w:trHeight w:val="156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481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0680075700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43 777,8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43 777,8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43 777,8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482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Муниципальная программа города Боготола "Обеспечение доступным и комфортным жильем жителей города"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0900000000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1 600,0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1 340,0</w:t>
            </w:r>
          </w:p>
        </w:tc>
      </w:tr>
      <w:tr w:rsidR="007652AA" w:rsidRPr="00774A7A" w:rsidTr="007C616D">
        <w:trPr>
          <w:trHeight w:val="27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483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 xml:space="preserve">Подпрограмма "Территориальное планирование, градостроительное зонирование и документация по планировке территории </w:t>
            </w: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города Боготола"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0920000000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1 600,0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1 340,0</w:t>
            </w:r>
          </w:p>
        </w:tc>
      </w:tr>
      <w:tr w:rsidR="007652AA" w:rsidRPr="00774A7A" w:rsidTr="007C616D">
        <w:trPr>
          <w:trHeight w:val="436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484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Подготовка проектной документации, строительство (реконструкции) и демонтаж объектов муниципальной собственности, в том числе коммунальной и транспортной инфраструктуры, в рамках подпрограммы "Территориальное планирование, градостроительное зонирование и документация по планировке территории города Боготола" муниципальной программы города Боготола "Обеспечение доступным и комфортным жильем жителей города"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0920065530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950,0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950,0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485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0920065530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950,0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950,0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486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0920065530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950,0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950,0</w:t>
            </w:r>
          </w:p>
        </w:tc>
      </w:tr>
      <w:tr w:rsidR="007652AA" w:rsidRPr="00774A7A" w:rsidTr="007C616D">
        <w:trPr>
          <w:trHeight w:val="405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487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Изготовление проектно-сметной документации, формирование и планировка земельных участков для капитального ремонта, реконструкции, строительства объектов социальной сферы в рамках подпрограммы «Территориальное планирование, градостроительное зонирование и документация по планировке территории города Боготола» муниципальной программы города Боготола «Обеспечение доступным и комфортным жильем жителей города»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0920065540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450,0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190,0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488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0920065540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450,0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190,0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489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0920065540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450,0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190,0</w:t>
            </w:r>
          </w:p>
        </w:tc>
      </w:tr>
      <w:tr w:rsidR="007652AA" w:rsidRPr="00774A7A" w:rsidTr="007C616D">
        <w:trPr>
          <w:trHeight w:val="343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490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Корректировка документов территориального планирования и градостроительного зонирования МО г.Боготол в рамках подпрограммы "Территориальное планирование, градостроительное зонирование и документация по планировке территории города Боготола" муниципальной программы города Боготола "Обеспечение доступным и комфортным жильем жителей города"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0920065550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491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0920065550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492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0920065550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493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Благоустройство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37 216,8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22 492,1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20 034,0</w:t>
            </w:r>
          </w:p>
        </w:tc>
      </w:tr>
      <w:tr w:rsidR="007652AA" w:rsidRPr="00774A7A" w:rsidTr="007C616D">
        <w:trPr>
          <w:trHeight w:val="187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494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Муниципальная программа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0600000000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23 740,0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11 811,8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17 963,9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495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 "Благоустройство территорий города"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0640000000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15 308,2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4 122,3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10 274,4</w:t>
            </w:r>
          </w:p>
        </w:tc>
      </w:tr>
      <w:tr w:rsidR="007652AA" w:rsidRPr="00774A7A" w:rsidTr="007C616D">
        <w:trPr>
          <w:trHeight w:val="981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496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 xml:space="preserve">Энергоснабжение и содержание линий уличного освещения в рамках подпрограммы "Благоустройство территорий города" муниципальной программы города Боготола "Реформирование и модернизация жилищно-коммунального хозяйства;повышение </w:t>
            </w: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энергетической эффективности; благоустройство территории города"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0640063510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10 008,5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2 970,5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9 079,7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497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0640063510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10 008,5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2 970,5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9 079,7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498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0640063510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10 008,5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2 970,5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9 079,7</w:t>
            </w:r>
          </w:p>
        </w:tc>
      </w:tr>
      <w:tr w:rsidR="007652AA" w:rsidRPr="00774A7A" w:rsidTr="007C616D">
        <w:trPr>
          <w:trHeight w:val="374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499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Содержание общественных пространств и малых архитектурных форм, демонтаж временных объектов на территории города Боготола в рамках подпрограммы "Благоустройство территорий города" муниципальной программы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0640063520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3 280,6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148,5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191,5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0640063520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3 280,6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148,5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191,5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501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0640063520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3 280,6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148,5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191,5</w:t>
            </w:r>
          </w:p>
        </w:tc>
      </w:tr>
      <w:tr w:rsidR="007652AA" w:rsidRPr="00774A7A" w:rsidTr="007C616D">
        <w:trPr>
          <w:trHeight w:val="280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502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Озеленение территории  города в рамках подпрограммы "Благоустройство территорий города" муниципальной программы города Боготола "Реформирование и модернизация жилищно-коммунального хозяйства;повышение энергетической эффективности; благоустройство территории города"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0640063530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503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0640063530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504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0640063530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280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505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Содержание вертолетной площадки в рамках подпрограммы "Благоустройство территорий города" муниципальной программы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0640063560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506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0640063560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507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0640063560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280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508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Содержание и благоустройство кладбищ в рамках подпрограммы "Благоустройство территорий города" муниципальной программы города Боготола "Реформирование и модернизация жилищно-коммунального хозяйства;повышение энергетической эффективности; благоустройство территории города"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0640063610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1 200,5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1 003,3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1 003,3</w:t>
            </w:r>
          </w:p>
        </w:tc>
      </w:tr>
      <w:tr w:rsidR="007652AA" w:rsidRPr="00774A7A" w:rsidTr="007C616D">
        <w:trPr>
          <w:trHeight w:val="187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509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0640063610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667,7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631,6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631,6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510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0640063610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667,7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631,6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631,6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511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0640063610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371,7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371,7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512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0640063610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371,7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371,7</w:t>
            </w:r>
          </w:p>
        </w:tc>
      </w:tr>
      <w:tr w:rsidR="007652AA" w:rsidRPr="00774A7A" w:rsidTr="007C616D">
        <w:trPr>
          <w:trHeight w:val="374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513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межбюджетные трансферты бюджетам муниципальных образований на обустройство и восстановление воинских захоронений в рамках подпрограммы «Благоустройство территорий города» муниципальной программы города Боготола «Реформирование и модернизация жилищно-коммунального хозяйства; повышение энергетической эффективности; благоустройство территории города»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06400L2990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514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06400L2990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515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06400L2990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516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  "Обращение с отходами"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0650000000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807,9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807,9</w:t>
            </w:r>
          </w:p>
        </w:tc>
      </w:tr>
      <w:tr w:rsidR="007652AA" w:rsidRPr="00774A7A" w:rsidTr="007C616D">
        <w:trPr>
          <w:trHeight w:val="280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517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Вывоз отходов с несанкционированных свалок в рамках подпрограммы "Обращение с отходами" муниципальной программы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0650063720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807,9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807,9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518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0650063720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807,9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807,9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519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0650063720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807,9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807,9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 "Обеспечение реализации мероприятий муниципальной программы"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0660000000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7 588,9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6 881,6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6 881,6</w:t>
            </w:r>
          </w:p>
        </w:tc>
      </w:tr>
      <w:tr w:rsidR="007652AA" w:rsidRPr="00774A7A" w:rsidTr="007C616D">
        <w:trPr>
          <w:trHeight w:val="343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521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Обеспечение деятельности (оказание услуг) МКУ Службы "Заказчика" ЖКУ и МЗ г.Боготола в рамках подпрограммы "Обеспечение реализации мероприятий муниципальной программы" муниципальной программы города Боготола "Реформирование и модернизация жилищно-коммунального хозяйства;повышение энергетической эффективности; благоустройство территории города"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0660063910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7 588,9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6 881,6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6 881,6</w:t>
            </w:r>
          </w:p>
        </w:tc>
      </w:tr>
      <w:tr w:rsidR="007652AA" w:rsidRPr="00774A7A" w:rsidTr="007C616D">
        <w:trPr>
          <w:trHeight w:val="187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522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0660063910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6 657,9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6 715,2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6 715,2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523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0660063910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6 657,9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6 715,2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6 715,2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524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0660063910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166,4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166,4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525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0660063910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166,4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166,4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526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0660063910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527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0660063910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528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Муниципальная программа города Боготола "Развитие транспортной системы"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1 607,4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1 607,4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1 607,4</w:t>
            </w:r>
          </w:p>
        </w:tc>
      </w:tr>
      <w:tr w:rsidR="007652AA" w:rsidRPr="00774A7A" w:rsidTr="007C616D">
        <w:trPr>
          <w:trHeight w:val="124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529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 "Обеспечение сохранности и модернизация автомобильных дорог на территории муниципального образования"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0710000000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404,3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404,3</w:t>
            </w:r>
          </w:p>
        </w:tc>
      </w:tr>
      <w:tr w:rsidR="007652AA" w:rsidRPr="00774A7A" w:rsidTr="007C616D">
        <w:trPr>
          <w:trHeight w:val="31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Текущий ремонт автомобильных дорог общего пользования местного значения за счет средств дорожного фонда города Боготола в рамках подпрограммы "Обеспечение сохранности и модернизация автомобильных дорог на территории муниципального образования" муниципальной программы города Боготола "Развитие транспортной системы"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0710064210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404,3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404,3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531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0710064210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404,3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404,3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532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0710064210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404,3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404,3</w:t>
            </w:r>
          </w:p>
        </w:tc>
      </w:tr>
      <w:tr w:rsidR="007652AA" w:rsidRPr="00774A7A" w:rsidTr="007C616D">
        <w:trPr>
          <w:trHeight w:val="156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533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 "Безопасность дорожного движения - законопослушный пешеход, адресный перечень обустройства пешеходных переходов в городе Боготоле"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0730000000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1 203,1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1 203,1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1 203,1</w:t>
            </w:r>
          </w:p>
        </w:tc>
      </w:tr>
      <w:tr w:rsidR="007652AA" w:rsidRPr="00774A7A" w:rsidTr="007C616D">
        <w:trPr>
          <w:trHeight w:val="41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534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 xml:space="preserve">Содержание тротуарной сети в городе Боготоле в рамках подпрограммы "Безопасность дорожного движения - законопослушный пешеход, адресный перечень обустройства пешеходных переходов в городе Боготоле" муниципальной программы города Боготола </w:t>
            </w: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"Развитие транспортной системы"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0730064650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1 203,1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1 203,1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1 203,1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535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0730064650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1 203,1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1 203,1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1 203,1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536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0730064650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1 203,1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1 203,1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1 203,1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537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Муниципальная программа города Боготола "Формирование современной городской среды города Боготола"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1500000000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11 869,4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9 072,9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462,7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538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Отдельные мероприятия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1580000000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11 869,4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9 072,9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462,7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539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Отдельные мероприятия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1580000000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1 039,0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218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Реализация мероприятий по комплексному благоустройству территории города, в рамках отдельных мероприятий муниципальной программы города Боготола "Формирование современной городской среды города Боготола"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1580066920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1 039,0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541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1580066920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1 039,0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542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1580066920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1 039,0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249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543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Средства на реализацию мероприятий в рамках федерального проекта "Формирование комфортной городской среды" в рамках отдельных мероприятий муниципальной программы города Боготола «Формирование современной городской среды города Боготола»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158F200000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10 830,4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9 072,9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462,7</w:t>
            </w:r>
          </w:p>
        </w:tc>
      </w:tr>
      <w:tr w:rsidR="007652AA" w:rsidRPr="00774A7A" w:rsidTr="007C616D">
        <w:trPr>
          <w:trHeight w:val="249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544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отдельных мероприятий муниципальной программы города Боготола "Формирование современной городской среды города Боготола"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158F255550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10 668,0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9 072,9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462,7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545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158F255550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10 668,0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9 072,9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462,7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546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158F255550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10 668,0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9 072,9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462,7</w:t>
            </w:r>
          </w:p>
        </w:tc>
      </w:tr>
      <w:tr w:rsidR="007652AA" w:rsidRPr="00774A7A" w:rsidTr="007C616D">
        <w:trPr>
          <w:trHeight w:val="343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547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Софинансирование субсидии бюджетам муниципальных образований края-городских округов на реализацию мероприятий по благоустройству, направленных на формирование современной городской среды за счет средств заинтересованных лиц в рамках отдельных мероприятий муниципальной программы города Боготола "Формирование современной городской среды города Боготола"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158F263930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548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158F263930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549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158F263930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550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7 202,9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7 184,9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7 184,9</w:t>
            </w:r>
          </w:p>
        </w:tc>
      </w:tr>
      <w:tr w:rsidR="007652AA" w:rsidRPr="00774A7A" w:rsidTr="007C616D">
        <w:trPr>
          <w:trHeight w:val="187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551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Муниципальная программа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0600000000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7 202,9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7 184,9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7 184,9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552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 "Обеспечение реализации мероприятий муниципальной программы"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0660000000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7 202,9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7 184,9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7 184,9</w:t>
            </w:r>
          </w:p>
        </w:tc>
      </w:tr>
      <w:tr w:rsidR="007652AA" w:rsidRPr="00774A7A" w:rsidTr="007C616D">
        <w:trPr>
          <w:trHeight w:val="343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553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Обеспечение деятельности (оказание услуг) МКУ Службы "Заказчика" ЖКУ и МЗ г.Боготола в рамках подпрограммы "Обеспечение реализации мероприятий муниципальной программы" муниципальной программы города Боготола "Реформирование и модернизация жилищно-коммунального хозяйства;повышение энергетической эффективности; благоустройство территории города"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0660063910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7 202,9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7 184,9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7 184,9</w:t>
            </w:r>
          </w:p>
        </w:tc>
      </w:tr>
      <w:tr w:rsidR="007652AA" w:rsidRPr="00774A7A" w:rsidTr="007C616D">
        <w:trPr>
          <w:trHeight w:val="187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554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0660063910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6 857,1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6 845,1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6 845,1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555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0660063910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6 857,1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6 845,1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6 845,1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556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0660063910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339,7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339,7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339,7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557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0660063910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339,7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339,7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339,7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558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0660063910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559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0660063910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560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ОХРАНА ОКРУЖАЮЩЕЙ СРЕДЫ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1 028,5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942,7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942,7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561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925,0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925,0</w:t>
            </w:r>
          </w:p>
        </w:tc>
      </w:tr>
      <w:tr w:rsidR="007652AA" w:rsidRPr="00774A7A" w:rsidTr="007C616D">
        <w:trPr>
          <w:trHeight w:val="187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562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Муниципальная программа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0600000000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925,0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925,0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563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 "Благоустройство территорий города"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0640000000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925,0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925,0</w:t>
            </w:r>
          </w:p>
        </w:tc>
      </w:tr>
      <w:tr w:rsidR="007652AA" w:rsidRPr="00774A7A" w:rsidTr="007C616D">
        <w:trPr>
          <w:trHeight w:val="530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564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Субвенции бюджетам муниципальных образований края на выполнение отдельных государственных полномочий по организации мероприятий при осуществлении деятельности по обращению с животными без владельцев (в соответствии с Законом края от 13 июня 2013 года № 4-1402) в рамках подпрограммы "Благоустройство территорий города" муниципальной программы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0640075180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925,0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925,0</w:t>
            </w:r>
          </w:p>
        </w:tc>
      </w:tr>
      <w:tr w:rsidR="007652AA" w:rsidRPr="00774A7A" w:rsidTr="007C616D">
        <w:trPr>
          <w:trHeight w:val="27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565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0640075180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86,1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86,1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566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0640075180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86,1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86,1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567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0640075180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838,9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838,9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568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0640075180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838,9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838,9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569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0605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17,7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17,7</w:t>
            </w:r>
          </w:p>
        </w:tc>
      </w:tr>
      <w:tr w:rsidR="007652AA" w:rsidRPr="00774A7A" w:rsidTr="007C616D">
        <w:trPr>
          <w:trHeight w:val="187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Муниципальная программа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0605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0600000000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17,7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17,7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571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  "Обращение с отходами"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0605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0650000000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17,7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17,7</w:t>
            </w:r>
          </w:p>
        </w:tc>
      </w:tr>
      <w:tr w:rsidR="007652AA" w:rsidRPr="00774A7A" w:rsidTr="007C616D">
        <w:trPr>
          <w:trHeight w:val="436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572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Проведение санитарно-эпидемиологической экспертизы соответствия санитарным правилам и нормативам земельных участков, на которых расположены площадки накопления ТКО на территории г.Боготола в рамках подпрограммы "Обращение с отходами" муниципальной программы города Боготола "Реформирование и модернизация жилищно-коммунального хозяйства;повышение энергетической эффективности; благоустройство территории города"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0605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0650063710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573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0605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0650063710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574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0605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0650063710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405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575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межбюджетные трансферты бюджетам муниципальных образований на обустройство мест (площадок) накопления отходов потребления и (или) приобретение контейнерного оборудования в рамках подпрограммы "Обращение с отходами" муниципальной программы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0605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06500S4630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17,7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17,7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576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0605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06500S4630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17,7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17,7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577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0605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06500S4630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17,7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17,7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578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85 412,8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62 172,0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62 143,3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579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25 571,3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25 244,2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25 265,4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Муниципальная программа города Боготола "Развитие образования"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118,6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139,9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581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 "Развитие дошкольного, общего и дополнительного  образования 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118,6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139,9</w:t>
            </w:r>
          </w:p>
        </w:tc>
      </w:tr>
      <w:tr w:rsidR="007652AA" w:rsidRPr="00774A7A" w:rsidTr="007C616D">
        <w:trPr>
          <w:trHeight w:val="249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582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в рамках подпрограммы "Развитие дошкольного, общего и дополнительного образования" муниципальной программы города Боготола "Развитие образования"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0110060160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118,6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139,9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583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0110060160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89,0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104,9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584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0110060160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29,7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35,0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585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0110060160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29,7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35,0</w:t>
            </w:r>
          </w:p>
        </w:tc>
      </w:tr>
      <w:tr w:rsidR="007652AA" w:rsidRPr="00774A7A" w:rsidTr="007C616D">
        <w:trPr>
          <w:trHeight w:val="187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586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0110060160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29,7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35,0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587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0110060160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29,7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35,0</w:t>
            </w:r>
          </w:p>
        </w:tc>
      </w:tr>
      <w:tr w:rsidR="007652AA" w:rsidRPr="00774A7A" w:rsidTr="007C616D">
        <w:trPr>
          <w:trHeight w:val="156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588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0110060160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29,7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35,0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589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Муниципальная программа города Боготола "Развитие культуры"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0300000000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25 467,8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25 125,5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25 125,5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590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 "Поддержка досуга и народного творчества"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0320000000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4,0</w:t>
            </w:r>
          </w:p>
        </w:tc>
      </w:tr>
      <w:tr w:rsidR="007652AA" w:rsidRPr="00774A7A" w:rsidTr="007C616D">
        <w:trPr>
          <w:trHeight w:val="218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591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 xml:space="preserve">Организация и проведение мероприятий  направленных на профилактику асоциальных явлений в рамках подпрограммы "Поддержка досуга </w:t>
            </w:r>
            <w:r w:rsidRPr="00774A7A">
              <w:rPr>
                <w:rFonts w:ascii="Times New Roman" w:eastAsia="Times New Roman" w:hAnsi="Times New Roman"/>
                <w:lang w:eastAsia="ru-RU"/>
              </w:rPr>
              <w:br/>
              <w:t>и народного творчества" муниципальной программы города Боготола "Развитие культуры"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0320061220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592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0320061220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593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0320061220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594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  "Обеспечение условий реализации программы и прочие мероприятия 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0340000000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25 463,8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25 121,5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25 121,5</w:t>
            </w:r>
          </w:p>
        </w:tc>
      </w:tr>
      <w:tr w:rsidR="007652AA" w:rsidRPr="00774A7A" w:rsidTr="007C616D">
        <w:trPr>
          <w:trHeight w:val="280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595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Реализация дополнительных общеобразовательных предпрофессиональных программ в области искусства в рамках подпрограммы "Обеспечение условий реализации программы и прочие мероприятия "муниципальной программы города Боготола "Развитие культуры"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0340061510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25 340,3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25 051,5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25 051,5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596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0340061510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25 340,3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25 051,5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25 051,5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597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0340061510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25 340,3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25 051,5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25 051,5</w:t>
            </w:r>
          </w:p>
        </w:tc>
      </w:tr>
      <w:tr w:rsidR="007652AA" w:rsidRPr="00774A7A" w:rsidTr="007C616D">
        <w:trPr>
          <w:trHeight w:val="218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598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Проведение общегородских праздников, акций, фестивалей, конкурсов в рамках подпрограммы "Обеспечение условий реализации программы и прочие мероприятия "муниципальной программы города Боготола "Развитие культуры"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0340061530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599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0340061530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0340061530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</w:tr>
      <w:tr w:rsidR="007652AA" w:rsidRPr="00774A7A" w:rsidTr="007C616D">
        <w:trPr>
          <w:trHeight w:val="187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Участие детей города в  фестивалях и  концертах в  рамках подпрограммы "Обеспечение условий реализации программы и прочие мероприятия"  муниципальной программы города Боготола "Развитие культуры"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0340061540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0340061540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603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0340061540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Молодежная политика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29 322,3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7 896,4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7 896,4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Муниципальная программа города Боготола "Молодежь"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0500000000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29 322,3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7 896,4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7 896,4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 "Вовлечение молодежи города Боготола в социальную практику"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0510000000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29 260,8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7 834,9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7 834,9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 "Вовлечение молодежи города Боготола в социальную практику"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0510000000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29 245,8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7 824,7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7 824,7</w:t>
            </w:r>
          </w:p>
        </w:tc>
      </w:tr>
      <w:tr w:rsidR="007652AA" w:rsidRPr="00774A7A" w:rsidTr="007C616D">
        <w:trPr>
          <w:trHeight w:val="218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Проведение городских конкурсов, фестивалей, проектов, поощрение талантливой молодежи в рамках подпрограммы "Вовлечение молодежи города Боготола в социальную практику" муниципальной программы города Боготола "Молодежь"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0510062210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278,2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137,0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137,0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0510062210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36,0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36,0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Премии и гранты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0510062210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36,0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36,0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0510062210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101,0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101,0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0510062210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101,0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101,0</w:t>
            </w:r>
          </w:p>
        </w:tc>
      </w:tr>
      <w:tr w:rsidR="007652AA" w:rsidRPr="00774A7A" w:rsidTr="007C616D">
        <w:trPr>
          <w:trHeight w:val="218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Участие в общероссийских, краевых и региональных молодёжных конкурсах и фестивалях в рамках подпрограммы "Вовлечение молодежи города Боготола в социальную практику" муниципальной программы города Боготола "Молодежь"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0510062220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0510062220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0510062220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</w:tr>
      <w:tr w:rsidR="007652AA" w:rsidRPr="00774A7A" w:rsidTr="007C616D">
        <w:trPr>
          <w:trHeight w:val="187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616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Организация  работы Трудового отряда Главы города в рамках подпрограммы "Вовлечение молодежи города Боготола в социальную практику" муниципальной программы города Боготола "Молодежь"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0510062230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1 131,5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848,3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848,3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0510062230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1 131,5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848,3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848,3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0510062230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1 131,5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848,3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848,3</w:t>
            </w:r>
          </w:p>
        </w:tc>
      </w:tr>
      <w:tr w:rsidR="007652AA" w:rsidRPr="00774A7A" w:rsidTr="007C616D">
        <w:trPr>
          <w:trHeight w:val="187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Профилактика негативных проявлений в молодежной среде в рамках подпрограммы "Вовлечение молодежи города Боготола в социальную практику" муниципальной программы города Боготола "Молодежь"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0510062240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0510062240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0510062240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</w:tr>
      <w:tr w:rsidR="007652AA" w:rsidRPr="00774A7A" w:rsidTr="007C616D">
        <w:trPr>
          <w:trHeight w:val="218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622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Финансовая (грантовая) поддержка инициативных групп молодёжи в рамках подпрограммы "Вовлечение молодежи города Боготола в социальную практику" муниципальной программы города Боготола "Молодежь"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0510062270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623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0510062270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624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0510062270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</w:tr>
      <w:tr w:rsidR="007652AA" w:rsidRPr="00774A7A" w:rsidTr="007C616D">
        <w:trPr>
          <w:trHeight w:val="187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625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Организация досуга детей, подростков и молодежи, в рамках подпрограммы "Вовлечение молодежи города Боготола в социальную практику" муниципальной программы города Боготола "Молодежь"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0510062280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6 983,7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6 338,6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6 338,6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626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0510062280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6 983,7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6 338,6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6 338,6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627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0510062280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6 983,7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6 338,6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6 338,6</w:t>
            </w:r>
          </w:p>
        </w:tc>
      </w:tr>
      <w:tr w:rsidR="007652AA" w:rsidRPr="00774A7A" w:rsidTr="007C616D">
        <w:trPr>
          <w:trHeight w:val="249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628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бюджетам муниципальных образований на поддержку деятельности муниципальных молодежных центров в рамках подпрограммы "Вовлечение молодежи города Боготола в социальную практику" муниципальной программы города Боготола "Молодежь"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05100S4560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552,4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400,8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400,8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629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05100S4560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552,4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400,8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400,8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05100S4560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552,4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400,8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400,8</w:t>
            </w:r>
          </w:p>
        </w:tc>
      </w:tr>
      <w:tr w:rsidR="007652AA" w:rsidRPr="00774A7A" w:rsidTr="007C616D">
        <w:trPr>
          <w:trHeight w:val="280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631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бюджетам муниципальных образований на организационную и материально-техническую модернизацию муниципальных молодежных центров в рамках подпрограммы «Вовлечение молодежи города Боготола в социальную практику» муниципальной программы города Боготола «Молодежь»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05100S4650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1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632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05100S4650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633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05100S4650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218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634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Средства на реализацию мероприятий в рамках федерального проекта "Социальная активность" в рамках подпрограммы «Вовлечение молодежи города Боготола в социальную практику» муниципальной программы города Боготола «Молодежь»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051E800000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10,2</w:t>
            </w:r>
          </w:p>
        </w:tc>
      </w:tr>
      <w:tr w:rsidR="007652AA" w:rsidRPr="00774A7A" w:rsidTr="007C616D">
        <w:trPr>
          <w:trHeight w:val="31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635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Софинансирование субсидии бюджетам муниципальных образований на поддержку деятельности муниципальных ресурсных центров поддержки добровольчества (волонтерства) в рамках подпрограммы «Вовлечение молодежи города Боготола в социальную практику» муниципальной программы города Боготола «Молодежь»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051E876620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10,2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636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051E876620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10,2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637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051E876620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10,2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638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 "Патриотическое воспитание молодежи города Боготола"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0520000000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61,5</w:t>
            </w:r>
          </w:p>
        </w:tc>
      </w:tr>
      <w:tr w:rsidR="007652AA" w:rsidRPr="00774A7A" w:rsidTr="007C616D">
        <w:trPr>
          <w:trHeight w:val="187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639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Реализация городских молодежных проектов в рамках подпрограммы "Патриотическое воспитание молодежи города Боготола" муниципальной программы города Боготола "Молодежь"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0520062510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61,5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640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0520062510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61,5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641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0520062510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61,5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642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30 519,2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29 031,5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28 981,5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643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Муниципальная программа города Боготола "Развитие образования"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30 519,2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29 031,5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28 981,5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644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 "Развитие дошкольного, общего и дополнительного  образования 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2 756,3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2 662,6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2 662,6</w:t>
            </w:r>
          </w:p>
        </w:tc>
      </w:tr>
      <w:tr w:rsidR="007652AA" w:rsidRPr="00774A7A" w:rsidTr="007C616D">
        <w:trPr>
          <w:trHeight w:val="218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645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Организация отдыха и оздоровления детей в лагерях дневного пребывания в рамках подпрограммы "Развитие дошкольного, общего и дополнительного образования" муниципальной программы города Боготола "Развитие образования"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0110060130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453,3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453,3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646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0110060130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453,3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453,3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647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0110060130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453,3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453,3</w:t>
            </w:r>
          </w:p>
        </w:tc>
      </w:tr>
      <w:tr w:rsidR="007652AA" w:rsidRPr="00774A7A" w:rsidTr="007C616D">
        <w:trPr>
          <w:trHeight w:val="343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648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Субвенции бюджетам муниципальных образований на осуществление государственных полномочий по организации и обеспечению отдыха и оздоровления детей (в соответствии с Законом края от 19 апреля 2018 года № 5-1533) в рамках подпрограммы "Развитие дошкольного, общего и дополнительного образования " муниципальной программы города Боготола "Развитие образования"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0110076490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2 287,0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2 209,3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2 209,3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649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0110076490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43,4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43,4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650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0110076490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43,4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43,4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651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0110076490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2 242,1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2 166,0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2 166,0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652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0110076490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2 242,1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2 166,0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2 166,0</w:t>
            </w:r>
          </w:p>
        </w:tc>
      </w:tr>
      <w:tr w:rsidR="007652AA" w:rsidRPr="00774A7A" w:rsidTr="007C616D">
        <w:trPr>
          <w:trHeight w:val="124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653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 "Обеспечение реализации муниципальной программы и прочие мероприятия муниципальной программы в области образования 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0130000000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27 762,9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26 368,8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26 318,8</w:t>
            </w:r>
          </w:p>
        </w:tc>
      </w:tr>
      <w:tr w:rsidR="007652AA" w:rsidRPr="00774A7A" w:rsidTr="007C616D">
        <w:trPr>
          <w:trHeight w:val="249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654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Обеспечение деятельности подведомственных учреждений в рамках подпрограммы "Обеспечение реализации муниципальной программы и прочие мероприятия муниципальной программы в области образования " муниципальной программы города Боготола "Развитие образования"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0130060520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24 506,9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23 112,8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23 062,8</w:t>
            </w:r>
          </w:p>
        </w:tc>
      </w:tr>
      <w:tr w:rsidR="007652AA" w:rsidRPr="00774A7A" w:rsidTr="007C616D">
        <w:trPr>
          <w:trHeight w:val="187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655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0130060520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23 004,8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22 949,6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22 949,6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656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0130060520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23 004,8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22 949,6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22 949,6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657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0130060520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1 502,2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163,2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113,2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658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0130060520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1 502,2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163,2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113,2</w:t>
            </w:r>
          </w:p>
        </w:tc>
      </w:tr>
      <w:tr w:rsidR="007652AA" w:rsidRPr="00774A7A" w:rsidTr="007C616D">
        <w:trPr>
          <w:trHeight w:val="468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659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Субвенции бюджетам муниципальных образований на осуществление государственных полномочий по организации и осуществлению деятельности по опеке и попечительству в отношении несовершеннолетних (в соответствии с Законом края от 20 декабря 2007 года № 4-1089) в рамках подпрограммы "Обеспечение реализации муниципальной программы и прочие мероприятия муниципальной программы в области образования "муниципальной программы города Боготола "Развитие образования"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0130075520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3 256,0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3 256,0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3 256,0</w:t>
            </w:r>
          </w:p>
        </w:tc>
      </w:tr>
      <w:tr w:rsidR="007652AA" w:rsidRPr="00774A7A" w:rsidTr="007C616D">
        <w:trPr>
          <w:trHeight w:val="187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660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0130075520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2 523,8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2 523,8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2 523,8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661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0130075520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2 523,8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2 523,8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2 523,8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662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0130075520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732,2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732,2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732,2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663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0130075520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732,2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732,2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732,2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664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КУЛЬТУРА, КИНЕМАТОГРАФИЯ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52 100,8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46 381,3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46 310,8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665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Культура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52 098,8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46 379,3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46 308,8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666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Муниципальная программа города Боготола "Развитие культуры"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0300000000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52 058,8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46 379,3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46 308,8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667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 "Культурное наследие"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0310000000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27 626,9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24 915,0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24 915,2</w:t>
            </w:r>
          </w:p>
        </w:tc>
      </w:tr>
      <w:tr w:rsidR="007652AA" w:rsidRPr="00774A7A" w:rsidTr="007C616D">
        <w:trPr>
          <w:trHeight w:val="187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668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Библиотечное, библиографическое и информационное обслуживание пользователей в рамках подпрограммы "Культурное наследие" муниципальной программы города Боготола "Развитие культуры"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0310060950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18 199,7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17 343,3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17 343,3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669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0310060950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18 199,7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17 343,3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17 343,3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0310060950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18 199,7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17 343,3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17 343,3</w:t>
            </w:r>
          </w:p>
        </w:tc>
      </w:tr>
      <w:tr w:rsidR="007652AA" w:rsidRPr="00774A7A" w:rsidTr="007C616D">
        <w:trPr>
          <w:trHeight w:val="124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671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Комплектование книжных фондов в рамках подпрограммы "Культурное наследие" муниципальной программы города Боготола "Развитие культуры"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0310060960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672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0310060960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70,0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673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0310060960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70,0</w:t>
            </w:r>
          </w:p>
        </w:tc>
      </w:tr>
      <w:tr w:rsidR="007652AA" w:rsidRPr="00774A7A" w:rsidTr="007C616D">
        <w:trPr>
          <w:trHeight w:val="124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674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Развитие библиотечного фонда в рамках подпрограммы "Культурное наследие" муниципальной программы города Боготола "Развитие культуры"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0310060970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47,0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47,0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675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0310060970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47,0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47,0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676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0310060970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47,0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47,0</w:t>
            </w:r>
          </w:p>
        </w:tc>
      </w:tr>
      <w:tr w:rsidR="007652AA" w:rsidRPr="00774A7A" w:rsidTr="007C616D">
        <w:trPr>
          <w:trHeight w:val="405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677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Публичный показ музейных предметов, музейных коллекций,Формирование, учет, изучение, обеспечение физического сохранения и безопасности музейных предметов, музейных коллекций, осуществление реставрации и консервации музейных предметов, музейных коллекций, Создание экспозиций (выставок) музеев, организация выездных выставок в рамках подпрограммы "Культурное наследие" муниципальной программы города Боготола "Развитие культуры"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0310060980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7 470,8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7 304,9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7 304,9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678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0310060980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7 470,8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7 304,9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7 304,9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679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0310060980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7 470,8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7 304,9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7 304,9</w:t>
            </w:r>
          </w:p>
        </w:tc>
      </w:tr>
      <w:tr w:rsidR="007652AA" w:rsidRPr="00774A7A" w:rsidTr="007C616D">
        <w:trPr>
          <w:trHeight w:val="218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680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 в рамках подпрограммы "Культурное наследие" муниципальной программы города Боготола "Развитие культуры"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03100L5191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62,0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681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03100L5191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62,0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682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03100L5191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62,0</w:t>
            </w:r>
          </w:p>
        </w:tc>
      </w:tr>
      <w:tr w:rsidR="007652AA" w:rsidRPr="00774A7A" w:rsidTr="007C616D">
        <w:trPr>
          <w:trHeight w:val="55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683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 xml:space="preserve">Субсидии бюджетам муниципальных образований на государственную поддержку комплексного развития муниципальных учреждений культуры и образовательных организаций в области культуры в рамках подпрограммы «Культурное наследие» муниципальной программы города </w:t>
            </w: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Боготола» «Развитие культуры»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03100S4490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1 689,6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684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03100S4490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1 689,6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685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03100S4490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1 689,6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249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686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бюджетам муниципальных образований на комплектование книжных фондов библиотек муниципальных образований Красноярского края в рамках подпрограммы "Культурное наследие" муниципальной программы города Боготола "Развитие культуры"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03100S4880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88,0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88,0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687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03100S4880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88,0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88,0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688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03100S4880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88,0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88,0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689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 "Поддержка досуга и народного творчества"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0320000000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21 221,3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19 290,2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19 219,5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 "Поддержка досуга и народного творчества"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0320000000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21 069,8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19 219,5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19 219,5</w:t>
            </w:r>
          </w:p>
        </w:tc>
      </w:tr>
      <w:tr w:rsidR="007652AA" w:rsidRPr="00774A7A" w:rsidTr="007C616D">
        <w:trPr>
          <w:trHeight w:val="249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691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 xml:space="preserve">Организация деятельности клубных формирований и формирований самодеятельного народного творчества, организация мероприятий в рамках подпрограммы "Поддержка досуга </w:t>
            </w:r>
            <w:r w:rsidRPr="00774A7A">
              <w:rPr>
                <w:rFonts w:ascii="Times New Roman" w:eastAsia="Times New Roman" w:hAnsi="Times New Roman"/>
                <w:lang w:eastAsia="ru-RU"/>
              </w:rPr>
              <w:br/>
              <w:t>и народного творчества" муниципальной программы города Боготола "Развитие культуры"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0320061210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21 028,4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19 167,5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19 167,5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692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0320061210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21 028,4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19 167,5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19 167,5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693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0320061210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21 028,4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19 167,5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19 167,5</w:t>
            </w:r>
          </w:p>
        </w:tc>
      </w:tr>
      <w:tr w:rsidR="007652AA" w:rsidRPr="00774A7A" w:rsidTr="007C616D">
        <w:trPr>
          <w:trHeight w:val="218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694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 xml:space="preserve">Организация и проведение мероприятий  направленных на профилактику асоциальных явлений в рамках подпрограммы "Поддержка досуга </w:t>
            </w:r>
            <w:r w:rsidRPr="00774A7A">
              <w:rPr>
                <w:rFonts w:ascii="Times New Roman" w:eastAsia="Times New Roman" w:hAnsi="Times New Roman"/>
                <w:lang w:eastAsia="ru-RU"/>
              </w:rPr>
              <w:br/>
              <w:t>и народного творчества" муниципальной программы города Боготола "Развитие культуры"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0320061220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22,0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22,0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695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0320061220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22,0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22,0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696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0320061220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22,0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22,0</w:t>
            </w:r>
          </w:p>
        </w:tc>
      </w:tr>
      <w:tr w:rsidR="007652AA" w:rsidRPr="00774A7A" w:rsidTr="007C616D">
        <w:trPr>
          <w:trHeight w:val="280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697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 в рамках подпрограммы "Поддержка досуга </w:t>
            </w:r>
            <w:r w:rsidRPr="00774A7A">
              <w:rPr>
                <w:rFonts w:ascii="Times New Roman" w:eastAsia="Times New Roman" w:hAnsi="Times New Roman"/>
                <w:lang w:eastAsia="ru-RU"/>
              </w:rPr>
              <w:br/>
              <w:t>и народного творчества" муниципальной программы города Боготола "Развитие культуры"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03200L4670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698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03200L4670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699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03200L4670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</w:tr>
      <w:tr w:rsidR="007652AA" w:rsidRPr="00774A7A" w:rsidTr="007C616D">
        <w:trPr>
          <w:trHeight w:val="218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Средства на реализацию мероприятий в рамках федерального проекта "Культурная среда" в рамках подпрограммы "Поддержка досуга и народного творчества" муниципальной программы города Боготола "Развитие культуры"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032A100000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70,7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280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701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межбюджетные трансферты бюджетам муниципальных образований на создание (реконструкцию) и капитальный ремонт культурно-досуговых учреждений в сельской местности в рамках подпрограммы "Поддержка досуга и народного творчества" муниципальной программы города Боготола "Развитие культуры"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032A174840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70,7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702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032A174840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70,7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703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032A174840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70,7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704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  "Обеспечение условий реализации программы и прочие мероприятия 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0340000000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3 210,6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2 174,1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2 174,1</w:t>
            </w:r>
          </w:p>
        </w:tc>
      </w:tr>
      <w:tr w:rsidR="007652AA" w:rsidRPr="00774A7A" w:rsidTr="007C616D">
        <w:trPr>
          <w:trHeight w:val="218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705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Проведение общегородских праздников, акций, фестивалей, конкурсов в рамках подпрограммы "Обеспечение условий реализации программы и прочие мероприятия "муниципальной программы города Боготола "Развитие культуры"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0340061530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3 188,1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2 174,1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2 174,1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706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0340061530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3 188,1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2 174,1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2 174,1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707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0340061530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3 188,1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2 174,1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2 174,1</w:t>
            </w:r>
          </w:p>
        </w:tc>
      </w:tr>
      <w:tr w:rsidR="007652AA" w:rsidRPr="00774A7A" w:rsidTr="007C616D">
        <w:trPr>
          <w:trHeight w:val="280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708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Проведение независимой оценки качества оказания услуг муниципальными бюджетными учреждениями культуры в рамках подпрограммы "Обеспечение условий реализации программы и прочие мероприятия" муниципальной программы города Боготола "Развитие культуры"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0340061560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709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0340061560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710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0340061560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711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Муниципальная программа города Боготола "Гражданское общество - открытый муниципалитет"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156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712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 "Поддержка общественных объединений, некоммерческих организаций, инициативных граждан города Боготола в реализации гражданских инициатив"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1110000000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436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713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бюджетам муниципальных образований на реализацию муниципальных программ (подпрограмм) поддержки социально ориентированных некоммерческих организаций в рамках подпрограммы «Поддержка общественных объединений, некоммерческих организаций, инициативных граждан города Боготола в реализации гражданских инициатив» муниципальной программы города Боготола «Гражданское общество - открытый муниципалитет»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11100S5790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714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11100S5790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715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11100S5790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716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2,0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717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Муниципальная программа города Боготола "Развитие культуры"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0300000000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2,0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718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 "Поддержка досуга и народного творчества"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0320000000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2,0</w:t>
            </w:r>
          </w:p>
        </w:tc>
      </w:tr>
      <w:tr w:rsidR="007652AA" w:rsidRPr="00774A7A" w:rsidTr="007C616D">
        <w:trPr>
          <w:trHeight w:val="218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719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Средства на реализацию мероприятий в рамках федерального проекта "Творческие люди" в рамках подпрограммы "Поддержка досуга и народного творчества" муниципальной программы города Боготола "Развитие культуры"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032A200000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2,0</w:t>
            </w:r>
          </w:p>
        </w:tc>
      </w:tr>
      <w:tr w:rsidR="007652AA" w:rsidRPr="00774A7A" w:rsidTr="007C616D">
        <w:trPr>
          <w:trHeight w:val="374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720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бюджетам муниципальных образований для постоянно действующих коллективов самодеятельного художественного творчества Красноярского края (любительских творческих коллективов) на поддержку творческих фестивалей и конкурсов, в том числе для детей и молодежи в рамках подпрограммы «Поддержка досуга и народного творчества» муниципальной программы города Боготола «Развитие культуры»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032A274820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721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032A274820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722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0804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032A274820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723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ЗДРАВООХРАНЕНИЕ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724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725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Муниципальная программа города Боготола "Обеспечение безопасности населения города"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1300000000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124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726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Подпрограмма"Защита населения и территории города от чрезвычайных ситуаций природного и техногенного характера"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1310000000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499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727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межбюджетные трансферты бюджетам муниципальных образований на реализацию мероприятий по неспецифической профилактике инфекций, передающихся иксодовыми клещами, путем организации и проведения акарицидных обработок наиболее посещаемых населением участков территории природных очагов клещевых инфекций в рамках подпрограммы "Защита населения и территории города от чрезвычайных ситуаций природного и техногенного характера" муниципальной программы города Боготола "Обеспечение безопасности населения города"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1310075550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728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1310075550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729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1310075550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730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СОЦИАЛЬНАЯ ПОЛИТИКА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25 951,5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21 363,7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21 354,1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731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Пенсионное обеспечение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1 357,3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1 357,3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1 357,3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732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1 357,3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1 357,3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1 357,3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733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Функционирование местной администрации муниципального образования город Боготол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6120000000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1 357,3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1 357,3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1 357,3</w:t>
            </w:r>
          </w:p>
        </w:tc>
      </w:tr>
      <w:tr w:rsidR="007652AA" w:rsidRPr="00774A7A" w:rsidTr="007C616D">
        <w:trPr>
          <w:trHeight w:val="156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734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пенсии за выслугу лет лицам, замещавшим должности муниципальной службы в рамках непрограммные расходы Органов местного самоуправления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6120000270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1 357,3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1 357,3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1 357,3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735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6120000270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1 357,3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1 357,3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1 357,3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736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6120000270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1 357,3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1 357,3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1 357,3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737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23 722,8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19 135,1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19 125,4</w:t>
            </w:r>
          </w:p>
        </w:tc>
      </w:tr>
      <w:tr w:rsidR="007652AA" w:rsidRPr="00774A7A" w:rsidTr="007C616D">
        <w:trPr>
          <w:trHeight w:val="187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738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Муниципальная программа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0600000000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2 306,4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806,4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806,4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739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Отдельные мероприятия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0680000000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2 306,4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806,4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806,4</w:t>
            </w:r>
          </w:p>
        </w:tc>
      </w:tr>
      <w:tr w:rsidR="007652AA" w:rsidRPr="00774A7A" w:rsidTr="007C616D">
        <w:trPr>
          <w:trHeight w:val="343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740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Адресная материальная помощь отдельным категориям граждан в связи с выводом из эксплуатации источников тепловой энергии в рамках отдельных мероприятий муниципальной программы города Боготола «Реформирование и модернизация жилищно-коммунального хозяйства; повышение энергетической эффективности; благоустройство территории города»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0680064190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741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0680064190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742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0680064190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374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743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отдельным категориям граждан адресной материальной помощи при посещении бань, в соответствии с действующим законодательством, в рамках отдельных мероприятий муниципальной программы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0680064200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806,4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806,4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744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0680064200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745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0680064200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746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0680064200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806,4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806,4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747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0680064200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806,4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806,4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748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Муниципальная программа города Боготола "Обеспечение доступным и комфортным жильем жителей города"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0900000000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21 269,4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18 261,7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18 319,0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749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0930000000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3 814,5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2 552,3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2 609,6</w:t>
            </w:r>
          </w:p>
        </w:tc>
      </w:tr>
      <w:tr w:rsidR="007652AA" w:rsidRPr="00774A7A" w:rsidTr="007C616D">
        <w:trPr>
          <w:trHeight w:val="280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750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бюджетам муниципальных образований на предоставление социальных выплат молодым семьям на приобретение (строительство) жилья в рамках подпрограммы "Обеспечение жильем молодых семей" муниципальной программы города Боготола "Обеспечение доступным и комфортным жильем жителей города"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09300L4970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3 814,5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2 552,3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2 609,6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751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09300L4970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3 814,5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2 552,3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2 609,6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752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09300L4970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3 814,5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2 552,3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2 609,6</w:t>
            </w:r>
          </w:p>
        </w:tc>
      </w:tr>
      <w:tr w:rsidR="007652AA" w:rsidRPr="00774A7A" w:rsidTr="007C616D">
        <w:trPr>
          <w:trHeight w:val="124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753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 "Обеспечение жилыми помещениями детей-сирот и детей,оставшихся без попечения родителей, лиц из их числа"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0940000000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17 454,9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15 709,4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15 709,4</w:t>
            </w:r>
          </w:p>
        </w:tc>
      </w:tr>
      <w:tr w:rsidR="007652AA" w:rsidRPr="00774A7A" w:rsidTr="007C616D">
        <w:trPr>
          <w:trHeight w:val="624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754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Субвенции бюджетам муниципальных образований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(в соответствии с Законом края от 24 декабря 2009 года № 9-4225) в рамках подпрограммы «Обеспечение жилыми помещениями детей-сирот и детей, оставшихся без попечения родителей, лиц из их числа» муниципальной программы города Боготола «Обеспечение доступным и комфортным жильем жителей города»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0940075870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17 454,9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15 709,4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15 709,4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755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0940075870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17 454,9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15 709,4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15 709,4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756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Бюджетные инвестиции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0940075870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17 454,9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15 709,4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15 709,4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757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67,0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758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Функционирование местной администрации муниципального образования город Боготол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6120000000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67,0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156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759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Руководство и управление в сфере установленных функций органов  местного самоуправления в рамках  непрограммных расходов Органов местного самоуправления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6120000210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67,0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760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6120000210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67,0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761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6120000210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67,0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156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762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Резервный фонд органа местного самоуправления  муниципального образования город Боготол в рамках  непрограммных расходов Органов местного самоуправления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6120000220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763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6120000220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764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выплаты населению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6120000220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360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765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871,3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871,3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871,3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766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871,3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871,3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871,3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767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Функционирование местной администрации муниципального образования город Боготол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6120000000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871,3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871,3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871,3</w:t>
            </w:r>
          </w:p>
        </w:tc>
      </w:tr>
      <w:tr w:rsidR="007652AA" w:rsidRPr="00774A7A" w:rsidTr="007C616D">
        <w:trPr>
          <w:trHeight w:val="280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768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Субвенции бюджетам муниципальных образований на организацию и осуществление деятельности по опеке и попечительству в отношении совершеннолетних граждан, а также в сфере патронажа (в соответствии с Законом края от 11 июля 2019 года № 7-2988) в рамках непрограммных расходов Органов местного самоуправления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6120002890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871,3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871,3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871,3</w:t>
            </w:r>
          </w:p>
        </w:tc>
      </w:tr>
      <w:tr w:rsidR="007652AA" w:rsidRPr="00774A7A" w:rsidTr="007C616D">
        <w:trPr>
          <w:trHeight w:val="187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769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6120002890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801,4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801,4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770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6120002890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801,4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801,4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771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6120002890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69,9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69,9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772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6120002890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69,9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69,9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773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ФИЗИЧЕСКАЯ КУЛЬТУРА И СПОРТ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32 324,7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30 828,5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30 700,8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774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Физическая культура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31 114,3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30 411,0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30 283,3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775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Муниципальная программа города Боготола "Развитие физической культуры и спорта"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0400000000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31 114,3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30 411,0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30 283,3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776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0410000000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15 589,2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15 123,8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15 093,8</w:t>
            </w:r>
          </w:p>
        </w:tc>
      </w:tr>
      <w:tr w:rsidR="007652AA" w:rsidRPr="00774A7A" w:rsidTr="007C616D">
        <w:trPr>
          <w:trHeight w:val="343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777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Организация и проведение городских, зональных и краевых спортивно-массовых мероприятий на территории города согласно утвержденного календарного плана спортивно-массовых мероприятий в рамках подпрограммы "Развитие массовой физической культуры и спорта" муниципальной программы города Боготола "Развитие физической культуры и спорта"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0410061710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451,4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451,4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778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0410061710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451,4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451,4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779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0410061710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451,4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451,4</w:t>
            </w:r>
          </w:p>
        </w:tc>
      </w:tr>
      <w:tr w:rsidR="007652AA" w:rsidRPr="00774A7A" w:rsidTr="007C616D">
        <w:trPr>
          <w:trHeight w:val="280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780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Проведение занятий физкультурно-спортивной направленности по месту проживания граждан, организация и проведение официальных спортивных мероприятий в рамках подпрограммы "Развитие массовой физической культуры и спорта" муниципальной программы города Боготола "Развитие физической культуры и спорта"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0410061720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15 137,8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14 672,5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14 642,5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781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0410061720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15 137,8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14 672,5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14 642,5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782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0410061720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15 137,8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14 672,5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14 642,5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783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 "Развитие системы подготовки спортивного резерва"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0420000000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15 525,2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15 287,2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15 189,5</w:t>
            </w:r>
          </w:p>
        </w:tc>
      </w:tr>
      <w:tr w:rsidR="007652AA" w:rsidRPr="00774A7A" w:rsidTr="007C616D">
        <w:trPr>
          <w:trHeight w:val="218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784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Спортивная подготовка по олимпийским и неолимпийским видам спорта, в рамках подпрограммы "Развитие системы подготовки спортивного резерва" муниципальной программы города Боготола "Развитие физической культуры и спорта"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0420061910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15 524,8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15 286,8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15 189,1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785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0420061910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15 524,8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15 286,8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15 189,1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786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0420061910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15 524,8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15 286,8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15 189,1</w:t>
            </w:r>
          </w:p>
        </w:tc>
      </w:tr>
      <w:tr w:rsidR="007652AA" w:rsidRPr="00774A7A" w:rsidTr="007C616D">
        <w:trPr>
          <w:trHeight w:val="249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787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бюджетам муниципальных образований Красноярского края на развитие детско-юношеского спорта в рамках подпрограммы "Развитие системы подготовки спортивного резерва" муниципальной программы города Боготола "Развитие физической культуры и спорта"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04200S6540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0,4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788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04200S6540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0,4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789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04200S6540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0,4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790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Массовый спорт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751,6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40,6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40,6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791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Муниципальная программа города Боготола "Развитие физической культуры и спорта"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0400000000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751,6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40,6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40,6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792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0410000000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280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793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межбюджетные трансферты бюджетам муниципальных образований на поддержку физкультурно-спортивных клубов по месту жительства в рамках подпрограммы «Развитие массовой физической культуры и спорта» муниципальной программы города Боготола «Развитие физической культуры и спорта»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04100S4180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794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04100S4180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795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04100S4180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796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 "Развитие системы подготовки спортивного резерва"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0420000000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40,6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40,6</w:t>
            </w:r>
          </w:p>
        </w:tc>
      </w:tr>
      <w:tr w:rsidR="007652AA" w:rsidRPr="00774A7A" w:rsidTr="007C616D">
        <w:trPr>
          <w:trHeight w:val="218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797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Выполнение требований федеральных стандартов спортивной подготовки в рамках подпрограммы «Развитие системы подготовки спортивного резерва» муниципальной программы города Боготола «Развитие физической культуры и спорта»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04200S6500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40,6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40,6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798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04200S6500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40,6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40,6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799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04200S6500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40,6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40,6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377,0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377,0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Муниципальная программа города Боготола "Развитие физической культуры и спорта"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0400000000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377,0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377,0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Подпрограмма "Развитие спорта высших достижений"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0430000000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377,0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377,0</w:t>
            </w:r>
          </w:p>
        </w:tc>
      </w:tr>
      <w:tr w:rsidR="007652AA" w:rsidRPr="00774A7A" w:rsidTr="007C616D">
        <w:trPr>
          <w:trHeight w:val="31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803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Участие спортсменов в соревнованиях краевого и российского ранга с целью повышения уровня спортивного мастерства согласно утвержденного краевого календарного плана спортивно-массовых мероприятий в рамках подпрограммы "Развитие спорта высших достижений" муниципальной программы города Боготола "Развитие физической культуры и спорта"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0430062010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377,0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377,0</w:t>
            </w:r>
          </w:p>
        </w:tc>
      </w:tr>
      <w:tr w:rsidR="007652AA" w:rsidRPr="00774A7A" w:rsidTr="007C616D">
        <w:trPr>
          <w:trHeight w:val="187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0430062010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377,0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377,0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0430062010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458,8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377,0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377,0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Контрольно-счетный орган города Боготола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2 156,0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2 144,0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2 144,0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2 156,0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2 144,0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2 144,0</w:t>
            </w:r>
          </w:p>
        </w:tc>
      </w:tr>
      <w:tr w:rsidR="007652AA" w:rsidRPr="00774A7A" w:rsidTr="007C616D">
        <w:trPr>
          <w:trHeight w:val="124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2 156,0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2 144,0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2 144,0</w:t>
            </w:r>
          </w:p>
        </w:tc>
      </w:tr>
      <w:tr w:rsidR="007652AA" w:rsidRPr="00774A7A" w:rsidTr="007C616D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809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6100000000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2 156,0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2 144,0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2 144,0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Функционирование контрольно-счетного органа муниципального образования город Боготол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6130000000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2 156,0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2 144,0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2 144,0</w:t>
            </w:r>
          </w:p>
        </w:tc>
      </w:tr>
      <w:tr w:rsidR="007652AA" w:rsidRPr="00774A7A" w:rsidTr="007C616D">
        <w:trPr>
          <w:trHeight w:val="156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811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Руководитель контрольно-счетного органа муниципального образования город Боготол и его заместители, в рамках непрограммных расходов Органов местного самоуправления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6130000170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1 099,9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1 099,9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1 099,9</w:t>
            </w:r>
          </w:p>
        </w:tc>
      </w:tr>
      <w:tr w:rsidR="007652AA" w:rsidRPr="00774A7A" w:rsidTr="007C616D">
        <w:trPr>
          <w:trHeight w:val="187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lastRenderedPageBreak/>
              <w:t>812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6130000170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1 099,9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1 099,9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1 099,9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813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6130000170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1 099,9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1 099,9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1 099,9</w:t>
            </w:r>
          </w:p>
        </w:tc>
      </w:tr>
      <w:tr w:rsidR="007652AA" w:rsidRPr="00774A7A" w:rsidTr="007C616D">
        <w:trPr>
          <w:trHeight w:val="156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814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Руководство и управление в сфере установленных функций органов местного самоуправления в рамках непрограммных расходов Органов местного самоуправления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6130000180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1 056,1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1 044,1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1 044,1</w:t>
            </w:r>
          </w:p>
        </w:tc>
      </w:tr>
      <w:tr w:rsidR="007652AA" w:rsidRPr="00774A7A" w:rsidTr="007C616D">
        <w:trPr>
          <w:trHeight w:val="187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815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6130000180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988,3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988,3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816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6130000180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988,3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988,3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817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6130000180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55,8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55,8</w:t>
            </w:r>
          </w:p>
        </w:tc>
      </w:tr>
      <w:tr w:rsidR="007652AA" w:rsidRPr="00774A7A" w:rsidTr="007C616D">
        <w:trPr>
          <w:trHeight w:val="93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818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0106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6130000180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55,8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55,8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819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Условно утвержденные расходы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11 119,7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22 551,7</w:t>
            </w:r>
          </w:p>
        </w:tc>
      </w:tr>
      <w:tr w:rsidR="007652AA" w:rsidRPr="00774A7A" w:rsidTr="007C61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820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A7A" w:rsidRPr="00774A7A" w:rsidRDefault="00774A7A" w:rsidP="00774A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ВСЕГО: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A7A" w:rsidRPr="00774A7A" w:rsidRDefault="00774A7A" w:rsidP="007652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A7A" w:rsidRPr="00774A7A" w:rsidRDefault="00774A7A" w:rsidP="00774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A7A" w:rsidRPr="00774A7A" w:rsidRDefault="007C616D" w:rsidP="007C616D">
            <w:pPr>
              <w:spacing w:after="0" w:line="240" w:lineRule="auto"/>
              <w:ind w:left="-99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 w:rsidR="00774A7A" w:rsidRPr="00774A7A">
              <w:rPr>
                <w:rFonts w:ascii="Times New Roman" w:eastAsia="Times New Roman" w:hAnsi="Times New Roman"/>
                <w:lang w:eastAsia="ru-RU"/>
              </w:rPr>
              <w:t>780 997,7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826 550,7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A7A" w:rsidRPr="00774A7A" w:rsidRDefault="00774A7A" w:rsidP="00774A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4A7A">
              <w:rPr>
                <w:rFonts w:ascii="Times New Roman" w:eastAsia="Times New Roman" w:hAnsi="Times New Roman"/>
                <w:lang w:eastAsia="ru-RU"/>
              </w:rPr>
              <w:t>824 828,7</w:t>
            </w:r>
          </w:p>
        </w:tc>
      </w:tr>
    </w:tbl>
    <w:p w:rsidR="00AC0D09" w:rsidRDefault="00AC0D09" w:rsidP="0000692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  <w:sectPr w:rsidR="00AC0D09" w:rsidSect="00300746">
          <w:pgSz w:w="11906" w:h="16838"/>
          <w:pgMar w:top="1134" w:right="1134" w:bottom="1701" w:left="1134" w:header="709" w:footer="709" w:gutter="0"/>
          <w:cols w:space="708"/>
          <w:docGrid w:linePitch="360"/>
        </w:sectPr>
      </w:pPr>
    </w:p>
    <w:p w:rsidR="00427D6A" w:rsidRPr="001E52AC" w:rsidRDefault="00427D6A" w:rsidP="00276EAD">
      <w:pPr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1E52AC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</w:rPr>
        <w:t>№5</w:t>
      </w:r>
    </w:p>
    <w:p w:rsidR="00427D6A" w:rsidRDefault="00427D6A" w:rsidP="00276EA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E52AC">
        <w:rPr>
          <w:rFonts w:ascii="Times New Roman" w:hAnsi="Times New Roman"/>
          <w:sz w:val="28"/>
          <w:szCs w:val="28"/>
        </w:rPr>
        <w:t>к решению Боготольского городского Совета депутатов</w:t>
      </w:r>
    </w:p>
    <w:p w:rsidR="00CF2BA6" w:rsidRPr="001E52AC" w:rsidRDefault="00CF2BA6" w:rsidP="00CF2BA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11.04.2023 № 11-174 </w:t>
      </w:r>
    </w:p>
    <w:p w:rsidR="00A978ED" w:rsidRPr="001E52AC" w:rsidRDefault="00A978ED" w:rsidP="00CF2BA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7D6A" w:rsidRDefault="00427D6A" w:rsidP="00276E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7D6A">
        <w:rPr>
          <w:rFonts w:ascii="Times New Roman" w:hAnsi="Times New Roman"/>
          <w:sz w:val="28"/>
          <w:szCs w:val="28"/>
        </w:rPr>
        <w:t xml:space="preserve">Распределение бюджетных ассигнований по целевым статьям (муниципальным программам города Боготола и </w:t>
      </w:r>
      <w:r w:rsidR="00A978ED" w:rsidRPr="00427D6A">
        <w:rPr>
          <w:rFonts w:ascii="Times New Roman" w:hAnsi="Times New Roman"/>
          <w:sz w:val="28"/>
          <w:szCs w:val="28"/>
        </w:rPr>
        <w:t>непрограммным</w:t>
      </w:r>
      <w:r w:rsidRPr="00427D6A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видов расходов, разделам, подразделам классификации расходов бюджета города Боготола на 2023 год и плановый период 2024-2025 г</w:t>
      </w:r>
      <w:r>
        <w:rPr>
          <w:rFonts w:ascii="Times New Roman" w:hAnsi="Times New Roman"/>
          <w:sz w:val="28"/>
          <w:szCs w:val="28"/>
        </w:rPr>
        <w:t>г.</w:t>
      </w:r>
    </w:p>
    <w:p w:rsidR="008868B8" w:rsidRDefault="008868B8" w:rsidP="008868B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руб.)</w:t>
      </w:r>
    </w:p>
    <w:tbl>
      <w:tblPr>
        <w:tblW w:w="10224" w:type="dxa"/>
        <w:tblInd w:w="90" w:type="dxa"/>
        <w:tblLayout w:type="fixed"/>
        <w:tblLook w:val="04A0"/>
      </w:tblPr>
      <w:tblGrid>
        <w:gridCol w:w="734"/>
        <w:gridCol w:w="2970"/>
        <w:gridCol w:w="1276"/>
        <w:gridCol w:w="850"/>
        <w:gridCol w:w="851"/>
        <w:gridCol w:w="1134"/>
        <w:gridCol w:w="1134"/>
        <w:gridCol w:w="1275"/>
      </w:tblGrid>
      <w:tr w:rsidR="008868B8" w:rsidRPr="00D53FFF" w:rsidTr="008868B8">
        <w:trPr>
          <w:trHeight w:val="283"/>
        </w:trPr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№ строки</w:t>
            </w:r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Целевая статья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Вид расходов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Раздел-подраздел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Сумма на 2023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Сумма на 2024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Сумма на 2025 год</w:t>
            </w:r>
          </w:p>
        </w:tc>
      </w:tr>
      <w:tr w:rsidR="008868B8" w:rsidRPr="00D53FFF" w:rsidTr="008868B8">
        <w:trPr>
          <w:trHeight w:val="840"/>
        </w:trPr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Муниципальная программа города Боготола "Развитие образования"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504 338,1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486 853,7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484 120,0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Подпрограмма "Развитие дошкольного, общего и дополнительного  образования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467 347,6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451 706,2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449 022,7</w:t>
            </w:r>
          </w:p>
        </w:tc>
      </w:tr>
      <w:tr w:rsidR="008868B8" w:rsidRPr="00D53FFF" w:rsidTr="008868B8">
        <w:trPr>
          <w:trHeight w:val="4680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бюджетам муниципальных образований на создание условий для оснащения (обновления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в рамках подпрограммы «Развитие дошкольного, общего и дополнительного образования» муниципальной программы города Боготола «Развитие образования»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0110015210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1 502,3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13,9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0110015210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1 502,3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13,9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 xml:space="preserve">Субсидии бюджетным </w:t>
            </w: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0110015210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1 502,3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13,9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0110015210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1 502,3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13,9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0110015210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1 502,3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13,9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0110015210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1 502,3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13,9</w:t>
            </w:r>
          </w:p>
        </w:tc>
      </w:tr>
      <w:tr w:rsidR="008868B8" w:rsidRPr="00D53FFF" w:rsidTr="008868B8">
        <w:trPr>
          <w:trHeight w:val="499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в рамках подпрограммы «Развитие дошкольного, общего и дополнительного образования» муниципальной программы города Боготола «Развитие образования»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0110053030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14 647,5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14 647,5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14 647,5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0110053030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14 647,5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14 647,5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14 647,5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0110053030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14 647,5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14 647,5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14 647,5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0110053030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14 647,5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14 647,5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14 647,5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0110053030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14 647,5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14 647,5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14 647,5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0110053030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14 647,5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14 647,5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14 647,5</w:t>
            </w:r>
          </w:p>
        </w:tc>
      </w:tr>
      <w:tr w:rsidR="008868B8" w:rsidRPr="00D53FFF" w:rsidTr="00385330">
        <w:trPr>
          <w:trHeight w:val="981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 xml:space="preserve">Финансирование расходов, необходимых на реализацию основной общеобразовательной программы дошкольного образования  детей, обеспечение функционирования муниципальных дошкольных образовательных учреждений  в рамках подпрограммы "Развитие дошкольного, общего и дополнительного  </w:t>
            </w: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образования " муниципальной программы города Боготола "Развитие образования"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0110060010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67 605,0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64 729,1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63 035,3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16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67 605,0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64 729,1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63 035,3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67 605,0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64 729,1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63 035,3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67 605,0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64 729,1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63 035,3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67 605,0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64 729,1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63 035,3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67 605,0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64 729,1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63 035,3</w:t>
            </w:r>
          </w:p>
        </w:tc>
      </w:tr>
      <w:tr w:rsidR="008868B8" w:rsidRPr="00D53FFF" w:rsidTr="008868B8">
        <w:trPr>
          <w:trHeight w:val="218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Обеспечение функционирования муниципальных общеобразовательных учреждений в рамках подпрограммы "Развитие дошкольного, общего и дополнительного  образования " муниципальной программы города Боготола "Развитие образования"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70 345,5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74 329,9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73 028,5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70 345,5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74 329,9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73 028,5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70 345,5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74 329,9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73 028,5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70 345,5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74 329,9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73 028,5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70 345,5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74 329,9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73 028,5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70 276,7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74 329,9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73 028,5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187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Развитие сети общеобразовательных учреждений в рамках подпрограммы "Развитие дошкольного, общего и дополнительного образования" муниципальной программы города Боготола "Развитие образования"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0110060070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122,4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122,4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122,4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30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122,4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122,4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122,4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122,4</w:t>
            </w:r>
          </w:p>
        </w:tc>
      </w:tr>
      <w:tr w:rsidR="008868B8" w:rsidRPr="00D53FFF" w:rsidTr="008868B8">
        <w:trPr>
          <w:trHeight w:val="280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34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Обеспечение стабильного функционирования  и развития учреждений дополнительного образования детей в рамках подпрограммы "Развитие дошкольного, общего и дополнительного  образования " муниципальной программы города Боготола "Развитие образования"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0110060080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5 864,1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4 628,0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3 828,5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5 864,1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4 628,0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3 828,5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5 864,1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4 628,0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3 828,5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5 864,1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4 628,0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3 828,5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5 864,1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4 628,0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3 828,5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5 518,0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4 628,0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3 828,5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346,1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187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Проведение мероприятий для детей в рамках подпрограммы "Развитие дошкольного, общего и дополнительного  образования " муниципальной программы города Боготола "Развитие образования"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249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47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Проведение конкурсов, фестивалей, форумов, научно- практических конференций одаренных детей в рамках подпрограммы "Развитие дошкольного, общего и дополнительного  образования " муниципальной программы города Боготола "Развитие образования"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27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53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Организация отдыха и оздоровления детей в лагерях дневного пребывания в рамках подпрограммы "Развитие дошкольного, общего и дополнительного образования" муниципальной программы города Боготола "Развитие образования"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632,6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632,6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453,3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453,3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453,3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453,3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453,3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59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339,3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179,3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179,3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179,3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179,3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61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179,3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179,3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179,3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179,3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179,3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179,3</w:t>
            </w:r>
          </w:p>
        </w:tc>
      </w:tr>
      <w:tr w:rsidR="008868B8" w:rsidRPr="00D53FFF" w:rsidTr="008868B8">
        <w:trPr>
          <w:trHeight w:val="343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64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Финансирование расходов, направленных на создание безопасных и комфортных условий функционирования объектов муниципальной собственности, развитие муниципальных учреждений в рамках подпрограммы "Развитие дошкольного, общего и дополнительного образования " муниципальной программы города Боготола "Развитие образования"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0110060150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3 434,0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6,4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3 434,0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6,4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3 434,0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6,4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3 434,0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6,4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2 073,0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2 073,0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0110060150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1 361,1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6,4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1 361,1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6,4</w:t>
            </w:r>
          </w:p>
        </w:tc>
      </w:tr>
      <w:tr w:rsidR="008868B8" w:rsidRPr="00D53FFF" w:rsidTr="008868B8">
        <w:trPr>
          <w:trHeight w:val="280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72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в рамках подпрограммы "Развитие дошкольного, общего и дополнительного образования" муниципальной программы города Боготола "Развитие образования"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3 996,5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4 580,5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5 401,3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3 970,6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4 550,8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5 366,3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3 918,8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4 491,5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5 296,4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3 918,8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4 491,5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5 296,4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3 918,8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4 491,5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5 296,4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77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3 892,9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4 461,8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5 261,4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35,0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79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29,7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35,0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35,0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35,0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35,0</w:t>
            </w:r>
          </w:p>
        </w:tc>
      </w:tr>
      <w:tr w:rsidR="008868B8" w:rsidRPr="00D53FFF" w:rsidTr="008868B8">
        <w:trPr>
          <w:trHeight w:val="187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83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29,7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35,0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35,0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35,0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35,0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87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29,7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35,0</w:t>
            </w:r>
          </w:p>
        </w:tc>
      </w:tr>
      <w:tr w:rsidR="008868B8" w:rsidRPr="00D53FFF" w:rsidTr="008868B8">
        <w:trPr>
          <w:trHeight w:val="1560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35,0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35,0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35,0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0110060160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35,0</w:t>
            </w:r>
          </w:p>
        </w:tc>
      </w:tr>
      <w:tr w:rsidR="008868B8" w:rsidRPr="00D53FFF" w:rsidTr="008868B8">
        <w:trPr>
          <w:trHeight w:val="27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92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 xml:space="preserve"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</w:t>
            </w: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0110074080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37 612,6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36 900,2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36 900,2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93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0110074080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37 612,6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36 900,2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36 900,2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0110074080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37 612,6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36 900,2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36 900,2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0110074080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37 612,6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36 900,2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36 900,2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0110074080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37 612,6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36 900,2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36 900,2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0110074080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37 472,6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36 760,2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36 760,2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0110074080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140,0</w:t>
            </w:r>
          </w:p>
        </w:tc>
      </w:tr>
      <w:tr w:rsidR="008868B8" w:rsidRPr="00D53FFF" w:rsidTr="008868B8">
        <w:trPr>
          <w:trHeight w:val="27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99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 xml:space="preserve">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</w:t>
            </w: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обеспечение дополнительного образования детей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0110074090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31 111,6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30 908,0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30 908,0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100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0110074090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31 111,6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30 908,0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30 908,0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0110074090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31 111,6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30 908,0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30 908,0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0110074090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31 111,6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30 908,0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30 908,0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0110074090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31 111,6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30 908,0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30 908,0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0110074090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31 056,6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30 853,0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30 853,0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0110074090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55,0</w:t>
            </w:r>
          </w:p>
        </w:tc>
      </w:tr>
      <w:tr w:rsidR="008868B8" w:rsidRPr="00D53FFF" w:rsidTr="008868B8">
        <w:trPr>
          <w:trHeight w:val="6240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106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Субвенции бюджетам муниципальных образований на исполнение государственных полномочий по осуществлению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(в соответствии с Законом края от 27 декабря 2005 года № 17-4379) в рамках подпрограммы "Развитие дошкольного, общего и дополнительного образования города Боготола" муниципальной программы города Боготола "Развитие образования"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0110075540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345,6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345,6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345,6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0110075540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345,6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345,6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0110075540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345,6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345,6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0110075540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345,6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345,6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0110075540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345,6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345,6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0110075540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345,6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345,6</w:t>
            </w:r>
          </w:p>
        </w:tc>
      </w:tr>
      <w:tr w:rsidR="008868B8" w:rsidRPr="00D53FFF" w:rsidTr="008868B8">
        <w:trPr>
          <w:trHeight w:val="436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112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Субвенции бюджетам муниципальных образований по предоставлению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 (в соответствии с Законом края от 29 марта 2007 года № 22-6015),, в рамках подпрограммы "Развитие дошкольного, общего и дополнительного образования" муниципальной программы города Боготола "Развитие образования"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0110075560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1 454,1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1 454,1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1 454,1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0110075560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43,6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0110075560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43,6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0110075560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43,6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0110075560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43,6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0110075560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43,6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118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0110075560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1 410,5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1 410,5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1 410,5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0110075560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1 410,5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1 410,5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1 410,5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0110075560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1 410,5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1 410,5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1 410,5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0110075560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1 410,5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1 410,5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1 410,5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0110075560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1 410,5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1 410,5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1 410,5</w:t>
            </w:r>
          </w:p>
        </w:tc>
      </w:tr>
      <w:tr w:rsidR="008868B8" w:rsidRPr="00D53FFF" w:rsidTr="008868B8">
        <w:trPr>
          <w:trHeight w:val="343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123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бюджетам муниципальных образований на приведение зданий и сооружений общеобразовательных организаций в соответствие требованиям законодательства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0110075630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1 597,5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1 278,0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1 278,0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0110075630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1 597,5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1 278,0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1 278,0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0110075630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1 597,5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1 278,0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1 278,0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0110075630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1 597,5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1 278,0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1 278,0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0110075630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1 597,5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1 278,0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1 278,0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0110075630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1 597,5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1 278,0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1 278,0</w:t>
            </w:r>
          </w:p>
        </w:tc>
      </w:tr>
      <w:tr w:rsidR="008868B8" w:rsidRPr="00D53FFF" w:rsidTr="008868B8">
        <w:trPr>
          <w:trHeight w:val="819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129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0110075640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126 675,0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125 461,8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125 461,8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0110075640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126 675,0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125 461,8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125 461,8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0110075640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126 675,0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125 461,8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125 461,8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0110075640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126 675,0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125 461,8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125 461,8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0110075640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122 247,8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121 080,7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121 080,7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0110075640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116 241,2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115 074,1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115 074,1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0110075640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6 006,6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6 006,6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6 006,6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136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0110075640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4 427,2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4 381,1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4 381,1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0110075640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4 427,2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4 381,1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4 381,1</w:t>
            </w:r>
          </w:p>
        </w:tc>
      </w:tr>
      <w:tr w:rsidR="008868B8" w:rsidRPr="00D53FFF" w:rsidTr="008868B8">
        <w:trPr>
          <w:trHeight w:val="4680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138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Субвенции бюджетам муниципальных образований на обеспечение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 (в соответствии с Законом края от 27 декабря 2005 года № 17-4377)в рамках подпрограммы "Развитие дошкольного, общего и дополнительного образования города Боготола" муниципальной программы города Боготола "Развитие образования"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0110075660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11 475,8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11 352,4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11 352,4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0110075660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22,3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0110075660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22,3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0110075660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22,3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0110075660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22,3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0110075660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22,3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144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0110075660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1 257,4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1 257,4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1 257,4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0110075660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1 257,4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1 257,4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1 257,4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0110075660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1 257,4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1 257,4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1 257,4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0110075660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1 257,4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1 257,4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1 257,4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0110075660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1 257,4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1 257,4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1 257,4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149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0110075660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10 196,2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10 072,8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10 072,8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0110075660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10 196,2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10 072,8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10 072,8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0110075660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10 196,2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10 072,8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10 072,8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0110075660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10 196,2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10 072,8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10 072,8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0110075660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10 196,2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10 072,8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10 072,8</w:t>
            </w:r>
          </w:p>
        </w:tc>
      </w:tr>
      <w:tr w:rsidR="008868B8" w:rsidRPr="00D53FFF" w:rsidTr="008868B8">
        <w:trPr>
          <w:trHeight w:val="819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154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0110075880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60 027,8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59 130,7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59 130,7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155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0110075880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60 027,8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59 130,7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59 130,7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0110075880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60 027,8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59 130,7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59 130,7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0110075880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60 027,8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59 130,7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59 130,7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0110075880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60 027,8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59 130,7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59 130,7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0110075880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59 834,7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58 937,6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58 937,6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0110075880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193,1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193,1</w:t>
            </w:r>
          </w:p>
        </w:tc>
      </w:tr>
      <w:tr w:rsidR="008868B8" w:rsidRPr="00D53FFF" w:rsidTr="008868B8">
        <w:trPr>
          <w:trHeight w:val="343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Субвенции бюджетам муниципальных образований на осуществление государственных полномочий по организации и обеспечению отдыха и оздоровления детей (в соответствии с Законом края от 19 апреля 2018 года № 5-1533) в рамках подпрограммы "Развитие дошкольного, общего и дополнительного образования " муниципальной программы города Боготола "Развитие образования"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0110076490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4 711,4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4 633,7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4 633,7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0110076490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90,8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0110076490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90,8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0110076490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90,8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0110076490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90,8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0110076490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90,8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167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0110076490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2 242,1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2 166,0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2 166,0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0110076490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2 242,1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2 166,0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2 166,0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0110076490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2 242,1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2 166,0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2 166,0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0110076490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2 242,1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2 166,0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2 166,0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171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 xml:space="preserve">Другие вопросы в области </w:t>
            </w: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0110076490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236,6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236,6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172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0110076490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1 997,2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1 929,4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1 929,4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173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0110076490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2 377,0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2 377,0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2 377,0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174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0110076490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2 377,0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2 377,0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2 377,0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175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0110076490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2 377,0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2 377,0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2 377,0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176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0110076490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2 377,0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2 377,0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2 377,0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177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0110076490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2 377,0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2 377,0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2 377,0</w:t>
            </w:r>
          </w:p>
        </w:tc>
      </w:tr>
      <w:tr w:rsidR="008868B8" w:rsidRPr="00D53FFF" w:rsidTr="008868B8">
        <w:trPr>
          <w:trHeight w:val="4680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178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бюджетам муниципальных образований на софинансирование организации и обеспечения обучающихся по образовательным программам начального общего образования в муниципальных образовательных организациях бесплатным горячим питанием, предусматривающим наличие горячего блюда, не считая горячего напитка, в рамках подпрограммы «Развитие дошкольного, общего и дополнительного образования» муниципальной программы города Боготола «Развитие образования»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01100L3040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14 556,6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14 538,2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14 828,6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179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01100L3040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14 556,6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14 538,2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14 828,6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01100L3040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14 556,6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14 538,2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14 828,6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181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01100L3040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14 556,6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14 538,2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14 828,6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182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01100L3040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14 556,6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14 538,2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14 828,6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183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01100L3040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14 556,6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14 538,2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14 828,6</w:t>
            </w:r>
          </w:p>
        </w:tc>
      </w:tr>
      <w:tr w:rsidR="008868B8" w:rsidRPr="00D53FFF" w:rsidTr="008868B8">
        <w:trPr>
          <w:trHeight w:val="3120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184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бюджетам муниципальных образований на приведение зданий и сооружений общеобразовательных организаций в соответствие требованиям законодательства в рамках подпрограммы "Развитие дошкольного, общего и дополнительного образования" муниципальной программы "Развитие образований"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01100S5630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12,9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185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01100S5630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12,9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186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01100S5630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12,9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187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01100S5630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12,9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188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01100S5630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12,9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189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01100S5630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12,9</w:t>
            </w:r>
          </w:p>
        </w:tc>
      </w:tr>
      <w:tr w:rsidR="008868B8" w:rsidRPr="00D53FFF" w:rsidTr="008868B8">
        <w:trPr>
          <w:trHeight w:val="343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190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бюджетам муниципальных образований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качества, в рамках подпрограммы "Развитие дошкольного, общего и дополнительного образования " муниципальной программы города Боготола "Развитие образования"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01100S8400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41,0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191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01100S8400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41,0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192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01100S8400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41,0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193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01100S8400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41,0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194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01100S8400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41,0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195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01100S8400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41,0</w:t>
            </w:r>
          </w:p>
        </w:tc>
      </w:tr>
      <w:tr w:rsidR="008868B8" w:rsidRPr="00D53FFF" w:rsidTr="008868B8">
        <w:trPr>
          <w:trHeight w:val="3120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196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межбюджетные трансферты бюджетам муниципальных образований на устройство плоскостных спортивных сооружений в сельской местности в рамках подпрограммы «Развитие дошкольного, общего и дополнительного образования» муниципальной программы города Боготола «Развитие образования»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01100S8450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4 040,4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197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01100S8450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4 040,4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198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01100S8450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4 040,4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199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01100S8450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4 040,4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01100S8450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4 040,4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01100S8450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4 040,4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249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202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Средства на реализацию мероприятий в рамках федерального проекта "Современная школа" в рамках подпрограммы «Развитие дошкольного, общего и дополнительного образования» муниципальной программы города Боготола «Развитие образования»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011E100000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4 749,8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37,8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37,8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011E100000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3 818,4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37,8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011E100000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3 818,4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37,8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011E100000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3 818,4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37,8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011E100000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3 818,4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37,8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011E151690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37,8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011E151720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3 818,4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209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011E100000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931,5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210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011E100000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211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011E100000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212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011E100000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213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011E151720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249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214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Средства на реализацию мероприятий в рамках федерального проекта "Цифровая образовательная среда" в рамках подпрограммы «Развитие дошкольного, общего и дополнительного образования» муниципальной программы города Боготола «Развитие образования»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011E400000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13,7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215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011E400000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13,7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216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011E400000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13,7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217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011E400000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13,7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218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011E400000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13,7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219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011E452100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13,7</w:t>
            </w:r>
          </w:p>
        </w:tc>
      </w:tr>
      <w:tr w:rsidR="008868B8" w:rsidRPr="00D53FFF" w:rsidTr="008868B8">
        <w:trPr>
          <w:trHeight w:val="249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220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Средства на реализацию мероприятий в рамках федерального проекта "Патриотическое воспитание граждан Российской Федерации" в рамках подпрограммы "Развитие дошкольного, общего и дополнительного образования " муниципальной программы города Боготола "Развитие образования"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011EВ00000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511,1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1 907,9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1 907,9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011EВ00000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1 907,9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1 907,9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011EВ00000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1 907,9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1 907,9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011EВ00000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1 907,9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1 907,9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011EВ00000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1 907,9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1 907,9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011EВ51790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1 907,9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1 907,9</w:t>
            </w:r>
          </w:p>
        </w:tc>
      </w:tr>
      <w:tr w:rsidR="008868B8" w:rsidRPr="00D53FFF" w:rsidTr="008868B8">
        <w:trPr>
          <w:trHeight w:val="124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226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Подпрограмма "Обеспечение приоритетных направлений муниципальной системы образования города Боготола"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0120000000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471,9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332,1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332,1</w:t>
            </w:r>
          </w:p>
        </w:tc>
      </w:tr>
      <w:tr w:rsidR="008868B8" w:rsidRPr="00D53FFF" w:rsidTr="008868B8">
        <w:trPr>
          <w:trHeight w:val="3120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Повышение квалификации работников Управления образования, организация обучающих и проблемных семинаров, круглых столов,участие в краевых и зональных семинарах в рамках подпрограммы «Обеспечение приоритетных направлений муниципальной системы образования города Боготола» муниципальной программы « Развитие образования»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0120060310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6,9</w:t>
            </w:r>
          </w:p>
        </w:tc>
      </w:tr>
      <w:tr w:rsidR="008868B8" w:rsidRPr="00D53FFF" w:rsidTr="008868B8">
        <w:trPr>
          <w:trHeight w:val="218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0120060310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0120060310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0120060310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231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0120060310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232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0120060310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233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0120060310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6,9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234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0120060310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6,9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235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0120060310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6,9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236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0120060310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6,9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237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0120060310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6,9</w:t>
            </w:r>
          </w:p>
        </w:tc>
      </w:tr>
      <w:tr w:rsidR="008868B8" w:rsidRPr="00D53FFF" w:rsidTr="008868B8">
        <w:trPr>
          <w:trHeight w:val="374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238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Укрепление материально-технической, научно-методической базы для обеспечения эффективной деятельности системы образования, участия в online мероприятиях, проведения муниципального этапа ВОШ в рамках подпрограммы «Обеспечение приоритетных направлений муниципальной системы образования города Боготола» муниципальной программы « Развитие образования»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0120060320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62,1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62,1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239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0120060320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62,1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0120060320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62,1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0120060320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62,1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0120060320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62,1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0120060320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62,1</w:t>
            </w:r>
          </w:p>
        </w:tc>
      </w:tr>
      <w:tr w:rsidR="008868B8" w:rsidRPr="00D53FFF" w:rsidTr="008868B8">
        <w:trPr>
          <w:trHeight w:val="436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Формирование кадрового резерва. Проведение конкурсов на замещение вакантных должностей руководителей образовательных организаций.Организация аттестации руководящих кадров, методистов.Оплата труда членам городской аттестационной комиссии в рамках подпрограммы «Обеспечение приоритетных направлений муниципальной системы образования города Боготола» муниципальной программы города Боготола «Развитие образования»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0120060330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104,3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104,3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0120060330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104,3</w:t>
            </w:r>
          </w:p>
        </w:tc>
      </w:tr>
      <w:tr w:rsidR="008868B8" w:rsidRPr="00D53FFF" w:rsidTr="0050141A">
        <w:trPr>
          <w:trHeight w:val="27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0120060330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104,3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247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0120060330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104,3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0120060330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104,3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0120060330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104,3</w:t>
            </w:r>
          </w:p>
        </w:tc>
      </w:tr>
      <w:tr w:rsidR="008868B8" w:rsidRPr="00D53FFF" w:rsidTr="008868B8">
        <w:trPr>
          <w:trHeight w:val="374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Проведение ежегодной августовской конференции, торжественных мероприятий, посвященных профессиональным праздникам, городских профессиональных конкурсов, фестиваля «Русь мастеровая», в рамках подпрограммы «Обеспечение приоритетных направлений муниципальной системы образования города Боготола» муниципальной программы города Боготола «Развитие образования»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0120060340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35,7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35,7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0120060340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35,7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0120060340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35,7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0120060340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35,7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0120060340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35,7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0120060340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35,7</w:t>
            </w:r>
          </w:p>
        </w:tc>
      </w:tr>
      <w:tr w:rsidR="008868B8" w:rsidRPr="00D53FFF" w:rsidTr="008868B8">
        <w:trPr>
          <w:trHeight w:val="697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256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1C2A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Представление лучших работников к награждению отраслевыми и краевыми наградами, моральное стимулирование на муниципальном уровне работников, победителей и призеров муниципального этапа ВОШ,ШСЛ,</w:t>
            </w:r>
            <w:r w:rsidR="0050141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3FFF">
              <w:rPr>
                <w:rFonts w:ascii="Times New Roman" w:eastAsia="Times New Roman" w:hAnsi="Times New Roman"/>
                <w:lang w:eastAsia="ru-RU"/>
              </w:rPr>
              <w:t>Президентских состязаний в рамках подпрограммы «Обеспечение приоритетных направлений муниципальной системы образования города Боготола» муниципальной программы города Боготола  "Развитие образования"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0120060360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11,5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257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0120060360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11,5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0120060360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11,5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0120060360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11,5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260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0120060360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11,5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261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0120060360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11,5</w:t>
            </w:r>
          </w:p>
        </w:tc>
      </w:tr>
      <w:tr w:rsidR="008868B8" w:rsidRPr="00D53FFF" w:rsidTr="008868B8">
        <w:trPr>
          <w:trHeight w:val="280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262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Обеспечение функционирования системы специальной коррекционной помощи детям с особенностями в развитии в рамках подпрограммы «Обеспечение приоритетных направлений муниципальной системы образования города Боготола» муниципальной программы города Боготола «Развитие образования»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0120060370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111,6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263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0120060370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111,6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264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0120060370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111,6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265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0120060370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111,6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266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0120060370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111,6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267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0120060370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111,6</w:t>
            </w:r>
          </w:p>
        </w:tc>
      </w:tr>
      <w:tr w:rsidR="008868B8" w:rsidRPr="00D53FFF" w:rsidTr="008868B8">
        <w:trPr>
          <w:trHeight w:val="124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268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Подпрограмма "Обеспечение реализации муниципальной программы и прочие мероприятия муниципальной программы в области образования 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0130000000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36 518,6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34 815,3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34 765,2</w:t>
            </w:r>
          </w:p>
        </w:tc>
      </w:tr>
      <w:tr w:rsidR="008868B8" w:rsidRPr="00D53FFF" w:rsidTr="001C2A13">
        <w:trPr>
          <w:trHeight w:val="839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269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 xml:space="preserve">Обеспечение функционирования Управления образования г. Боготола в рамках подпрограммы "Обеспечение реализации муниципальной программы и прочие мероприятия муниципальной программы в области образования " </w:t>
            </w: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муниципальной программы города Боготола "Развитие образования"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0130060510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8 755,7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8 446,5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8 446,4</w:t>
            </w:r>
          </w:p>
        </w:tc>
      </w:tr>
      <w:tr w:rsidR="008868B8" w:rsidRPr="00D53FFF" w:rsidTr="008868B8">
        <w:trPr>
          <w:trHeight w:val="218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270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0130060510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7 827,7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7 815,7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7 815,7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271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0130060510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7 827,7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7 815,7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7 815,7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272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0130060510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7 827,7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7 815,7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7 815,7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273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0130060510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7 827,7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7 815,7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7 815,7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274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0130060510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5 999,1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5 989,9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5 989,9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275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0130060510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16,9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276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0130060510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1 811,7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1 808,9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1 808,9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277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0130060510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928,0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630,8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630,7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278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0130060510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630,8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630,7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279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0130060510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630,8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630,7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280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0130060510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630,8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630,7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281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0130060510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720,1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411,0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411,0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282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0130060510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219,8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219,7</w:t>
            </w:r>
          </w:p>
        </w:tc>
      </w:tr>
      <w:tr w:rsidR="008868B8" w:rsidRPr="00D53FFF" w:rsidTr="008868B8">
        <w:trPr>
          <w:trHeight w:val="249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283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Обеспечение деятельности подведомственных учреждений в рамках подпрограммы "Обеспечение реализации муниципальной программы и прочие мероприятия муниципальной программы в области образования " муниципальной программы города Боготола "Развитие образования"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0130060520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24 506,9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23 112,8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23 062,8</w:t>
            </w:r>
          </w:p>
        </w:tc>
      </w:tr>
      <w:tr w:rsidR="008868B8" w:rsidRPr="00D53FFF" w:rsidTr="008868B8">
        <w:trPr>
          <w:trHeight w:val="218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284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0130060520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23 004,8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22 949,6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22 949,6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285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0130060520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23 004,8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22 949,6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22 949,6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286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0130060520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23 004,8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22 949,6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22 949,6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287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0130060520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23 004,8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22 949,6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22 949,6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288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0130060520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17 654,1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17 626,4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17 626,4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289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0130060520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0130060520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5 331,6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5 323,2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5 323,2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291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0130060520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1 502,2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163,2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113,2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292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0130060520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1 502,2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113,2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293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0130060520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1 502,2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113,2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294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0130060520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1 502,2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113,2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295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0130060520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1 502,2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113,2</w:t>
            </w:r>
          </w:p>
        </w:tc>
      </w:tr>
      <w:tr w:rsidR="008868B8" w:rsidRPr="00D53FFF" w:rsidTr="001C2A13">
        <w:trPr>
          <w:trHeight w:val="839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296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 xml:space="preserve">Субвенции бюджетам муниципальных образований на осуществление государственных полномочий по организации и осуществлению деятельности по опеке и попечительству в отношении несовершеннолетних (в соответствии с Законом края от 20 декабря 2007 года № 4-1089) в рамках подпрограммы "Обеспечение реализации муниципальной программы и прочие мероприятия муниципальной программы в области образования </w:t>
            </w: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"муниципальной программы города Боготола "Развитие образования"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0130075520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3 256,0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3 256,0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3 256,0</w:t>
            </w:r>
          </w:p>
        </w:tc>
      </w:tr>
      <w:tr w:rsidR="008868B8" w:rsidRPr="00D53FFF" w:rsidTr="008868B8">
        <w:trPr>
          <w:trHeight w:val="218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297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0130075520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2 523,8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2 523,8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2 523,8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298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0130075520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2 523,8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2 523,8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2 523,8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299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0130075520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2 523,8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2 523,8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2 523,8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0130075520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2 523,8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2 523,8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2 523,8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0130075520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1 846,5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1 846,5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1 846,5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0130075520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119,6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0130075520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557,7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557,7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557,7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304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0130075520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732,2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732,2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732,2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0130075520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732,2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732,2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732,2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0130075520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732,2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732,2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732,2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0130075520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732,2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732,2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732,2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0130075520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732,2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732,2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732,2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309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Муниципальная программа города Боготола "Развитие культуры"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78 600,4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72 515,6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72 445,1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Подпрограмма "Культурное наследие"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27 626,9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24 915,0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24 915,2</w:t>
            </w:r>
          </w:p>
        </w:tc>
      </w:tr>
      <w:tr w:rsidR="008868B8" w:rsidRPr="00D53FFF" w:rsidTr="008868B8">
        <w:trPr>
          <w:trHeight w:val="187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311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Библиотечное, библиографическое и информационное обслуживание пользователей в рамках подпрограммы "Культурное наследие" муниципальной программы города Боготола "Развитие культуры"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0310060950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18 199,7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17 343,3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17 343,3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312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0310060950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18 199,7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17 343,3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17 343,3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313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0310060950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18 199,7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17 343,3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17 343,3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314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0310060950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18 199,7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17 343,3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17 343,3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315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0310060950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18 199,7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17 343,3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17 343,3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316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0310060950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17 525,6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17 343,3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17 343,3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317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0310060950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124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318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Комплектование книжных фондов в рамках подпрограммы "Культурное наследие" муниципальной программы города Боготола "Развитие культуры"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0310060960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319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0310060960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0310060960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0310060960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322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0310060960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323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0310060960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70,0</w:t>
            </w:r>
          </w:p>
        </w:tc>
      </w:tr>
      <w:tr w:rsidR="008868B8" w:rsidRPr="00D53FFF" w:rsidTr="008868B8">
        <w:trPr>
          <w:trHeight w:val="124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324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Развитие библиотечного фонда в рамках подпрограммы "Культурное наследие" муниципальной программы города Боготола "Развитие культуры"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0310060970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47,0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325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0310060970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47,0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326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0310060970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47,0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327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0310060970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47,0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328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0310060970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47,0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329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0310060970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47,0</w:t>
            </w:r>
          </w:p>
        </w:tc>
      </w:tr>
      <w:tr w:rsidR="008868B8" w:rsidRPr="00D53FFF" w:rsidTr="008868B8">
        <w:trPr>
          <w:trHeight w:val="436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330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Публичный показ музейных предметов, музейных коллекций,Формирование, учет, изучение, обеспечение физического сохранения и безопасности музейных предметов, музейных коллекций, осуществление реставрации и консервации музейных предметов, музейных коллекций, Создание экспозиций (выставок) музеев, организация выездных выставок в рамках подпрограммы "Культурное наследие" муниципальной программы города Боготола "Развитие культуры"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0310060980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7 470,8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7 304,9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7 304,9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331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0310060980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7 470,8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7 304,9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7 304,9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332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0310060980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7 470,8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7 304,9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7 304,9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333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0310060980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7 470,8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7 304,9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7 304,9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334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0310060980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7 470,8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7 304,9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7 304,9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335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0310060980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7 470,8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7 304,9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7 304,9</w:t>
            </w:r>
          </w:p>
        </w:tc>
      </w:tr>
      <w:tr w:rsidR="008868B8" w:rsidRPr="00D53FFF" w:rsidTr="008868B8">
        <w:trPr>
          <w:trHeight w:val="218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336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 в рамках подпрограммы "Культурное наследие" муниципальной программы города Боготола "Развитие культуры"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03100L5191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62,0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337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03100L5191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62,0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338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03100L5191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62,0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339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03100L5191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62,0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340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03100L5191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62,0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341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03100L5191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62,0</w:t>
            </w:r>
          </w:p>
        </w:tc>
      </w:tr>
      <w:tr w:rsidR="008868B8" w:rsidRPr="00D53FFF" w:rsidTr="008868B8">
        <w:trPr>
          <w:trHeight w:val="280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342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бюджетам муниципальных образований на государственную поддержку комплексного развития муниципальных учреждений культуры и образовательных организаций в области культуры в рамках подпрограммы «Культурное наследие» муниципальной программы города Боготола» «Развитие культуры»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03100S4490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1 689,6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343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03100S4490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1 689,6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344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03100S4490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1 689,6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345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03100S4490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1 689,6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346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03100S4490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1 689,6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347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03100S4490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1 689,6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249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348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бюджетам муниципальных образований на комплектование книжных фондов библиотек муниципальных образований Красноярского края в рамках подпрограммы "Культурное наследие" муниципальной программы города Боготола "Развитие культуры"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03100S4880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88,0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349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03100S4880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88,0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03100S4880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88,0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351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03100S4880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88,0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352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03100S4880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88,0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353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03100S4880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88,0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354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Подпрограмма "Поддержка досуга и народного творчества"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0320000000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21 227,3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19 296,2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19 225,5</w:t>
            </w:r>
          </w:p>
        </w:tc>
      </w:tr>
      <w:tr w:rsidR="008868B8" w:rsidRPr="00D53FFF" w:rsidTr="008868B8">
        <w:trPr>
          <w:trHeight w:val="249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355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1C2A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Организация деятельности клубных формирований и формирований самодеятельного народного творчества, организация мероприятий в рамках подпрограммы "Поддержка досуга и народного творчества" муниципальной программы города Боготола "Развитие культуры"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0320061210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21 028,4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19 167,5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19 167,5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356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0320061210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21 028,4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19 167,5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19 167,5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357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0320061210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21 028,4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19 167,5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19 167,5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358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0320061210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21 028,4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19 167,5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19 167,5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359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0320061210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21 028,4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19 167,5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19 167,5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360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0320061210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20 631,4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19 167,5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19 167,5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361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0320061210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249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362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7023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Организация и проведение мероприятий  направленных на профилактику асоциальных явлений в рамках подпрограммы "Поддержка досуга и народного творчества" муниципальной программы города Боготола "Развитие культуры"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0320061220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26,0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363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0320061220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26,0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364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0320061220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26,0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365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0320061220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366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0320061220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367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0320061220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368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0320061220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369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0320061220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0320061220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22,0</w:t>
            </w:r>
          </w:p>
        </w:tc>
      </w:tr>
      <w:tr w:rsidR="008868B8" w:rsidRPr="00D53FFF" w:rsidTr="008868B8">
        <w:trPr>
          <w:trHeight w:val="280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371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 в рамках подпрограммы "Поддержка досуга </w:t>
            </w:r>
            <w:r w:rsidRPr="00D53FFF">
              <w:rPr>
                <w:rFonts w:ascii="Times New Roman" w:eastAsia="Times New Roman" w:hAnsi="Times New Roman"/>
                <w:lang w:eastAsia="ru-RU"/>
              </w:rPr>
              <w:br/>
              <w:t>и народного творчества" муниципальной программы города Боготола "Развитие культуры"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03200L4670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372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03200L4670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373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03200L4670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374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03200L4670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375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03200L4670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376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03200L4670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</w:tr>
      <w:tr w:rsidR="008868B8" w:rsidRPr="00D53FFF" w:rsidTr="008868B8">
        <w:trPr>
          <w:trHeight w:val="218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377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Средства на реализацию мероприятий в рамках федерального проекта "Культурная среда" в рамках подпрограммы "Поддержка досуга и народного творчества" муниципальной программы города Боготола "Развитие культуры"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032A100000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70,7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378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032A100000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379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032A100000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380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032A100000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381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032A100000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382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032A174840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218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383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Средства на реализацию мероприятий в рамках федерального проекта "Творческие люди" в рамках подпрограммы "Поддержка досуга и народного творчества" муниципальной программы города Боготола "Развитие культуры"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032A200000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384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032A200000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385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032A200000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386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032A200000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387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032A200000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388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032A274820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389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Подпрограмма "Развитие архивного дела в городе Боготоле"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0330000000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1 071,8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1 008,8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1 008,8</w:t>
            </w:r>
          </w:p>
        </w:tc>
      </w:tr>
      <w:tr w:rsidR="008868B8" w:rsidRPr="00D53FFF" w:rsidTr="008868B8">
        <w:trPr>
          <w:trHeight w:val="187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390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Создание нормативных условий хранения архивных документов в рамках подпрограммы "Развитие архивного дела в городе Боготоле" муниципальной программы города Боготола "Развитие культуры"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0330061410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875,5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875,5</w:t>
            </w:r>
          </w:p>
        </w:tc>
      </w:tr>
      <w:tr w:rsidR="008868B8" w:rsidRPr="00D53FFF" w:rsidTr="008868B8">
        <w:trPr>
          <w:trHeight w:val="218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391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0330061410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861,8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843,7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843,7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392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0330061410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861,8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843,7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843,7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393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0330061410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861,8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843,7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843,7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394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0330061410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861,8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843,7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843,7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395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0330061410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648,0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648,0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396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0330061410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195,7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195,7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397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0330061410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31,8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31,8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398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0330061410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31,8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399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0330061410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31,8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0330061410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31,8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0330061410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31,8</w:t>
            </w:r>
          </w:p>
        </w:tc>
      </w:tr>
      <w:tr w:rsidR="008868B8" w:rsidRPr="00D53FFF" w:rsidTr="008868B8">
        <w:trPr>
          <w:trHeight w:val="343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402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Субвенции бюджетам муниципальных образований на осуществление государственных полномочий в области архивного дела, переданных органам местного самоуправления Красноярского края (в соответствии с Законом края от 21 декабря 2010 года № 11-5564) в рамках подпрограммы "Развитие архивного дела в городе Боготоле" муниципальной программы города Боготола "Развитие культуры"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0330075190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133,3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133,3</w:t>
            </w:r>
          </w:p>
        </w:tc>
      </w:tr>
      <w:tr w:rsidR="008868B8" w:rsidRPr="00D53FFF" w:rsidTr="008868B8">
        <w:trPr>
          <w:trHeight w:val="218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0330075190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110,8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0330075190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110,8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0330075190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110,8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0330075190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110,8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0330075190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85,1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 xml:space="preserve">Другие общегосударственные </w:t>
            </w: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0330075190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25,7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409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0330075190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22,5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0330075190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22,5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411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0330075190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22,5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412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0330075190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22,5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413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0330075190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22,5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414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Подпрограмма  "Обеспечение условий реализации программы и прочие мероприятия 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0340000000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28 674,4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27 295,6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27 295,6</w:t>
            </w:r>
          </w:p>
        </w:tc>
      </w:tr>
      <w:tr w:rsidR="008868B8" w:rsidRPr="00D53FFF" w:rsidTr="008868B8">
        <w:trPr>
          <w:trHeight w:val="280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415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Реализация дополнительных общеобразовательных предпрофессиональных программ в области искусства в рамках подпрограммы "Обеспечение условий реализации программы и прочие мероприятия "муниципальной программы города Боготола "Развитие культуры"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0340061510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25 340,3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25 051,5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25 051,5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416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0340061510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25 340,3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25 051,5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25 051,5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417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0340061510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25 340,3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25 051,5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25 051,5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418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0340061510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25 340,3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25 051,5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25 051,5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419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0340061510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25 340,3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25 051,5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25 051,5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420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0340061510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25 340,3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25 051,5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25 051,5</w:t>
            </w:r>
          </w:p>
        </w:tc>
      </w:tr>
      <w:tr w:rsidR="008868B8" w:rsidRPr="00D53FFF" w:rsidTr="008868B8">
        <w:trPr>
          <w:trHeight w:val="218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421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 xml:space="preserve">Проведение общегородских праздников, акций, фестивалей, конкурсов в рамках подпрограммы "Обеспечение условий реализации программы и прочие мероприятия "муниципальной программы </w:t>
            </w: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города Боготола "Развитие культуры"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0340061530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3 261,6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2 194,1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2 194,1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422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0340061530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3 261,6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2 194,1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2 194,1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423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0340061530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3 261,6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2 194,1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2 194,1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424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0340061530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425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0340061530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426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0340061530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427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0340061530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3 188,1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2 174,1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2 174,1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428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0340061530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3 188,1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2 174,1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2 174,1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429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0340061530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879,0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879,0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0340061530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2 289,1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1 295,1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1 295,1</w:t>
            </w:r>
          </w:p>
        </w:tc>
      </w:tr>
      <w:tr w:rsidR="008868B8" w:rsidRPr="00D53FFF" w:rsidTr="008868B8">
        <w:trPr>
          <w:trHeight w:val="187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431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Участие детей города в  фестивалях и  концертах в  рамках подпрограммы "Обеспечение условий реализации программы и прочие мероприятия"  муниципальной программы города Боготола "Развитие культуры"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0340061540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432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0340061540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433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0340061540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434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0340061540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435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0340061540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436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0340061540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</w:tr>
      <w:tr w:rsidR="008868B8" w:rsidRPr="00D53FFF" w:rsidTr="008868B8">
        <w:trPr>
          <w:trHeight w:val="280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437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Проведение независимой оценки качества оказания услуг муниципальными бюджетными учреждениями культуры в рамках подпрограммы "Обеспечение условий реализации программы и прочие мероприятия" муниципальной программы города Боготола "Развитие культуры"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0340061560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438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0340061560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439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0340061560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0340061560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441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0340061560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442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0340061560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443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Муниципальная программа города Боготола "Развитие физической культуры и спорта"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32 324,7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30 828,5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30 700,8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444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16 300,2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15 123,8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15 093,8</w:t>
            </w:r>
          </w:p>
        </w:tc>
      </w:tr>
      <w:tr w:rsidR="008868B8" w:rsidRPr="00D53FFF" w:rsidTr="008868B8">
        <w:trPr>
          <w:trHeight w:val="343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445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Организация и проведение городских, зональных и краевых спортивно-массовых мероприятий на территории города согласно утвержденного календарного плана спортивно-массовых мероприятий в рамках подпрограммы "Развитие массовой физической культуры и спорта" муниципальной программы города Боготола "Развитие физической культуры и спорта"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0410061710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451,4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446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0410061710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451,4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447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0410061710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451,4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448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0410061710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451,4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449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Физическая 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0410061710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451,4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Физическая 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0410061710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451,4</w:t>
            </w:r>
          </w:p>
        </w:tc>
      </w:tr>
      <w:tr w:rsidR="008868B8" w:rsidRPr="00D53FFF" w:rsidTr="008868B8">
        <w:trPr>
          <w:trHeight w:val="280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Проведение занятий физкультурно-спортивной направленности по месту проживания граждан, организация и проведение официальных спортивных мероприятий в рамках подпрограммы "Развитие массовой физической культуры и спорта" муниципальной программы города Боготола "Развитие физической культуры и спорта"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0410061720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15 137,8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14 672,5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14 642,5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0410061720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15 137,8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14 672,5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14 642,5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0410061720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15 137,8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14 672,5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14 642,5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0410061720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15 137,8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14 672,5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14 642,5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Физическая 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0410061720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15 137,8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14 672,5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14 642,5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Физическая 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0410061720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14 880,0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14 672,5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14 642,5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Физическая 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0410061720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0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458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межбюджетные трансферты бюджетам муниципальных образований на поддержку физкультурно-спортивных клубов по месту жительства в рамках подпрограммы «Развитие массовой физической культуры и спорта» муниципальной программы города Боготола «Развитие физической культуры и спорта»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04100S4180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711,0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04100S4180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04100S4180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461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04100S4180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462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04100S4180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463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04100S4180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464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Подпрограмма "Развитие системы подготовки спортивного резерва"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0420000000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15 565,7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15 327,7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15 230,0</w:t>
            </w:r>
          </w:p>
        </w:tc>
      </w:tr>
      <w:tr w:rsidR="008868B8" w:rsidRPr="00D53FFF" w:rsidTr="008868B8">
        <w:trPr>
          <w:trHeight w:val="218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465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Спортивная подготовка по олимпийским и неолимпийским видам спорта, в рамках подпрограммы "Развитие системы подготовки спортивного резерва" муниципальной программы города Боготола "Развитие физической культуры и спорта"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0420061910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15 524,8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15 286,8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15 189,1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466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0420061910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15 524,8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15 286,8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15 189,1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467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0420061910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15 524,8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15 286,8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15 189,1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468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0420061910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15 524,8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15 286,8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15 189,1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469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Физическая 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0420061910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15 524,8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15 286,8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15 189,1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470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Физическая 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0420061910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15 427,1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15 189,1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15 189,1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471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Физическая 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0420061910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218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472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Выполнение требований федеральных стандартов спортивной подготовки в рамках подпрограммы «Развитие системы подготовки спортивного резерва» муниципальной программы города Боготола «Развитие физической культуры и спорта»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04200S6500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40,6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473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04200S6500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40,6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474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04200S6500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40,6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475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04200S6500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40,6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476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04200S6500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40,6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477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04200S6500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40,6</w:t>
            </w:r>
          </w:p>
        </w:tc>
      </w:tr>
      <w:tr w:rsidR="008868B8" w:rsidRPr="00D53FFF" w:rsidTr="008868B8">
        <w:trPr>
          <w:trHeight w:val="249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478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бюджетам муниципальных образований Красноярского края на развитие детско-юношеского спорта в рамках подпрограммы "Развитие системы подготовки спортивного резерва" муниципальной программы города Боготола "Развитие физической культуры и спорта"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04200S6540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0,4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479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04200S6540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0,4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04200S6540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0,4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481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04200S6540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0,4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482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Физическая 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04200S6540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0,4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483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Физическая 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04200S6540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0,4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484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Подпрограмма "Развитие спорта высших достижений"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0430000000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377,0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377,0</w:t>
            </w:r>
          </w:p>
        </w:tc>
      </w:tr>
      <w:tr w:rsidR="008868B8" w:rsidRPr="00D53FFF" w:rsidTr="008868B8">
        <w:trPr>
          <w:trHeight w:val="343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485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Участие спортсменов в соревнованиях краевого и российского ранга с целью повышения уровня спортивного мастерства согласно утвержденного краевого календарного плана спортивно-массовых мероприятий в рамках подпрограммы "Развитие спорта высших достижений" муниципальной программы города Боготола "Развитие физической культуры и спорта"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0430062010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377,0</w:t>
            </w:r>
          </w:p>
        </w:tc>
      </w:tr>
      <w:tr w:rsidR="008868B8" w:rsidRPr="00D53FFF" w:rsidTr="008868B8">
        <w:trPr>
          <w:trHeight w:val="218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486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0430062010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377,0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487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0430062010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377,0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488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0430062010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377,0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489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0430062010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377,0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490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0430062010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377,0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491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Муниципальная программа города Боготола "Молодежь"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29 322,3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7 896,4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7 896,4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492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Подпрограмма "Вовлечение молодежи города Боготола в социальную практику"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29 260,8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7 834,9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7 834,9</w:t>
            </w:r>
          </w:p>
        </w:tc>
      </w:tr>
      <w:tr w:rsidR="008868B8" w:rsidRPr="00D53FFF" w:rsidTr="008868B8">
        <w:trPr>
          <w:trHeight w:val="218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493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Проведение городских конкурсов, фестивалей, проектов, поощрение талантливой молодежи в рамках подпрограммы "Вовлечение молодежи города Боготола в социальную практику" муниципальной программы города Боготола "Молодежь"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0510062210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278,2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137,0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494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0510062210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36,0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495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Премии и гранты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0510062210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36,0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496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0510062210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36,0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497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0510062210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36,0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498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0510062210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36,0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499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0510062210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101,0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0510062210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101,0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0510062210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101,0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0510062210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101,0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0510062210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101,0</w:t>
            </w:r>
          </w:p>
        </w:tc>
      </w:tr>
      <w:tr w:rsidR="008868B8" w:rsidRPr="00D53FFF" w:rsidTr="008868B8">
        <w:trPr>
          <w:trHeight w:val="218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504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Участие в общероссийских, краевых и региональных молодёжных конкурсах и фестивалях в рамках подпрограммы "Вовлечение молодежи города Боготола в социальную практику" муниципальной программы города Боготола "Молодежь"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0510062220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505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0510062220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0510062220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0510062220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0510062220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0510062220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</w:tr>
      <w:tr w:rsidR="008868B8" w:rsidRPr="00D53FFF" w:rsidTr="008868B8">
        <w:trPr>
          <w:trHeight w:val="187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Организация  работы Трудового отряда Главы города в рамках подпрограммы "Вовлечение молодежи города Боготола в социальную практику" муниципальной программы города Боготола "Молодежь"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0510062230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1 131,5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848,3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848,3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511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0510062230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1 131,5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848,3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848,3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512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0510062230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1 131,5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848,3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848,3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513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0510062230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1 131,5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848,3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848,3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514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0510062230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1 131,5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848,3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848,3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515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0510062230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1 131,5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848,3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848,3</w:t>
            </w:r>
          </w:p>
        </w:tc>
      </w:tr>
      <w:tr w:rsidR="008868B8" w:rsidRPr="00D53FFF" w:rsidTr="008868B8">
        <w:trPr>
          <w:trHeight w:val="187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516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Профилактика негативных проявлений в молодежной среде в рамках подпрограммы "Вовлечение молодежи города Боготола в социальную практику" муниципальной программы города Боготола "Молодежь"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0510062240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517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0510062240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518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0510062240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519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0510062240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0510062240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521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0510062240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</w:tr>
      <w:tr w:rsidR="008868B8" w:rsidRPr="00D53FFF" w:rsidTr="008868B8">
        <w:trPr>
          <w:trHeight w:val="218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522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Финансовая (грантовая) поддержка инициативных групп молодёжи в рамках подпрограммы "Вовлечение молодежи города Боготола в социальную практику" муниципальной программы города Боготола "Молодежь"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0510062270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523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0510062270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524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0510062270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525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0510062270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526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0510062270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527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0510062270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</w:tr>
      <w:tr w:rsidR="008868B8" w:rsidRPr="00D53FFF" w:rsidTr="008868B8">
        <w:trPr>
          <w:trHeight w:val="187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528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Организация досуга детей, подростков и молодежи, в рамках подпрограммы "Вовлечение молодежи города Боготола в социальную практику" муниципальной программы города Боготола "Молодежь"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0510062280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6 983,7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6 338,6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6 338,6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529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0510062280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6 983,7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6 338,6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6 338,6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0510062280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6 983,7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6 338,6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6 338,6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531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0510062280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6 983,7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6 338,6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6 338,6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532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0510062280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6 983,7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6 338,6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6 338,6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533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0510062280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6 173,7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6 338,6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6 338,6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534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0510062280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249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535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бюджетам муниципальных образований на поддержку деятельности муниципальных молодежных центров в рамках подпрограммы "Вовлечение молодежи города Боготола в социальную практику" муниципальной программы города Боготола "Молодежь"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05100S4560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552,4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400,8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536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05100S4560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552,4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400,8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537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05100S4560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552,4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400,8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538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05100S4560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552,4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400,8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539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05100S4560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552,4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400,8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05100S4560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552,4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400,8</w:t>
            </w:r>
          </w:p>
        </w:tc>
      </w:tr>
      <w:tr w:rsidR="008868B8" w:rsidRPr="00D53FFF" w:rsidTr="008868B8">
        <w:trPr>
          <w:trHeight w:val="280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541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бюджетам муниципальных образований на организационную и материально-техническую модернизацию муниципальных молодежных центров в рамках подпрограммы «Вовлечение молодежи города Боготола в социальную практику» муниципальной программы города Боготола «Молодежь»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05100S4650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20 200,0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542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05100S4650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543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05100S4650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544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05100S4650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545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05100S4650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546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05100S4650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218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547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Средства на реализацию мероприятий в рамках федерального проекта "Социальная активность" в рамках подпрограммы «Вовлечение молодежи города Боготола в социальную практику» муниципальной программы города Боготола «Молодежь»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051E800000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10,2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548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051E800000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10,2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549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051E800000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10,2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550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051E800000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10,2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551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051E800000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10,2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552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051E876620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10,2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553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Подпрограмма "Патриотическое воспитание молодежи города Боготола"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0520000000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61,5</w:t>
            </w:r>
          </w:p>
        </w:tc>
      </w:tr>
      <w:tr w:rsidR="008868B8" w:rsidRPr="00D53FFF" w:rsidTr="008868B8">
        <w:trPr>
          <w:trHeight w:val="187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554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Реализация городских молодежных проектов в рамках подпрограммы "Патриотическое воспитание молодежи города Боготола" муниципальной программы города Боготола "Молодежь"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0520062510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61,5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555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0520062510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61,5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556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0520062510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61,5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557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0520062510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61,5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558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0520062510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61,5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559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0520062510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61,5</w:t>
            </w:r>
          </w:p>
        </w:tc>
      </w:tr>
      <w:tr w:rsidR="008868B8" w:rsidRPr="00D53FFF" w:rsidTr="008868B8">
        <w:trPr>
          <w:trHeight w:val="187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560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Муниципальная программа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96 586,0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79 198,4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85 350,6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561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Подпрограмма " Содержание и капитальный ремонт муниципального имущества"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4 391,8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1 862,8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1 862,8</w:t>
            </w:r>
          </w:p>
        </w:tc>
      </w:tr>
      <w:tr w:rsidR="008868B8" w:rsidRPr="00D53FFF" w:rsidTr="00112B91">
        <w:trPr>
          <w:trHeight w:val="55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562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 xml:space="preserve">Содержание, капитальный ремонт муниципального имущества и благоустройство дворовой территории в рамках подпрограммы "Содержание и капитальный ремонт муниципального имущества" муниципальной программы города Боготола "Реформирование и модернизация жилищно-коммунального хозяйства;повышение энергетической эффективности; </w:t>
            </w: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благоустройство территории города"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0620063010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2 942,6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413,6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413,6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563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0620063010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2 930,0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413,6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413,6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564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0620063010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2 930,0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413,6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413,6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565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0620063010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940,3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249,6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566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0620063010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940,3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249,6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567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0620063010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101,1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568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0620063010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148,6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569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0620063010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1 989,7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164,0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0620063010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1 989,7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164,0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571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0620063010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1 989,7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164,0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572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0620063010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573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0620063010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574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0620063010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575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0620063010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576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0620063010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43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577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Капитальный ремонт общего имущества многоквартирных домов в рамках подпрограммы "Содержание и капитальный ремонт муниципального имущества" муниципальной программы города Боготола "Реформирование и модернизация жилищно-коммунального хозяйства;повышение энергетической эффективности; благоустройство территории города"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0620063020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1 449,2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1 449,2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1 449,2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578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0620063020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1 449,2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1 449,2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1 449,2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579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0620063020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1 449,2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1 449,2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1 449,2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0620063020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1 449,2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1 449,2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1 449,2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581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0620063020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1 449,2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1 449,2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1 449,2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582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0620063020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1 449,2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1 449,2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1 449,2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583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Подпрограмма "Благоустройство территорий города"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0640000000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16 803,4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5 047,3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11 199,4</w:t>
            </w:r>
          </w:p>
        </w:tc>
      </w:tr>
      <w:tr w:rsidR="008868B8" w:rsidRPr="00D53FFF" w:rsidTr="008868B8">
        <w:trPr>
          <w:trHeight w:val="3120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584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Энергоснабжение и содержание линий уличного освещения в рамках подпрограммы "Благоустройство территорий города" муниципальной программы города Боготола "Реформирование и модернизация жилищно-коммунального хозяйства;повышение энергетической эффективности; благоустройство территории города"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0640063510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10 008,5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2 970,5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9 079,7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585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0640063510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10 008,5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2 970,5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9 079,7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586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0640063510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10 008,5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2 970,5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9 079,7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587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0640063510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10 008,5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2 970,5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9 079,7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588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0640063510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10 008,5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2 970,5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9 079,7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589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0640063510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590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0640063510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8 758,5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2 970,5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9 079,7</w:t>
            </w:r>
          </w:p>
        </w:tc>
      </w:tr>
      <w:tr w:rsidR="008868B8" w:rsidRPr="00D53FFF" w:rsidTr="008868B8">
        <w:trPr>
          <w:trHeight w:val="374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591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Содержание общественных пространств и малых архитектурных форм, демонтаж временных объектов на территории города Боготола в рамках подпрограммы "Благоустройство территорий города" муниципальной программы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0640063520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3 280,6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191,5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592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0640063520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3 280,6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191,5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593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0640063520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3 280,6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191,5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594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0640063520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3 280,6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191,5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595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0640063520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3 280,6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191,5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596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0640063520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3 280,6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191,5</w:t>
            </w:r>
          </w:p>
        </w:tc>
      </w:tr>
      <w:tr w:rsidR="008868B8" w:rsidRPr="00D53FFF" w:rsidTr="008868B8">
        <w:trPr>
          <w:trHeight w:val="280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597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Озеленение территории  города в рамках подпрограммы "Благоустройство территорий города" муниципальной программы города Боготола "Реформирование и модернизация жилищно-коммунального хозяйства;повышение энергетической эффективности; благоустройство территории города"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0640063530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598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0640063530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599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0640063530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600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0640063530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0640063530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0640063530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0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603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Реализация инициативных проектов жителей города в рамках подпрограммы "Благоустройство территорий города" муниципальной программы города Боготола "Реформирование и модернизация жилищно-коммунального хозяйства;повышение энергетической эффективности; благоустройство территории города"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0640063550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0640063550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0640063550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0640063550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0640063550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0640063550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280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Содержание вертолетной площадки в рамках подпрограммы "Благоустройство территорий города" муниципальной программы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0640063560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214,9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0640063560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611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0640063560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0640063560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0640063560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0640063560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280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615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Содержание и благоустройство кладбищ в рамках подпрограммы "Благоустройство территорий города" муниципальной программы города Боготола "Реформирование и модернизация жилищно-коммунального хозяйства;повышение энергетической эффективности; благоустройство территории города"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0640063610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1 200,5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1 003,3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1 003,3</w:t>
            </w:r>
          </w:p>
        </w:tc>
      </w:tr>
      <w:tr w:rsidR="008868B8" w:rsidRPr="00D53FFF" w:rsidTr="008868B8">
        <w:trPr>
          <w:trHeight w:val="218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0640063610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667,7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631,6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631,6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0640063610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667,7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631,6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631,6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0640063610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667,7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631,6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631,6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0640063610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667,7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631,6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631,6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0640063610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485,1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485,1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0640063610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146,5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622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0640063610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532,8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371,7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371,7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623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0640063610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371,7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371,7</w:t>
            </w:r>
          </w:p>
        </w:tc>
      </w:tr>
      <w:tr w:rsidR="008868B8" w:rsidRPr="00D53FFF" w:rsidTr="00112B91">
        <w:trPr>
          <w:trHeight w:val="27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624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 xml:space="preserve">ЖИЛИЩНО-КОММУНАЛЬНОЕ </w:t>
            </w: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0640063610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371,7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371,7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625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0640063610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371,7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371,7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626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0640063610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371,7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371,7</w:t>
            </w:r>
          </w:p>
        </w:tc>
      </w:tr>
      <w:tr w:rsidR="008868B8" w:rsidRPr="00D53FFF" w:rsidTr="008868B8">
        <w:trPr>
          <w:trHeight w:val="530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627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Субвенции бюджетам муниципальных образований края на выполнение отдельных государственных полномочий по организации мероприятий при осуществлении деятельности по обращению с животными без владельцев (в соответствии с Законом края от 13 июня 2013 года № 4-1402) в рамках подпрограммы "Благоустройство территорий города" муниципальной программы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0640075180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995,2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925,0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925,0</w:t>
            </w:r>
          </w:p>
        </w:tc>
      </w:tr>
      <w:tr w:rsidR="008868B8" w:rsidRPr="00D53FFF" w:rsidTr="008868B8">
        <w:trPr>
          <w:trHeight w:val="218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628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0640075180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86,1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629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0640075180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86,1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ОХРАНА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0640075180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86,1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631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0640075180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86,1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632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0640075180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66,1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633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0640075180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634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0640075180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915,1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838,9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838,9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635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0640075180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838,9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838,9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636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ОХРАНА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0640075180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838,9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838,9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637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0640075180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838,9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838,9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638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0640075180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838,9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838,9</w:t>
            </w:r>
          </w:p>
        </w:tc>
      </w:tr>
      <w:tr w:rsidR="008868B8" w:rsidRPr="00D53FFF" w:rsidTr="008868B8">
        <w:trPr>
          <w:trHeight w:val="126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639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межбюджетные трансферты бюджетам муниципальных образований на обустройство и восстановление воинских захоронений в рамках подпрограммы «Благоустройство территорий города» муниципальной программы города Боготола «Реформирование и модернизация жилищно-коммунального хозяйства; повышение энергетической эффективности; благоустройство территории города»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06400L2990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640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06400L2990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641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06400L2990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642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06400L2990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643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06400L2990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644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06400L2990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645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Подпрограмма  "Обращение с отходами"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0650000000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876,2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825,6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825,6</w:t>
            </w:r>
          </w:p>
        </w:tc>
      </w:tr>
      <w:tr w:rsidR="008868B8" w:rsidRPr="00D53FFF" w:rsidTr="008868B8">
        <w:trPr>
          <w:trHeight w:val="436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646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Проведение санитарно-эпидемиологической экспертизы соответствия санитарным правилам и нормативам земельных участков, на которых расположены площадки накопления ТКО на территории г.Боготола в рамках подпрограммы "Обращение с отходами" муниципальной программы города Боготола "Реформирование и модернизация жилищно-коммунального хозяйства;повышение энергетической эффективности; благоустройство территории города"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0650063710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647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0650063710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648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0650063710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649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ОХРАНА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0650063710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650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0650063710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651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0650063710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280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652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Вывоз отходов с несанкционированных свалок в рамках подпрограммы "Обращение с отходами" муниципальной программы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0650063720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842,9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807,9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807,9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653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0650063720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807,9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654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0650063720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807,9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655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0650063720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807,9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656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0650063720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807,9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657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0650063720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807,9</w:t>
            </w:r>
          </w:p>
        </w:tc>
      </w:tr>
      <w:tr w:rsidR="008868B8" w:rsidRPr="00D53FFF" w:rsidTr="008868B8">
        <w:trPr>
          <w:trHeight w:val="405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658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межбюджетные трансферты бюджетам муниципальных образований на обустройство мест (площадок) накопления отходов потребления и (или) приобретение контейнерного оборудования в рамках подпрограммы "Обращение с отходами" муниципальной программы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06500S4630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17,7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17,7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659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06500S4630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17,7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660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06500S4630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17,7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661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ОХРАНА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06500S4630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17,7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662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06500S4630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17,7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663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06500S4630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17,7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664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Подпрограмма "Обеспечение реализации мероприятий муниципальной программы"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0660000000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28 430,4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26 878,5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26 878,5</w:t>
            </w:r>
          </w:p>
        </w:tc>
      </w:tr>
      <w:tr w:rsidR="008868B8" w:rsidRPr="00D53FFF" w:rsidTr="008868B8">
        <w:trPr>
          <w:trHeight w:val="374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665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Обеспечение деятельности (оказание услуг) МКУ Службы "Заказчика" ЖКУ и МЗ г.Боготола в рамках подпрограммы "Обеспечение реализации мероприятий муниципальной программы" муниципальной программы города Боготола "Реформирование и модернизация жилищно-коммунального хозяйства;повышение энергетической эффективности; благоустройство территории города"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0660063910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28 430,4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26 878,5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26 878,5</w:t>
            </w:r>
          </w:p>
        </w:tc>
      </w:tr>
      <w:tr w:rsidR="008868B8" w:rsidRPr="00D53FFF" w:rsidTr="008868B8">
        <w:trPr>
          <w:trHeight w:val="218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666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0660063910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26 921,1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26 372,4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26 372,4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667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0660063910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26 921,1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26 372,4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26 372,4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668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0660063910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13 406,1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12 812,1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12 812,1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669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0660063910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13 406,1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12 812,1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12 812,1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0660063910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10 296,1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9 840,3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9 840,3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671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0660063910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2 971,8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2 971,8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672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0660063910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13 515,0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13 560,3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13 560,3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673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0660063910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6 657,9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6 715,2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6 715,2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674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0660063910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5 113,6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5 157,6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5 157,6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675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0660063910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1 544,3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1 557,6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1 557,6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676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0660063910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6 857,1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6 845,1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6 845,1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677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 xml:space="preserve">Другие вопросы в области жилищно-коммунального </w:t>
            </w: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0660063910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5 265,2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5 257,4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5 257,4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678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0660063910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1 591,9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1 587,7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1 587,7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679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0660063910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1 498,4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506,2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506,2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680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0660063910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1 498,4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506,2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681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0660063910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230,6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682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0660063910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230,6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683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0660063910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684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0660063910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173,1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685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0660063910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1 267,8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506,2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506,2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686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0660063910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166,4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687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0660063910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166,4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688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0660063910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339,7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339,7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339,7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689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0660063910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339,7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339,7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339,7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0660063910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691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0660063910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692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0660063910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693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0660063910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694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0660063910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695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0660063910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696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0660063910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697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0660063910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698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0660063910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699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0660063910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0660063910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701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0660063910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702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0660063910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703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Отдельные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0680000000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46 084,2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44 584,2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44 584,2</w:t>
            </w:r>
          </w:p>
        </w:tc>
      </w:tr>
      <w:tr w:rsidR="008868B8" w:rsidRPr="00D53FFF" w:rsidTr="008868B8">
        <w:trPr>
          <w:trHeight w:val="343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704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Адресная материальная помощь отдельным категориям граждан в связи с выводом из эксплуатации источников тепловой энергии в рамках отдельных мероприятий муниципальной программы города Боготола «Реформирование и модернизация жилищно-коммунального хозяйства; повышение энергетической эффективности; благоустройство территории города»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0680064190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705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0680064190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706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0680064190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707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0680064190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708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0680064190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709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0680064190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74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710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отдельным категориям граждан адресной материальной помощи при посещении бань, в соответствии с действующим законодательством, в рамках отдельных мероприятий муниципальной программы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0680064200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806,4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711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0680064200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712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0680064200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713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0680064200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714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0680064200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715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0680064200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716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0680064200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785,3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806,4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717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0680064200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806,4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718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0680064200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806,4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719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0680064200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806,4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720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0680064200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806,4</w:t>
            </w:r>
          </w:p>
        </w:tc>
      </w:tr>
      <w:tr w:rsidR="008868B8" w:rsidRPr="00D53FFF" w:rsidTr="008868B8">
        <w:trPr>
          <w:trHeight w:val="405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721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Субвенции бюджетам муниципальных образований на реализацию отдельных мер по обеспечению ограничения платы граждан за коммунальные услуги (в соответствии с Законом края от 1 декабря 2014 года № 7-2839) в рамках отдельных мероприятий муниципальной программы города Боготола "Реформирование и модернизация жилищно-коммунального хозяйства;повышение энергетической эффективности; благоустройство территории города"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0680075700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43 777,8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43 777,8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43 777,8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722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0680075700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43 777,8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43 777,8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43 777,8</w:t>
            </w:r>
          </w:p>
        </w:tc>
      </w:tr>
      <w:tr w:rsidR="008868B8" w:rsidRPr="00D53FFF" w:rsidTr="008868B8">
        <w:trPr>
          <w:trHeight w:val="1560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723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0680075700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43 777,8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43 777,8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43 777,8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724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0680075700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43 777,8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43 777,8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43 777,8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725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0680075700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43 777,8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43 777,8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43 777,8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726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0680075700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43 777,8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43 777,8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43 777,8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727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Муниципальная программа города Боготола "Развитие транспортной системы"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42 381,6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39 056,6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33 106,6</w:t>
            </w:r>
          </w:p>
        </w:tc>
      </w:tr>
      <w:tr w:rsidR="008868B8" w:rsidRPr="00D53FFF" w:rsidTr="008868B8">
        <w:trPr>
          <w:trHeight w:val="124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728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Подпрограмма "Обеспечение сохранности и модернизация автомобильных дорог на территории муниципального образования"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24 427,0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22 439,2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16 491,7</w:t>
            </w:r>
          </w:p>
        </w:tc>
      </w:tr>
      <w:tr w:rsidR="008868B8" w:rsidRPr="00D53FFF" w:rsidTr="008868B8">
        <w:trPr>
          <w:trHeight w:val="343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729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Текущий ремонт автомобильных дорог общего пользования местного значения за счет средств дорожного фонда города Боготола в рамках подпрограммы "Обеспечение сохранности и модернизация автомобильных дорог на территории муниципального образования" муниципальной программы города Боготола "Развитие транспортной системы"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0710064210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1 437,7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1 437,7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1 437,7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730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0710064210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1 437,7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1 437,7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1 437,7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731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0710064210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1 437,7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1 437,7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1 437,7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732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0710064210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1 033,4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1 033,4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1 033,4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733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0710064210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1 033,4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1 033,4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1 033,4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734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0710064210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1 033,4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1 033,4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1 033,4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735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0710064210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404,3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404,3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736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0710064210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404,3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737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0710064210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404,3</w:t>
            </w:r>
          </w:p>
        </w:tc>
      </w:tr>
      <w:tr w:rsidR="008868B8" w:rsidRPr="00D53FFF" w:rsidTr="008868B8">
        <w:trPr>
          <w:trHeight w:val="280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738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Техническая инвентаризация улично-дорожной сети с выдачей технических паспортов в рамках подпрограммы "Обеспечение сохранности и модернизация автомобильных дорог на территории муниципального образования" муниципальной программы города Боготола "Развитие транспортной системы"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0710064220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11,5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739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0710064220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11,5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740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0710064220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11,5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741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0710064220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11,5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742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0710064220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11,5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743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0710064220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11,5</w:t>
            </w:r>
          </w:p>
        </w:tc>
      </w:tr>
      <w:tr w:rsidR="008868B8" w:rsidRPr="00D53FFF" w:rsidTr="008868B8">
        <w:trPr>
          <w:trHeight w:val="280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744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Строительство и ремонт тротуаров в городе Боготоле в рамках подпрограммы "Обеспечение сохранности и модернизация автомобильных дорог на территории муниципального образования" муниципальной программы города Боготола "Развитие транспортной системы"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0710064230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1 993,3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745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0710064230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1 993,3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746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0710064230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1 993,3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747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0710064230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1 993,3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748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0710064230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1 993,3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749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0710064230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1 993,3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43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750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Содержание автомобильных дорог общего пользования местного значения и искусственных сооружений на них за счет средств дорожного фонда города Боготола в рамках подпрограммы "Обеспечение сохранности и модернизация автомобильных дорог на территории муниципального образования" муниципальной программы города Боготола "Развитие транспортной системы"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0710064260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20 826,0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20 976,5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15 029,0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751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0710064260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20 826,0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20 976,5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15 029,0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752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0710064260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20 826,0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20 976,5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15 029,0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753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0710064260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20 826,0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20 976,5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15 029,0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754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0710064260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20 826,0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20 976,5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15 029,0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755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0710064260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20 826,0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20 976,5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15 029,0</w:t>
            </w:r>
          </w:p>
        </w:tc>
      </w:tr>
      <w:tr w:rsidR="008868B8" w:rsidRPr="00D53FFF" w:rsidTr="008868B8">
        <w:trPr>
          <w:trHeight w:val="343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756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Проведение лабораторных работ по испытанию образцов асфальтобетонной смеси и асфальтобетона в рамках подпрограммы "Обеспечение сохранности и модернизация автомобильных дорог на территории муниципального образования" муниципальной программы города Боготола "Развитие транспортной системы"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0710064270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757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0710064270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758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0710064270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759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0710064270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760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0710064270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761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0710064270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112B91">
        <w:trPr>
          <w:trHeight w:val="55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762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 xml:space="preserve">Исполнение административных правонарушений в области дорожного движения в рамках подпрограммы "Обеспечение сохранности и модернизации автомобильных дорог на территории муниципального образования" муниципальной программы </w:t>
            </w: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города Боготола "Развитие транспортной системы"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0710064280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763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0710064280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764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0710064280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765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0710064280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766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0710064280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767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0710064280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74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768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в рамках подпрограммы "Обеспечение сохранности и модернизация автомобильных дорог на территории муниципального образования" муниципальной программы города Боготола "Развитие транспортной системы"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07100S5090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13,5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769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07100S5090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13,5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770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07100S5090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13,5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771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07100S5090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13,5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772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07100S5090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13,5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773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07100S5090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13,5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774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Подпрограмма "Пассажирские перевозки"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0720000000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13 990,0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13 990,0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13 990,0</w:t>
            </w:r>
          </w:p>
        </w:tc>
      </w:tr>
      <w:tr w:rsidR="008868B8" w:rsidRPr="00D53FFF" w:rsidTr="008868B8">
        <w:trPr>
          <w:trHeight w:val="592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lastRenderedPageBreak/>
              <w:t>775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субсидии юридическим лицам (за исключением государственных (муниципальных) учреждений), индивидуальным предпринимателям, выполняющим перевозки пассажиров по городским маршрутам в соответствии с программой пассажирских перевозок автомобильным транспортом в городе Боготоле по маршрутам с небольшой интенсивностью пассажиропотоков в целях возмещения недополученных доходов, возникающих в результате небольшой интенсивности пассажиропотоков в рамках подпрограммы "Пассажирские перевозки" муниципальной программы города Боготола "Развитие транспортной системы"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0720064410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13 990,0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13 990,0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13 990,0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776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0720064410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13 990,0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13 990,0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13 990,0</w:t>
            </w:r>
          </w:p>
        </w:tc>
      </w:tr>
      <w:tr w:rsidR="008868B8" w:rsidRPr="00D53FFF" w:rsidTr="008868B8">
        <w:trPr>
          <w:trHeight w:val="1560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777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0720064410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13 990,0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13 990,0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13 990,0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778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0720064410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13 990,0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13 990,0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13 990,0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779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Транспорт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0720064410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13 990,0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13 990,0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13 990,0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780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Транспорт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0720064410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13 990,0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13 990,0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13 990,0</w:t>
            </w:r>
          </w:p>
        </w:tc>
      </w:tr>
      <w:tr w:rsidR="008868B8" w:rsidRPr="00D53FFF" w:rsidTr="008868B8">
        <w:trPr>
          <w:trHeight w:val="1560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781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Подпрограмма "Безопасность дорожного движения - законопослушный пешеход, адресный перечень обустройства пешеходных переходов в городе Боготоле"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0730000000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3 964,6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2 627,4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2 624,9</w:t>
            </w:r>
          </w:p>
        </w:tc>
      </w:tr>
      <w:tr w:rsidR="008868B8" w:rsidRPr="00D53FFF" w:rsidTr="008868B8">
        <w:trPr>
          <w:trHeight w:val="3120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782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Устройство и обслуживание элементов обустройства автомобильных дорог в рамках подпрограммы "Безопасность дорожного движения- законопослушный пешеход, адресный перечень обустройства пешеходных переходов в городе Боготоле" муниципальной программы города Боготола "Развитие транспортной системы"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0730064610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1 265,9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1 259,5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1 256,9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783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0730064610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1 265,9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1 259,5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1 256,9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784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0730064610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1 265,9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1 259,5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1 256,9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785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0730064610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1 265,9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1 259,5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1 256,9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786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0730064610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1 265,9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1 259,5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1 256,9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787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0730064610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1 265,9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1 259,5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1 256,9</w:t>
            </w:r>
          </w:p>
        </w:tc>
      </w:tr>
      <w:tr w:rsidR="008868B8" w:rsidRPr="00D53FFF" w:rsidTr="008868B8">
        <w:trPr>
          <w:trHeight w:val="280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788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Содержание тротуарной сети в городе Боготоле в рамках подпрограммы "Безопасность дорожного движения - законопослушный пешеход, адресный перечень обустройства пешеходных переходов в городе Боготоле" муниципальной программы города Боготола "Развитие транспортной системы"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0730064650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1 203,1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1 203,1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1 203,1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789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0730064650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1 203,1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1 203,1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790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0730064650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1 203,1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1 203,1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791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0730064650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1 203,1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1 203,1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792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0730064650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1 203,1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1 203,1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793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0730064650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1 203,1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1 203,1</w:t>
            </w:r>
          </w:p>
        </w:tc>
      </w:tr>
      <w:tr w:rsidR="008868B8" w:rsidRPr="00D53FFF" w:rsidTr="008868B8">
        <w:trPr>
          <w:trHeight w:val="3120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794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Установка, содержание и обслуживание остановочных павильонов в рамках подпрограммы «Безопасность дорожного движения - законопослушный пешеход, адресный перечень обустройства пешеходных переходов в городе Боготоле» муниципальной программы города Боготола «Развитие транспортной системы»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0730064670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1 465,8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148,6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148,6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795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0730064670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1 465,8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148,6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796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0730064670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1 465,8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148,6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797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0730064670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1 465,8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148,6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798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0730064670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1 465,8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148,6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799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0730064670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1 465,8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148,6</w:t>
            </w:r>
          </w:p>
        </w:tc>
      </w:tr>
      <w:tr w:rsidR="008868B8" w:rsidRPr="00D53FFF" w:rsidTr="008868B8">
        <w:trPr>
          <w:trHeight w:val="343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Средства на реализацию мероприятий в рамках федерального проекта "Безопасность дорожного движения" в рамках подпрограммы «Безопасность дорожного движения-законопослушный пешеход, адресный перечень обустройства пешеходных переходов в городе Боготоле» муниципальной программы города Боготола «Развитие транспортной системы»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073R300000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16,3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073R300000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13,6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073R300000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13,6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073R300000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13,6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073R300000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13,6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073R310601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3,3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073R374270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10,3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807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073R300000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2,7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073R300000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2,7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073R300000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2,7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073R300000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2,7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811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073R373980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2,7</w:t>
            </w:r>
          </w:p>
        </w:tc>
      </w:tr>
      <w:tr w:rsidR="008868B8" w:rsidRPr="00D53FFF" w:rsidTr="008868B8">
        <w:trPr>
          <w:trHeight w:val="124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812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Муниципальная программа города Боготола "Развитие инвестиционной деятельности, малого и среднего предпринимательства"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0800000000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2 246,9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1 896,5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1 896,5</w:t>
            </w:r>
          </w:p>
        </w:tc>
      </w:tr>
      <w:tr w:rsidR="008868B8" w:rsidRPr="00D53FFF" w:rsidTr="008868B8">
        <w:trPr>
          <w:trHeight w:val="124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813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Подпрограмма "Развитие субъектов малого и среднего предпринимательства на территории города Боготола"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1 171,8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1 166,8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1 166,8</w:t>
            </w:r>
          </w:p>
        </w:tc>
      </w:tr>
      <w:tr w:rsidR="008868B8" w:rsidRPr="00D53FFF" w:rsidTr="008868B8">
        <w:trPr>
          <w:trHeight w:val="249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814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Проведение "Дня предпринимателя" в рамках подпрограммы "Развитие субъектов малого и среднего предпринимательства на территории города Боготола" муниципальной программы города Боготола "Развитие инвестиционной деятельности, малого и среднего предпринимательства"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0810064830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815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0810064830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816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0810064830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817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0810064830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818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0810064830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819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0810064830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</w:tr>
      <w:tr w:rsidR="008868B8" w:rsidRPr="00D53FFF" w:rsidTr="008868B8">
        <w:trPr>
          <w:trHeight w:val="3120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820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Содействие участию субъектов малого и среднего предпринимательства в выставках, ярмарках в рамках подпрограммы "Развитие субъектов малого и среднего предпринимательства на территории города Боготола" муниципальной программы города Боготола "Развитие инвестиционной деятельности, малого и среднего предпринимательства"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0810064860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79,8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79,8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821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0810064860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79,8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822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0810064860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79,8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823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0810064860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79,8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824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0810064860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79,8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825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0810064860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79,8</w:t>
            </w:r>
          </w:p>
        </w:tc>
      </w:tr>
      <w:tr w:rsidR="008868B8" w:rsidRPr="00D53FFF" w:rsidTr="008868B8">
        <w:trPr>
          <w:trHeight w:val="3120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826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Информационно-просветительское обеспечение социального предпринимательства в рамках подпрограммы «Развитие субъектов малого и среднего предпринимательства на территории города Боготола» муниципальной программы города Боготола «Развитие инвестиционной деятельности, малого и среднего предпринимательства»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0810064870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827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0810064870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828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0810064870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829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0810064870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830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0810064870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831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0810064870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43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832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субъектам малого и среднего предпринимательства и самозанятым гражданам на возмещение затрат при осуществлении предпринимательской деятельности в рамках подпрограммы "Развитие субъектов малого и среднего предпринимательства на территории города Боготола" муниципальной программы города Боготола "Развитие инвестиционной деятельности, малого и среднего предпринимательства"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08100S6070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1 027,0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1 027,0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1 027,0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833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08100S6070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1 027,0</w:t>
            </w:r>
          </w:p>
        </w:tc>
      </w:tr>
      <w:tr w:rsidR="008868B8" w:rsidRPr="00D53FFF" w:rsidTr="008868B8">
        <w:trPr>
          <w:trHeight w:val="1560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834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08100S6070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1 027,0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835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08100S6070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1 027,0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836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08100S6070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1 027,0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837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08100S6070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1 027,0</w:t>
            </w:r>
          </w:p>
        </w:tc>
      </w:tr>
      <w:tr w:rsidR="008868B8" w:rsidRPr="00D53FFF" w:rsidTr="008868B8">
        <w:trPr>
          <w:trHeight w:val="343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838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Гранты в форме субсидий субъектам малого и среднего предпринимательства на начало ведения предпринимательской деятельности в рамках подпрограммы «Развитие субъектов малого и среднего предпринимательства на территории города Боготола» муниципальной программы города Боготола «Развитие инвестиционной деятельности, малого и среднего предпринимательства»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08100S6680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839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08100S6680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</w:tr>
      <w:tr w:rsidR="008868B8" w:rsidRPr="00D53FFF" w:rsidTr="008868B8">
        <w:trPr>
          <w:trHeight w:val="1560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840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08100S6680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841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08100S6680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842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08100S6680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843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08100S6680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844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Подпрограмма "Муниципальная поддержка развития инвестиционной деятельности"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0820000000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1 075,1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729,7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729,7</w:t>
            </w:r>
          </w:p>
        </w:tc>
      </w:tr>
      <w:tr w:rsidR="008868B8" w:rsidRPr="00D53FFF" w:rsidTr="008868B8">
        <w:trPr>
          <w:trHeight w:val="697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845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Учет, оценка, передача в аренду муниципального имущества, постановка на кадастровый учет и регистрация права собственности безхозяйных объектов капитального строительства, коммунальной инфраструктуры в рамках подпрограммы "Муниципальная поддержка развития инвестиционной деятельности" муниципальной программы города Боготола "Развитие инвестиционной деятельности, малого и среднего предпринимательства"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0820065040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1 075,1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729,7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729,7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846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0820065040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729,7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729,7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847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0820065040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729,7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729,7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848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0820065040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729,7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729,7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849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0820065040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729,7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729,7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0820065040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729,7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729,7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851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0820065040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852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0820065040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853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0820065040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854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0820065040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855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0820065040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856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Муниципальная программа города Боготола "Обеспечение доступным и комфортным жильем жителей города"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910 263,4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22 936,5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22 733,8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857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Подпрограмма "Переселение граждан из аварийного жилищного фонда города Боготола"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882 657,5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1 100,0</w:t>
            </w:r>
          </w:p>
        </w:tc>
      </w:tr>
      <w:tr w:rsidR="008868B8" w:rsidRPr="00D53FFF" w:rsidTr="008868B8">
        <w:trPr>
          <w:trHeight w:val="3120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858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Снос объектов недвижимости и вывоз строительного мусора, определение и выплата стоимости изъятия по объектам недвижимости в рамках подпрограммы "Переселение граждан из аварийного жилищного фонда города Боготола" муниципальной программы города Боготола "Обеспечение доступным и комфортным жильем жителей города"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0910065320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9 321,1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859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0910065320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9 321,1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860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0910065320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9 321,1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861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0910065320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9 321,1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862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0910065320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9 321,1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863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0910065320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9 321,1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</w:tr>
      <w:tr w:rsidR="008868B8" w:rsidRPr="00D53FFF" w:rsidTr="008868B8">
        <w:trPr>
          <w:trHeight w:val="280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864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Обследование жилых домов, получение заключений  о состоянии строительных конструкций аварийных домов в рамках подпрограммы "Переселение граждан из аварийного жилищного фонда города Боготола" муниципальной программы города Боготола "Обеспечение доступным и комфортным жильем жителей города"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0910065330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865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0910065330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866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0910065330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867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0910065330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868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0910065330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869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0910065330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8868B8" w:rsidRPr="00D53FFF" w:rsidTr="008868B8">
        <w:trPr>
          <w:trHeight w:val="561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870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бюджетам муниципальных образований на оплату разницы между стоимостью строительства многоквартирного дома, определенной разработанной проектно-сметной документацией, стоимостью жилых помещений при приобретении у застройщиков, сформированной заказчиком, и стоимостью общей площади жилых помещений, рассчитанной по предельной стоимости квадратного метра в рамках подпрограммы "Переселение граждан из аварийного жилищного фонда города Боготола" муниципальной программы города Боготола "Обеспечение доступным и комфортным жильем жителей города"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09100S6030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118 781,2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871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09100S6030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118 781,2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872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09100S6030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118 781,2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873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09100S6030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118 781,2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874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09100S6030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118 781,2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875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09100S6030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118 781,2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43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876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Средства на реализацию мероприятий в рамках федерального проекта "Обеспечение устойчивого сокращения непригодного для проживания жилищного фонда" в рамках подпрограммы «Переселение граждан из аварийного жилищного фонда города Боготола» муниципальной программы города Боготола «Обеспечение доступным и комфортным жильем жителей города»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091F300000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754 455,2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877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091F300000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306 492,1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878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091F300000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306 492,1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879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091F300000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306 492,1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880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091F300000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306 492,1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881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091F367483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300 851,0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882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091F367484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5 641,1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883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091F300000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447 963,2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884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091F300000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447 963,2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885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091F300000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447 963,2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886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091F300000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447 963,2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887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091F367483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888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091F367484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343 531,4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889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091F36748S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4 431,8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1560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890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Подпрограмма "Территориальное планирование, градостроительное зонирование и документация по планировке территории города Боготола"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0920000000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5 766,3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3 050,0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2 790,0</w:t>
            </w:r>
          </w:p>
        </w:tc>
      </w:tr>
      <w:tr w:rsidR="008868B8" w:rsidRPr="00D53FFF" w:rsidTr="008868B8">
        <w:trPr>
          <w:trHeight w:val="405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891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Разработка проектов планировки и межевания земельных участков для жилищного строительства, формирование и постановка земельных участков на кадастровый учет в рамках подпрограммы "Территориальное планирование, градостроительное зонирование и документация по планировке территории города Боготола" муниципальной программы города Боготола "Обеспечение доступным и комфортным жильем жителей города"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0920065510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550,0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892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0920065510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550,0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893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0920065510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550,0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894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0920065510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550,0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895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0920065510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550,0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896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0920065510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550,0</w:t>
            </w:r>
          </w:p>
        </w:tc>
      </w:tr>
      <w:tr w:rsidR="008868B8" w:rsidRPr="00D53FFF" w:rsidTr="008868B8">
        <w:trPr>
          <w:trHeight w:val="405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897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Формирование и постановка земельных участков на кадастровый учет для индивидуального жилищного строительства в целях предоставления многодетным гражданам в рамках подпрограммы "Территориальное планирование, градостроительное зонирование и документация по планировке территории города Боготола" муниципальной программы города Боготола "Обеспечение доступным и комфортным жильем жителей города"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0920065520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898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0920065520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899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0920065520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900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0920065520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901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0920065520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0920065520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</w:tr>
      <w:tr w:rsidR="008868B8" w:rsidRPr="00D53FFF" w:rsidTr="008868B8">
        <w:trPr>
          <w:trHeight w:val="436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903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Подготовка проектной документации, строительство (реконструкции) и демонтаж объектов муниципальной собственности, в том числе коммунальной и транспортной инфраструктуры, в рамках подпрограммы "Территориальное планирование, градостроительное зонирование и документация по планировке территории города Боготола" муниципальной программы города Боготола "Обеспечение доступным и комфортным жильем жителей города"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0920065530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1 800,0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1 800,0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904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0920065530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1 800,0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905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0920065530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1 800,0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906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0920065530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850,0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907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0920065530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850,0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908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0920065530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850,0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909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0920065530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950,0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910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0920065530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950,0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911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0920065530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950,0</w:t>
            </w:r>
          </w:p>
        </w:tc>
      </w:tr>
      <w:tr w:rsidR="008868B8" w:rsidRPr="00D53FFF" w:rsidTr="008868B8">
        <w:trPr>
          <w:trHeight w:val="405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912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Изготовление проектно-сметной документации, формирование и планировка земельных участков для капитального ремонта, реконструкции, строительства объектов социальной сферы в рамках подпрограммы «Территориальное планирование, градостроительное зонирование и документация по планировке территории города Боготола» муниципальной программы города Боготола «Обеспечение доступным и комфортным жильем жителей города»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0920065540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190,0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913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0920065540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190,0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914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0920065540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190,0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915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0920065540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190,0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916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0920065540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190,0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917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0920065540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190,0</w:t>
            </w:r>
          </w:p>
        </w:tc>
      </w:tr>
      <w:tr w:rsidR="008868B8" w:rsidRPr="00D53FFF" w:rsidTr="008868B8">
        <w:trPr>
          <w:trHeight w:val="343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918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Корректировка документов территориального планирования и градостроительного зонирования МО г.Боготол в рамках подпрограммы "Территориальное планирование, градостроительное зонирование и документация по планировке территории города Боготола" муниципальной программы города Боготола "Обеспечение доступным и комфортным жильем жителей города"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0920065550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919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0920065550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920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0920065550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921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0920065550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922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0920065550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923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0920065550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</w:tr>
      <w:tr w:rsidR="008868B8" w:rsidRPr="00D53FFF" w:rsidTr="008868B8">
        <w:trPr>
          <w:trHeight w:val="405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924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бюджетам муниципальных образований на строительство муниципальных объектов коммунальной и транспортной инфраструктуры в рамках подпрограммы «Территориальное планирование, градостроительное зонирование и документация по планировке территории города Боготола» муниципальной программы города Боготола «Обеспечение доступным и комфортным жильем жителей города»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09200S4610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2 066,3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09200S4610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2 066,3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09200S4610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2 066,3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927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09200S4610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2 066,3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928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09200S4610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2 066,3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929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09200S4610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2 066,3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930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0930000000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3 814,5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2 552,3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2 609,6</w:t>
            </w:r>
          </w:p>
        </w:tc>
      </w:tr>
      <w:tr w:rsidR="008868B8" w:rsidRPr="00D53FFF" w:rsidTr="008868B8">
        <w:trPr>
          <w:trHeight w:val="280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931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бюджетам муниципальных образований на предоставление социальных выплат молодым семьям на приобретение (строительство) жилья в рамках подпрограммы "Обеспечение жильем молодых семей" муниципальной программы города Боготола "Обеспечение доступным и комфортным жильем жителей города"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09300L4970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3 814,5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2 552,3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2 609,6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932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09300L4970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3 814,5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2 552,3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2 609,6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933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09300L4970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3 814,5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2 552,3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2 609,6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934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09300L4970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3 814,5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2 552,3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2 609,6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935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09300L4970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3 814,5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2 552,3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2 609,6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936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09300L4970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3 814,5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2 552,3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2 609,6</w:t>
            </w:r>
          </w:p>
        </w:tc>
      </w:tr>
      <w:tr w:rsidR="008868B8" w:rsidRPr="00D53FFF" w:rsidTr="008868B8">
        <w:trPr>
          <w:trHeight w:val="124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937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Подпрограмма "Обеспечение жилыми помещениями детей-сирот и детей,оставшихся без попечения родителей, лиц из их числа"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0940000000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18 025,0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16 234,2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16 234,2</w:t>
            </w:r>
          </w:p>
        </w:tc>
      </w:tr>
      <w:tr w:rsidR="008868B8" w:rsidRPr="00D53FFF" w:rsidTr="008868B8">
        <w:trPr>
          <w:trHeight w:val="6240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938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Субвенции бюджетам муниципальных образований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(в соответствии с Законом края от 24 декабря 2009 года № 9-4225) в рамках подпрограммы «Обеспечение жилыми помещениями детей-сирот и детей, оставшихся без попечения родителей, лиц из их числа» муниципальной программы города Боготола «Обеспечение доступным и комфортным жильем жителей города»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0940075870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17 901,3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16 110,5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16 110,5</w:t>
            </w:r>
          </w:p>
        </w:tc>
      </w:tr>
      <w:tr w:rsidR="008868B8" w:rsidRPr="00D53FFF" w:rsidTr="008868B8">
        <w:trPr>
          <w:trHeight w:val="218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939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0940075870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384,7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384,7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940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0940075870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384,7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384,7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941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0940075870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384,7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384,7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942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0940075870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384,7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384,7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943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0940075870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330,8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295,4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295,4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944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0940075870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89,2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945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0940075870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16,4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946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0940075870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16,4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947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0940075870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16,4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948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0940075870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16,4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949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0940075870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16,4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950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0940075870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17 454,9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15 709,4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15 709,4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951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0940075870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17 454,9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15 709,4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15 709,4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952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0940075870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17 454,9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15 709,4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15 709,4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953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0940075870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17 454,9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15 709,4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15 709,4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954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0940075870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17 454,9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15 709,4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15 709,4</w:t>
            </w:r>
          </w:p>
        </w:tc>
      </w:tr>
      <w:tr w:rsidR="008868B8" w:rsidRPr="00D53FFF" w:rsidTr="008868B8">
        <w:trPr>
          <w:trHeight w:val="655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955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Субвенции бюджетам муниципальных образований на осуществление отдельных государственных полномочий 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 (в соответствии с Законом края от 8 июля 2021 года № 11-5284) в рамках подпрограммы «Обеспечение жилыми помещениями детей-сирот и детей, оставшихся без попечения родителей, лиц из их числа» муниципальной программы города Боготола «Обеспечение доступным и комфортным жильем жителей города»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0940078460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123,7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123,7</w:t>
            </w:r>
          </w:p>
        </w:tc>
      </w:tr>
      <w:tr w:rsidR="008868B8" w:rsidRPr="00D53FFF" w:rsidTr="008868B8">
        <w:trPr>
          <w:trHeight w:val="218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956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0940078460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120,2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957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0940078460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120,2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958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0940078460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120,2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959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0940078460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120,2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960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0940078460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92,3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961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0940078460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27,9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962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0940078460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3,5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963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0940078460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3,5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964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0940078460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3,5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965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0940078460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3,5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966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0940078460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3,5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967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Муниципальная программа города Боготола "Гражданское общество - открытый муниципалитет"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2 534,4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2 054,4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2 054,4</w:t>
            </w:r>
          </w:p>
        </w:tc>
      </w:tr>
      <w:tr w:rsidR="008868B8" w:rsidRPr="00D53FFF" w:rsidTr="008868B8">
        <w:trPr>
          <w:trHeight w:val="187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968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Подпрограмма "Поддержка общественных объединений, некоммерческих организаций, инициативных граждан города Боготола в реализации гражданских инициатив"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8868B8" w:rsidRPr="00D53FFF" w:rsidTr="008868B8">
        <w:trPr>
          <w:trHeight w:val="27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969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Субсидии, предоставляемые социально ориентированным некоммерческим организациям города Боготола на финансирование расходов, связанных с оказанием социально ориентированными некоммерческимм организациями города Боготола на безвозмездной основе услуг другими социально ориентированным некоммерческим организациям города Боготола в рамках подпрограммы «Поддержка общественных объединений, некомерческих организаций, инициативных граждан города Боготола в реализациии гражданских инициатив» муниципальной программы города Боготола «Гражданское общество - открытый муниципалитет»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1110066030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970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1110066030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187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971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1110066030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972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1110066030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973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1110066030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974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1110066030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436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975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бюджетам муниципальных образований на реализацию муниципальных программ (подпрограмм) поддержки социально ориентированных некоммерческих организаций в рамках подпрограммы «Поддержка общественных объединений, некоммерческих организаций, инициативных граждан города Боготола в реализации гражданских инициатив» муниципальной программы города Боготола «Гражданское общество - открытый муниципалитет»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11100S5790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976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11100S5790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977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11100S5790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978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11100S5790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979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11100S5790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980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11100S5790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187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981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11100S5790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982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11100S5790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983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11100S5790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984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11100S5790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8868B8" w:rsidRPr="00D53FFF" w:rsidTr="008868B8">
        <w:trPr>
          <w:trHeight w:val="218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985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Подпрограмма "Открытость власти и информирование населения города о деятельности и решениях органов местного самоуправления и информационно – разъяснительная работа по актуальным социально – значимым вопросам"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1120000000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2 134,4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1 954,4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1 954,4</w:t>
            </w:r>
          </w:p>
        </w:tc>
      </w:tr>
      <w:tr w:rsidR="008868B8" w:rsidRPr="00D53FFF" w:rsidTr="008868B8">
        <w:trPr>
          <w:trHeight w:val="436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986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Публикация изданных органами местного самоуправления нормативно-правовых актов в печатных средствах массовой информации в рамках подпрограммы "Открытость власти и информирование населения города о деятельности и решениях органов местного самоуправления и информационно – разъяснительная работа по актуальным социально – значимым вопросам" муниципальной программы города Боготола "Гражданское общество - открытый муниципалитет"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1120066210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987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1120066210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988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1120066210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989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1120066210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990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1120066210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991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1120066210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</w:tr>
      <w:tr w:rsidR="008868B8" w:rsidRPr="00D53FFF" w:rsidTr="008868B8">
        <w:trPr>
          <w:trHeight w:val="4680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992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Обеспечение работы официального сайта города в сети Интернет, размещение информации, информационные технологии, информационная безопасность, защита ПДН, в рамках подпрограммы "Открытость власти и информирование населения города о деятельности и решениях органов местного самоуправления и информационно – разъяснительная работа по актуальным социально – значимым вопросам» муниципальной программы города Боготола «Гражданское общество - открытый муниципалитет"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1120066220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954,4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954,4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954,4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993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1120066220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954,4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954,4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994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1120066220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954,4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954,4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995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1120066220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954,4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954,4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996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1120066220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954,4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954,4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997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1120066220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954,4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954,4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998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Муниципальная программа города Боготола "Управление муниципальными финансами"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11 218,2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11 215,2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11 215,2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999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Отдельные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1280000000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11 218,2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11 215,2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11 215,2</w:t>
            </w:r>
          </w:p>
        </w:tc>
      </w:tr>
      <w:tr w:rsidR="008868B8" w:rsidRPr="00D53FFF" w:rsidTr="008868B8">
        <w:trPr>
          <w:trHeight w:val="187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Руководство и управление в сфере установленных функций в рамках отдельных мероприятий муниципальной программы города Боготола "Управление муниципальными финансами"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1280066310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8 673,9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8 673,9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8 673,9</w:t>
            </w:r>
          </w:p>
        </w:tc>
      </w:tr>
      <w:tr w:rsidR="008868B8" w:rsidRPr="00D53FFF" w:rsidTr="008868B8">
        <w:trPr>
          <w:trHeight w:val="218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1280066310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8 245,2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8 245,2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8 245,2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1280066310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8 245,2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8 245,2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8 245,2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1280066310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8 245,2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8 245,2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8 245,2</w:t>
            </w:r>
          </w:p>
        </w:tc>
      </w:tr>
      <w:tr w:rsidR="008868B8" w:rsidRPr="00D53FFF" w:rsidTr="008868B8">
        <w:trPr>
          <w:trHeight w:val="124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1280066310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8 245,2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8 245,2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8 245,2</w:t>
            </w:r>
          </w:p>
        </w:tc>
      </w:tr>
      <w:tr w:rsidR="008868B8" w:rsidRPr="00D53FFF" w:rsidTr="008868B8">
        <w:trPr>
          <w:trHeight w:val="124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1280066310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6 300,5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6 300,5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6 300,5</w:t>
            </w:r>
          </w:p>
        </w:tc>
      </w:tr>
      <w:tr w:rsidR="008868B8" w:rsidRPr="00D53FFF" w:rsidTr="008868B8">
        <w:trPr>
          <w:trHeight w:val="124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1280066310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42,0</w:t>
            </w:r>
          </w:p>
        </w:tc>
      </w:tr>
      <w:tr w:rsidR="008868B8" w:rsidRPr="00D53FFF" w:rsidTr="008868B8">
        <w:trPr>
          <w:trHeight w:val="124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1280066310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1 902,7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1 902,7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1 902,7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1008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1280066310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428,7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428,7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428,7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1280066310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428,7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428,7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428,7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1010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1280066310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428,7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428,7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428,7</w:t>
            </w:r>
          </w:p>
        </w:tc>
      </w:tr>
      <w:tr w:rsidR="008868B8" w:rsidRPr="00D53FFF" w:rsidTr="008868B8">
        <w:trPr>
          <w:trHeight w:val="124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1011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1280066310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428,7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428,7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428,7</w:t>
            </w:r>
          </w:p>
        </w:tc>
      </w:tr>
      <w:tr w:rsidR="008868B8" w:rsidRPr="00D53FFF" w:rsidTr="008868B8">
        <w:trPr>
          <w:trHeight w:val="124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1012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1280066310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428,7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428,7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428,7</w:t>
            </w:r>
          </w:p>
        </w:tc>
      </w:tr>
      <w:tr w:rsidR="008868B8" w:rsidRPr="00D53FFF" w:rsidTr="008868B8">
        <w:trPr>
          <w:trHeight w:val="1560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1013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Управление муниципальным долгом в рамках отдельных мероприятий муниципальной программы города Боготола "Управление муниципальными финансами"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1280066320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1014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1280066320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1015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Обслуживание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1280066320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1016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1280066320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1017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1280066320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1018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1280066320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187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1019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Совершенствование механизмов осуществления муниципальных закупок в рамках отдельных мероприятий муниципальной программы города Боготола "Управление муниципальными финансами"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1280066350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2 541,3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2 541,3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2 541,3</w:t>
            </w:r>
          </w:p>
        </w:tc>
      </w:tr>
      <w:tr w:rsidR="008868B8" w:rsidRPr="00D53FFF" w:rsidTr="008868B8">
        <w:trPr>
          <w:trHeight w:val="218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1020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1280066350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2 358,0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2 358,0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2 358,0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1021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1280066350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2 358,0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2 358,0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2 358,0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1022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1280066350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2 358,0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2 358,0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2 358,0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1023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1280066350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2 358,0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2 358,0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2 358,0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1024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1280066350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1 802,2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1 802,2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1 802,2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1025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1280066350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11,6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1026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1280066350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544,3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544,3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1027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1280066350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183,2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183,2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183,2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1028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1280066350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183,2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183,2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183,2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1029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1280066350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183,2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183,2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183,2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1030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1280066350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183,2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183,2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183,2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1031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1280066350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183,2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183,2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183,2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1032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Муниципальная программа города Боготола "Обеспечение безопасности населения города"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4 686,9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4 106,2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4 006,1</w:t>
            </w:r>
          </w:p>
        </w:tc>
      </w:tr>
      <w:tr w:rsidR="008868B8" w:rsidRPr="00D53FFF" w:rsidTr="008868B8">
        <w:trPr>
          <w:trHeight w:val="124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1033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Подпрограмма"Защита населения и территории города от чрезвычайных ситуаций природного и техногенного характера"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4 646,9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4 091,2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3 991,1</w:t>
            </w:r>
          </w:p>
        </w:tc>
      </w:tr>
      <w:tr w:rsidR="008868B8" w:rsidRPr="00D53FFF" w:rsidTr="008868B8">
        <w:trPr>
          <w:trHeight w:val="280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1034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Создание, содержание и восполнение резерва материальных ресурсов в целях ГО в рамках подпрограммы "Защита населения и территории города от чрезвычайных ситуаций природного и техногенного характера" муниципальной программы города Боготола "Обеспечение безопасности населения города"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1310066410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73,6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1035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1310066410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73,6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1036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1310066410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73,6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1037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1310066410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73,6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1038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1310066410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73,6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1039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1310066410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73,6</w:t>
            </w:r>
          </w:p>
        </w:tc>
      </w:tr>
      <w:tr w:rsidR="008868B8" w:rsidRPr="00D53FFF" w:rsidTr="008868B8">
        <w:trPr>
          <w:trHeight w:val="280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1040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Обеспечение деятельности подведомственных учреждений ЕДДС в рамках подпрограммы "Защита населения и территории города от чрезвычайных ситуаций природного и техногенного характера" муниципальной программы города Боготола "Обеспечение безопасности населения города"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1310066420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3 777,1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3 777,1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3 777,1</w:t>
            </w:r>
          </w:p>
        </w:tc>
      </w:tr>
      <w:tr w:rsidR="008868B8" w:rsidRPr="00D53FFF" w:rsidTr="008868B8">
        <w:trPr>
          <w:trHeight w:val="218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1041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1310066420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3 767,4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3 767,4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3 767,4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1042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1310066420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3 767,4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3 767,4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3 767,4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1043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1310066420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3 767,4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3 767,4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3 767,4</w:t>
            </w:r>
          </w:p>
        </w:tc>
      </w:tr>
      <w:tr w:rsidR="008868B8" w:rsidRPr="00D53FFF" w:rsidTr="008868B8">
        <w:trPr>
          <w:trHeight w:val="124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1044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1310066420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3 767,4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3 767,4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3 767,4</w:t>
            </w:r>
          </w:p>
        </w:tc>
      </w:tr>
      <w:tr w:rsidR="008868B8" w:rsidRPr="00D53FFF" w:rsidTr="008868B8">
        <w:trPr>
          <w:trHeight w:val="124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1045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1310066420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2 893,6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2 893,6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2 893,6</w:t>
            </w:r>
          </w:p>
        </w:tc>
      </w:tr>
      <w:tr w:rsidR="008868B8" w:rsidRPr="00D53FFF" w:rsidTr="008868B8">
        <w:trPr>
          <w:trHeight w:val="124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1046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1310066420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873,9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873,9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873,9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1047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1310066420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9,6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1048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1310066420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9,6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1049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1310066420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9,6</w:t>
            </w:r>
          </w:p>
        </w:tc>
      </w:tr>
      <w:tr w:rsidR="008868B8" w:rsidRPr="00D53FFF" w:rsidTr="008868B8">
        <w:trPr>
          <w:trHeight w:val="124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1050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1310066420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9,6</w:t>
            </w:r>
          </w:p>
        </w:tc>
      </w:tr>
      <w:tr w:rsidR="008868B8" w:rsidRPr="00D53FFF" w:rsidTr="008868B8">
        <w:trPr>
          <w:trHeight w:val="124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1051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1310066420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9,6</w:t>
            </w:r>
          </w:p>
        </w:tc>
      </w:tr>
      <w:tr w:rsidR="008868B8" w:rsidRPr="00D53FFF" w:rsidTr="008868B8">
        <w:trPr>
          <w:trHeight w:val="3120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1052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Сбор данных об источниках ЧС, влияющих на жизнедеятельность населения, работу организаций и действия ТП РСЧС в рамках подпрограммы "Защита населения и территории города от чрезвычайных ситуаций природного и техногенного характера" муниципальной программы города Боготола "Обеспечение безопасности населения города"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1310066430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466,1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16,1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1053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1310066430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466,1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16,1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1054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1310066430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466,1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16,1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1055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1310066430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466,1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16,1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1056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1310066430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466,1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16,1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1057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1310066430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466,1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16,1</w:t>
            </w:r>
          </w:p>
        </w:tc>
      </w:tr>
      <w:tr w:rsidR="008868B8" w:rsidRPr="00D53FFF" w:rsidTr="008868B8">
        <w:trPr>
          <w:trHeight w:val="249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1058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Поддержание в готовности средств АСЦО ГО материалов в рамках подпрограммы "Защита населения и территории города от чрезвычайных ситуаций природного и техногенного характера" муниципальной программы города Боготола "Обеспечение безопасности населения города"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1310066440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1059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1310066440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1060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1310066440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1061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1310066440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1062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1310066440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1063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1310066440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</w:tr>
      <w:tr w:rsidR="008868B8" w:rsidRPr="00D53FFF" w:rsidTr="008868B8">
        <w:trPr>
          <w:trHeight w:val="343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1064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Приобретение, распространение тематической печатной и видеопродукции в области ГО, защиты от ЧС, обеспечения безопасности населения в рамках подпрограммы "Защита населения и территории города от чрезвычайных ситуаций природного и техногенного характера" муниципальной программы города Боготола "Обеспечение безопасности населения города"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1310066450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1065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1310066450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1066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1310066450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1067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1310066450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1068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1310066450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1069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1310066450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</w:tr>
      <w:tr w:rsidR="008868B8" w:rsidRPr="00D53FFF" w:rsidTr="008868B8">
        <w:trPr>
          <w:trHeight w:val="280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1070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Проведение работ по обустройству минерализованной противопожарной полосы в рамках подпрограммы «Защита населения и территории города от чрезвычайных ситуаций природного и техногенного характера» в рамках муниципальной программы города Боготола «Обеспечение безопасности населения города»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1310066460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1071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1310066460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1072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1310066460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1073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1310066460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1074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1310066460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1075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1310066460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8868B8" w:rsidRPr="00D53FFF" w:rsidTr="008868B8">
        <w:trPr>
          <w:trHeight w:val="530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1076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межбюджетные трансферты бюджетам муниципальных образований на реализацию мероприятий по неспецифической профилактике инфекций, передающихся иксодовыми клещами, путем организации и проведения акарицидных обработок наиболее посещаемых населением участков территории природных очагов клещевых инфекций в рамках подпрограммы "Защита населения и территории города от чрезвычайных ситуаций природного и техногенного характера" муниципальной программы города Боготола "Обеспечение безопасности населения города"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1310075550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1077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1310075550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1078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1310075550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1079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ЗДРАВООХРАНЕНИЕ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1310075550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1080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1310075550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1081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1310075550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0909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55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1082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Субсидии бюджетам муниципальных образований края на частичное финансирование (возмещение) расходов на содержание единых дежурно-диспетчерских служб муниципальных образований Красноярского края в рамках подпрограммы "Защита населения и территории города от чрезвычайных ситуаций природного и техногенного характера" муниципальной программы города Боготола "Обеспечение безопасности населения города"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13100S4130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1083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13100S4130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1084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13100S4130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1085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13100S4130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124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1086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13100S4130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124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1087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13100S4130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124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1088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Подпрограмма"Противодействие экстремизму</w:t>
            </w:r>
            <w:r w:rsidR="008868B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3FFF">
              <w:rPr>
                <w:rFonts w:ascii="Times New Roman" w:eastAsia="Times New Roman" w:hAnsi="Times New Roman"/>
                <w:lang w:eastAsia="ru-RU"/>
              </w:rPr>
              <w:t>и профилактика терроризма на территории города Боготола"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1320000000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</w:tr>
      <w:tr w:rsidR="008868B8" w:rsidRPr="00D53FFF" w:rsidTr="008868B8">
        <w:trPr>
          <w:trHeight w:val="436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1089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Организация и проведение акций,</w:t>
            </w:r>
            <w:r w:rsidR="008868B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3FFF">
              <w:rPr>
                <w:rFonts w:ascii="Times New Roman" w:eastAsia="Times New Roman" w:hAnsi="Times New Roman"/>
                <w:lang w:eastAsia="ru-RU"/>
              </w:rPr>
              <w:t>общественных и спортивных мероприятий,</w:t>
            </w:r>
            <w:r w:rsidR="008868B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3FFF">
              <w:rPr>
                <w:rFonts w:ascii="Times New Roman" w:eastAsia="Times New Roman" w:hAnsi="Times New Roman"/>
                <w:lang w:eastAsia="ru-RU"/>
              </w:rPr>
              <w:t>направленных на профилактику терроризма и экстремизма,</w:t>
            </w:r>
            <w:r w:rsidR="008868B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3FFF">
              <w:rPr>
                <w:rFonts w:ascii="Times New Roman" w:eastAsia="Times New Roman" w:hAnsi="Times New Roman"/>
                <w:lang w:eastAsia="ru-RU"/>
              </w:rPr>
              <w:t>распространение печатных памяток по тематике распространения терроризма и экстремизма в рамках подпрограммы "Противодействие экстремизму и профилактика терроризма на территории города Боготола" муниципальной программы города Боготола "Обеспечение безопасности населения города"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1320066510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1090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1320066510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1091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1320066510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1092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1320066510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1093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1320066510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1094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1320066510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</w:tr>
      <w:tr w:rsidR="008868B8" w:rsidRPr="00D53FFF" w:rsidTr="008868B8">
        <w:trPr>
          <w:trHeight w:val="280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1095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Материальное стимулирование деятельности народных дружинников в рамках подпрограммы «Противодействие экстремизму, и профилактика терроризма на территории города Боготола» в рамках муниципальной программы города Боготола «Обеспечение безопасности населения города»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1320066530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1096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1320066530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1097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1320066530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1098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1320066530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1099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1320066530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1320066530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Муниципальная программа города Боготола "Формирование современной городской среды города Боготола"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11 869,4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9 072,9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462,7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Отдельные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1580000000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11 869,4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9 072,9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462,7</w:t>
            </w:r>
          </w:p>
        </w:tc>
      </w:tr>
      <w:tr w:rsidR="008868B8" w:rsidRPr="00D53FFF" w:rsidTr="008868B8">
        <w:trPr>
          <w:trHeight w:val="218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Реализация мероприятий по комплексному благоустройству территории города, в рамках отдельных мероприятий муниципальной программы города Боготола "Формирование современной городской среды города Боготола"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1580066920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1580066920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1580066920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1580066920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1580066920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1580066920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249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1109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Средства на реализацию мероприятий в рамках федерального проекта "Формирование комфортной городской среды" в рамках отдельных мероприятий муниципальной программы города Боготола «Формирование современной городской среды города Боготола»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158F200000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10 830,4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9 072,9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462,7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1110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158F200000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10 830,4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9 072,9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462,7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1111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158F200000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10 830,4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9 072,9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462,7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1112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158F200000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10 830,4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9 072,9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462,7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1113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158F200000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10 830,4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9 072,9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462,7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1114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158F255550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10 668,0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9 072,9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462,7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1115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158F263930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1116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6100000000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54 625,5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47 800,2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46 288,9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1117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Функционирование представительного органа  муниципального образования город Боготол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4 318,7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4 295,3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4 295,3</w:t>
            </w:r>
          </w:p>
        </w:tc>
      </w:tr>
      <w:tr w:rsidR="008868B8" w:rsidRPr="00D53FFF" w:rsidTr="008868B8">
        <w:trPr>
          <w:trHeight w:val="1560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1118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Депутаты представительного органа муниципального образования город Боготол в рамках  непрограммных расходов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6110000150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1 913,6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1 913,6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1 913,6</w:t>
            </w:r>
          </w:p>
        </w:tc>
      </w:tr>
      <w:tr w:rsidR="008868B8" w:rsidRPr="00D53FFF" w:rsidTr="008868B8">
        <w:trPr>
          <w:trHeight w:val="218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1119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6110000150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1 913,6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1 913,6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1 913,6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1120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6110000150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1 913,6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1 913,6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1 913,6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1121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6110000150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1 913,6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1 913,6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1 913,6</w:t>
            </w:r>
          </w:p>
        </w:tc>
      </w:tr>
      <w:tr w:rsidR="008868B8" w:rsidRPr="00D53FFF" w:rsidTr="008868B8">
        <w:trPr>
          <w:trHeight w:val="1560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1122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6110000150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1 913,6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1 913,6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1 913,6</w:t>
            </w:r>
          </w:p>
        </w:tc>
      </w:tr>
      <w:tr w:rsidR="008868B8" w:rsidRPr="00D53FFF" w:rsidTr="008868B8">
        <w:trPr>
          <w:trHeight w:val="1560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1123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6110000150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1 469,7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1 469,7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1 469,7</w:t>
            </w:r>
          </w:p>
        </w:tc>
      </w:tr>
      <w:tr w:rsidR="008868B8" w:rsidRPr="00D53FFF" w:rsidTr="008868B8">
        <w:trPr>
          <w:trHeight w:val="1560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1124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6110000150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443,9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443,9</w:t>
            </w:r>
          </w:p>
        </w:tc>
      </w:tr>
      <w:tr w:rsidR="008868B8" w:rsidRPr="00D53FFF" w:rsidTr="008868B8">
        <w:trPr>
          <w:trHeight w:val="1560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1125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Руководство и управление в сфере установленных функций органов местного самоуправления в рамках непрограммных расходов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6110000160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2 405,2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2 381,8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2 381,8</w:t>
            </w:r>
          </w:p>
        </w:tc>
      </w:tr>
      <w:tr w:rsidR="008868B8" w:rsidRPr="00D53FFF" w:rsidTr="008868B8">
        <w:trPr>
          <w:trHeight w:val="218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1126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6110000160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1 954,5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1 956,2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1 956,2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1127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6110000160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1 954,5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1 956,2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1 956,2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1128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6110000160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1 954,5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1 956,2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1 956,2</w:t>
            </w:r>
          </w:p>
        </w:tc>
      </w:tr>
      <w:tr w:rsidR="008868B8" w:rsidRPr="00D53FFF" w:rsidTr="008868B8">
        <w:trPr>
          <w:trHeight w:val="1560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1129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6110000160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1 954,5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1 956,2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1 956,2</w:t>
            </w:r>
          </w:p>
        </w:tc>
      </w:tr>
      <w:tr w:rsidR="008868B8" w:rsidRPr="00D53FFF" w:rsidTr="008868B8">
        <w:trPr>
          <w:trHeight w:val="1560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1130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6110000160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1 454,0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1 454,0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1 454,0</w:t>
            </w:r>
          </w:p>
        </w:tc>
      </w:tr>
      <w:tr w:rsidR="008868B8" w:rsidRPr="00D53FFF" w:rsidTr="008868B8">
        <w:trPr>
          <w:trHeight w:val="1560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1131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6110000160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63,1</w:t>
            </w:r>
          </w:p>
        </w:tc>
      </w:tr>
      <w:tr w:rsidR="008868B8" w:rsidRPr="00D53FFF" w:rsidTr="008868B8">
        <w:trPr>
          <w:trHeight w:val="1560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1132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6110000160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439,1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439,1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439,1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1133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6110000160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425,5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425,5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1134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6110000160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425,5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1135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6110000160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425,5</w:t>
            </w:r>
          </w:p>
        </w:tc>
      </w:tr>
      <w:tr w:rsidR="008868B8" w:rsidRPr="00D53FFF" w:rsidTr="008868B8">
        <w:trPr>
          <w:trHeight w:val="1560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1136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6110000160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425,5</w:t>
            </w:r>
          </w:p>
        </w:tc>
      </w:tr>
      <w:tr w:rsidR="008868B8" w:rsidRPr="00D53FFF" w:rsidTr="008868B8">
        <w:trPr>
          <w:trHeight w:val="1560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1137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6110000160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450,7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425,5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1138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Функционирование местной администрации муниципального образования город Боготол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48 150,8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41 360,9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39 849,6</w:t>
            </w:r>
          </w:p>
        </w:tc>
      </w:tr>
      <w:tr w:rsidR="008868B8" w:rsidRPr="00D53FFF" w:rsidTr="008868B8">
        <w:trPr>
          <w:trHeight w:val="1560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1139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Руководство и управление в сфере установленных функций органов  местного самоуправления в рамках  непрограммных расходов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41 405,8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34 815,7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33 304,7</w:t>
            </w:r>
          </w:p>
        </w:tc>
      </w:tr>
      <w:tr w:rsidR="008868B8" w:rsidRPr="00D53FFF" w:rsidTr="008868B8">
        <w:trPr>
          <w:trHeight w:val="218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1140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30 209,5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30 090,8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30 090,8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1141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30 209,5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30 090,8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30 090,8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1142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30 209,5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30 090,8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30 090,8</w:t>
            </w:r>
          </w:p>
        </w:tc>
      </w:tr>
      <w:tr w:rsidR="008868B8" w:rsidRPr="00D53FFF" w:rsidTr="008868B8">
        <w:trPr>
          <w:trHeight w:val="187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1143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30 209,5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30 090,8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30 090,8</w:t>
            </w:r>
          </w:p>
        </w:tc>
      </w:tr>
      <w:tr w:rsidR="008868B8" w:rsidRPr="00D53FFF" w:rsidTr="008868B8">
        <w:trPr>
          <w:trHeight w:val="187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1144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23 094,9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23 022,1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23 022,1</w:t>
            </w:r>
          </w:p>
        </w:tc>
      </w:tr>
      <w:tr w:rsidR="008868B8" w:rsidRPr="00D53FFF" w:rsidTr="008868B8">
        <w:trPr>
          <w:trHeight w:val="187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1145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128,1</w:t>
            </w:r>
          </w:p>
        </w:tc>
      </w:tr>
      <w:tr w:rsidR="008868B8" w:rsidRPr="00D53FFF" w:rsidTr="008868B8">
        <w:trPr>
          <w:trHeight w:val="187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1146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6 962,6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6 940,6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6 940,6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1147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6120000210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10 986,2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4 524,9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3 163,8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1148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10 986,2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4 524,9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3 163,8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1149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10 986,2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4 524,9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3 163,8</w:t>
            </w:r>
          </w:p>
        </w:tc>
      </w:tr>
      <w:tr w:rsidR="008868B8" w:rsidRPr="00D53FFF" w:rsidTr="008868B8">
        <w:trPr>
          <w:trHeight w:val="187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1150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10 946,2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4 484,9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3 163,8</w:t>
            </w:r>
          </w:p>
        </w:tc>
      </w:tr>
      <w:tr w:rsidR="008868B8" w:rsidRPr="00D53FFF" w:rsidTr="008868B8">
        <w:trPr>
          <w:trHeight w:val="187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1151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8 333,3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2 867,9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1 846,8</w:t>
            </w:r>
          </w:p>
        </w:tc>
      </w:tr>
      <w:tr w:rsidR="008868B8" w:rsidRPr="00D53FFF" w:rsidTr="008868B8">
        <w:trPr>
          <w:trHeight w:val="187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1152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2 613,0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1 617,0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1 317,0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1153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6120000210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1154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1155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6120000210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1156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1157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1158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1159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1160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6120000210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1161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1162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1163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1164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</w:tr>
      <w:tr w:rsidR="008868B8" w:rsidRPr="00D53FFF" w:rsidTr="008868B8">
        <w:trPr>
          <w:trHeight w:val="1560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1165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Резервный фонд органа местного самоуправления  муниципального образования город Боготол в рамках  непрограммных расходов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6120000220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1166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1167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1168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1169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1170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1171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6120000220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1172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Резервные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1173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1174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Резервные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1175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Резервные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8868B8" w:rsidRPr="00D53FFF" w:rsidTr="008868B8">
        <w:trPr>
          <w:trHeight w:val="1560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1176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Высшее должностное лицо муниципального образования город Боготол в рамках непрограммных расходов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6120000250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2 060,6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2 060,6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2 060,6</w:t>
            </w:r>
          </w:p>
        </w:tc>
      </w:tr>
      <w:tr w:rsidR="008868B8" w:rsidRPr="00D53FFF" w:rsidTr="008868B8">
        <w:trPr>
          <w:trHeight w:val="218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1177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6120000250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2 060,6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2 060,6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2 060,6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1178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6120000250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2 060,6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2 060,6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2 060,6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1179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6120000250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2 060,6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2 060,6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2 060,6</w:t>
            </w:r>
          </w:p>
        </w:tc>
      </w:tr>
      <w:tr w:rsidR="008868B8" w:rsidRPr="00D53FFF" w:rsidTr="008868B8">
        <w:trPr>
          <w:trHeight w:val="124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1180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6120000250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2 060,6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2 060,6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2 060,6</w:t>
            </w:r>
          </w:p>
        </w:tc>
      </w:tr>
      <w:tr w:rsidR="008868B8" w:rsidRPr="00D53FFF" w:rsidTr="008868B8">
        <w:trPr>
          <w:trHeight w:val="124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1181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6120000250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1 582,6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1 582,6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1 582,6</w:t>
            </w:r>
          </w:p>
        </w:tc>
      </w:tr>
      <w:tr w:rsidR="008868B8" w:rsidRPr="00D53FFF" w:rsidTr="008868B8">
        <w:trPr>
          <w:trHeight w:val="124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1182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6120000250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478,0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478,0</w:t>
            </w:r>
          </w:p>
        </w:tc>
      </w:tr>
      <w:tr w:rsidR="008868B8" w:rsidRPr="00D53FFF" w:rsidTr="008868B8">
        <w:trPr>
          <w:trHeight w:val="1560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1183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Предоставление пенсии за выслугу лет лицам, замещавшим должности муниципальной службы в рамках непрограммные расходы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6120000270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1 357,3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1 357,3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1 357,3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1184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6120000270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1 357,3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1 357,3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1 357,3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1185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6120000270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1 357,3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1 357,3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1 357,3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1186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6120000270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1 357,3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1 357,3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1 357,3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1187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6120000270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1 357,3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1 357,3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1 357,3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1188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6120000270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1 357,3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1 357,3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1 357,3</w:t>
            </w:r>
          </w:p>
        </w:tc>
      </w:tr>
      <w:tr w:rsidR="008868B8" w:rsidRPr="00D53FFF" w:rsidTr="008868B8">
        <w:trPr>
          <w:trHeight w:val="3120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1189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Субвенции бюджетам муниципальных образований на организацию и осуществление деятельности по опеке и попечительству в отношении совершеннолетних граждан, а также в сфере патронажа (в соответствии с Законом края от 11 июля 2019 года № 7-2988) в рамках непрограммных расходов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6120002890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871,3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871,3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871,3</w:t>
            </w:r>
          </w:p>
        </w:tc>
      </w:tr>
      <w:tr w:rsidR="008868B8" w:rsidRPr="00D53FFF" w:rsidTr="008868B8">
        <w:trPr>
          <w:trHeight w:val="218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1190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6120002890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801,4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1191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6120002890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801,4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1192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6120002890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801,4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1193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6120002890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801,4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1194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6120002890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615,5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1195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6120002890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185,9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185,9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1196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6120002890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69,9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69,9</w:t>
            </w:r>
          </w:p>
        </w:tc>
      </w:tr>
      <w:tr w:rsidR="008868B8" w:rsidRPr="00D53FFF" w:rsidTr="008868B8">
        <w:trPr>
          <w:trHeight w:val="130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1197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6120002890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69,9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1198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6120002890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69,9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1199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6120002890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69,9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6120002890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69,9</w:t>
            </w:r>
          </w:p>
        </w:tc>
      </w:tr>
      <w:tr w:rsidR="008868B8" w:rsidRPr="00D53FFF" w:rsidTr="008868B8">
        <w:trPr>
          <w:trHeight w:val="218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непрограммных расходов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6120051200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1,6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1,6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1,6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1,6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Судебная система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1,6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Судебная система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1,6</w:t>
            </w:r>
          </w:p>
        </w:tc>
      </w:tr>
      <w:tr w:rsidR="008868B8" w:rsidRPr="00D53FFF" w:rsidTr="008868B8">
        <w:trPr>
          <w:trHeight w:val="436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1207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Субвенции бюджетам муниципальных образований 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(в соответствии с Законом края от 30 января 2014 года № 6-2056) по министерству экономики и регионального развития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6120074290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58,4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58,4</w:t>
            </w:r>
          </w:p>
        </w:tc>
      </w:tr>
      <w:tr w:rsidR="008868B8" w:rsidRPr="00D53FFF" w:rsidTr="008868B8">
        <w:trPr>
          <w:trHeight w:val="218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6120074290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56,1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6120074290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56,1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1210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6120074290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56,1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1211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6120074290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56,1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1212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6120074290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43,1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1213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6120074290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13,0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1214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6120074290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2,3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1215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6120074290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2,3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1216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6120074290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2,3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1217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6120074290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2,3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1218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6120074290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2,3</w:t>
            </w:r>
          </w:p>
        </w:tc>
      </w:tr>
      <w:tr w:rsidR="008868B8" w:rsidRPr="00D53FFF" w:rsidTr="008868B8">
        <w:trPr>
          <w:trHeight w:val="280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1219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(в соответствии с Законом края от 23 апреля 2009 года № 8-3170) в рамках непрограммных расходов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6120075140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828,9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828,9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828,9</w:t>
            </w:r>
          </w:p>
        </w:tc>
      </w:tr>
      <w:tr w:rsidR="008868B8" w:rsidRPr="00D53FFF" w:rsidTr="008868B8">
        <w:trPr>
          <w:trHeight w:val="218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1220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6120075140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805,9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1221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6120075140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805,9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1222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6120075140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805,9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1223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6120075140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805,9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1224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6120075140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615,5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1225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6120075140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4,5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1226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6120075140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185,9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185,9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1227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6120075140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23,0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1228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6120075140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23,0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1229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6120075140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23,0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1230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6120075140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23,0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1231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6120075140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23,0</w:t>
            </w:r>
          </w:p>
        </w:tc>
      </w:tr>
      <w:tr w:rsidR="008868B8" w:rsidRPr="00D53FFF" w:rsidTr="008868B8">
        <w:trPr>
          <w:trHeight w:val="374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1232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Субвенции бюджетам муниципальных образований на осуществление государственных полномочий по созданию и обеспечению деятельности комиссий по делам несовершеннолетних и защите их прав (в соответствии с Законом края от 26 декабря 2006 года № 21-5589) по министерству финансов Красноярского края, в рамках непрограммных расходов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6120076040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866,8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866,8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866,8</w:t>
            </w:r>
          </w:p>
        </w:tc>
      </w:tr>
      <w:tr w:rsidR="008868B8" w:rsidRPr="00D53FFF" w:rsidTr="008868B8">
        <w:trPr>
          <w:trHeight w:val="218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1233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6120076040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805,0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1234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6120076040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805,0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1235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6120076040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805,0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1236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6120076040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805,0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1237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6120076040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615,5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1238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6120076040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3,6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1239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6120076040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185,9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185,9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1240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6120076040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61,8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1241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6120076040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61,8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1242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6120076040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61,8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1243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6120076040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61,8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1244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6120076040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61,8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1245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Функционирование контрольно-счетного органа муниципального образования город Боготол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6130000000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2 156,0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2 144,0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2 144,0</w:t>
            </w:r>
          </w:p>
        </w:tc>
      </w:tr>
      <w:tr w:rsidR="008868B8" w:rsidRPr="00D53FFF" w:rsidTr="008868B8">
        <w:trPr>
          <w:trHeight w:val="1560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1246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Руководитель контрольно-счетного органа муниципального образования город Боготол и его заместители, в рамках непрограммных расходов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6130000170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1 099,9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1 099,9</w:t>
            </w:r>
          </w:p>
        </w:tc>
      </w:tr>
      <w:tr w:rsidR="008868B8" w:rsidRPr="00D53FFF" w:rsidTr="008868B8">
        <w:trPr>
          <w:trHeight w:val="218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1247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6130000170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1 099,9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1 099,9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1248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6130000170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1 099,9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1 099,9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1249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6130000170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1 099,9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1 099,9</w:t>
            </w:r>
          </w:p>
        </w:tc>
      </w:tr>
      <w:tr w:rsidR="008868B8" w:rsidRPr="00D53FFF" w:rsidTr="008868B8">
        <w:trPr>
          <w:trHeight w:val="124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1250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6130000170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1 099,9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1 099,9</w:t>
            </w:r>
          </w:p>
        </w:tc>
      </w:tr>
      <w:tr w:rsidR="008868B8" w:rsidRPr="00D53FFF" w:rsidTr="008868B8">
        <w:trPr>
          <w:trHeight w:val="124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1251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6130000170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898,0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898,0</w:t>
            </w:r>
          </w:p>
        </w:tc>
      </w:tr>
      <w:tr w:rsidR="008868B8" w:rsidRPr="00D53FFF" w:rsidTr="008868B8">
        <w:trPr>
          <w:trHeight w:val="124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1252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6130000170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201,9</w:t>
            </w:r>
          </w:p>
        </w:tc>
      </w:tr>
      <w:tr w:rsidR="008868B8" w:rsidRPr="00D53FFF" w:rsidTr="008868B8">
        <w:trPr>
          <w:trHeight w:val="1560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1253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Руководство и управление в сфере установленных функций органов местного самоуправления в рамках непрограммных расходов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6130000180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1 056,1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1 044,1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1 044,1</w:t>
            </w:r>
          </w:p>
        </w:tc>
      </w:tr>
      <w:tr w:rsidR="008868B8" w:rsidRPr="00D53FFF" w:rsidTr="008868B8">
        <w:trPr>
          <w:trHeight w:val="218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1254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6130000180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988,3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988,3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1255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6130000180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988,3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988,3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1256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6130000180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988,3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988,3</w:t>
            </w:r>
          </w:p>
        </w:tc>
      </w:tr>
      <w:tr w:rsidR="008868B8" w:rsidRPr="00D53FFF" w:rsidTr="008868B8">
        <w:trPr>
          <w:trHeight w:val="124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1257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6130000180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988,3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988,3</w:t>
            </w:r>
          </w:p>
        </w:tc>
      </w:tr>
      <w:tr w:rsidR="008868B8" w:rsidRPr="00D53FFF" w:rsidTr="008868B8">
        <w:trPr>
          <w:trHeight w:val="124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1258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6130000180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668,5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668,5</w:t>
            </w:r>
          </w:p>
        </w:tc>
      </w:tr>
      <w:tr w:rsidR="008868B8" w:rsidRPr="00D53FFF" w:rsidTr="008868B8">
        <w:trPr>
          <w:trHeight w:val="124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1259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6130000180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48,6</w:t>
            </w:r>
          </w:p>
        </w:tc>
      </w:tr>
      <w:tr w:rsidR="008868B8" w:rsidRPr="00D53FFF" w:rsidTr="008868B8">
        <w:trPr>
          <w:trHeight w:val="124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1260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6130000180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271,2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271,2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271,2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1261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6130000180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55,8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55,8</w:t>
            </w:r>
          </w:p>
        </w:tc>
      </w:tr>
      <w:tr w:rsidR="008868B8" w:rsidRPr="00D53FFF" w:rsidTr="008868B8">
        <w:trPr>
          <w:trHeight w:val="93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1262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6130000180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55,8</w:t>
            </w:r>
          </w:p>
        </w:tc>
      </w:tr>
      <w:tr w:rsidR="008868B8" w:rsidRPr="00D53FFF" w:rsidTr="008868B8">
        <w:trPr>
          <w:trHeight w:val="62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1263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6130000180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55,8</w:t>
            </w:r>
          </w:p>
        </w:tc>
      </w:tr>
      <w:tr w:rsidR="008868B8" w:rsidRPr="00D53FFF" w:rsidTr="008868B8">
        <w:trPr>
          <w:trHeight w:val="124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1264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6130000180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55,8</w:t>
            </w:r>
          </w:p>
        </w:tc>
      </w:tr>
      <w:tr w:rsidR="008868B8" w:rsidRPr="00D53FFF" w:rsidTr="008868B8">
        <w:trPr>
          <w:trHeight w:val="124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1265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6130000180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55,8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1266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Условно утвержденные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11 119,7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22 551,7</w:t>
            </w:r>
          </w:p>
        </w:tc>
      </w:tr>
      <w:tr w:rsidR="008868B8" w:rsidRPr="00D53FFF" w:rsidTr="008868B8">
        <w:trPr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1267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FFF" w:rsidRPr="00D53FFF" w:rsidRDefault="00D53FFF" w:rsidP="00D53FF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FFF" w:rsidRPr="00D53FFF" w:rsidRDefault="00D53FFF" w:rsidP="008868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FFF" w:rsidRPr="00D53FFF" w:rsidRDefault="00D53FFF" w:rsidP="00D53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FFF" w:rsidRPr="00D53FFF" w:rsidRDefault="00D53FFF" w:rsidP="008868B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1780 997,7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826 550,7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FFF" w:rsidRPr="00D53FFF" w:rsidRDefault="00D53FFF" w:rsidP="00D53F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3FFF">
              <w:rPr>
                <w:rFonts w:ascii="Times New Roman" w:eastAsia="Times New Roman" w:hAnsi="Times New Roman"/>
                <w:lang w:eastAsia="ru-RU"/>
              </w:rPr>
              <w:t>824 828,7</w:t>
            </w:r>
          </w:p>
        </w:tc>
      </w:tr>
    </w:tbl>
    <w:p w:rsidR="009B10DC" w:rsidRDefault="009B10DC" w:rsidP="00276E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9B10DC" w:rsidSect="008868B8">
          <w:pgSz w:w="11906" w:h="16838"/>
          <w:pgMar w:top="1134" w:right="1134" w:bottom="1701" w:left="1134" w:header="709" w:footer="709" w:gutter="0"/>
          <w:cols w:space="708"/>
          <w:docGrid w:linePitch="360"/>
        </w:sectPr>
      </w:pPr>
    </w:p>
    <w:p w:rsidR="002712FA" w:rsidRPr="001E52AC" w:rsidRDefault="002712FA" w:rsidP="00C34A9E">
      <w:pPr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1E52AC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№6</w:t>
      </w:r>
    </w:p>
    <w:p w:rsidR="002712FA" w:rsidRDefault="002712FA" w:rsidP="00C34A9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E52AC">
        <w:rPr>
          <w:rFonts w:ascii="Times New Roman" w:hAnsi="Times New Roman"/>
          <w:sz w:val="28"/>
          <w:szCs w:val="28"/>
        </w:rPr>
        <w:t>к решению Боготольского городского Совета депутатов</w:t>
      </w:r>
    </w:p>
    <w:p w:rsidR="00CF2BA6" w:rsidRPr="001E52AC" w:rsidRDefault="00CF2BA6" w:rsidP="00CF2BA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11.04.2023 № 11-174 </w:t>
      </w:r>
    </w:p>
    <w:p w:rsidR="00C34A9E" w:rsidRPr="001E52AC" w:rsidRDefault="00C34A9E" w:rsidP="00CF2BA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712FA" w:rsidRDefault="002712FA" w:rsidP="00C34A9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</w:t>
      </w:r>
      <w:r w:rsidRPr="002712FA">
        <w:rPr>
          <w:rFonts w:ascii="Times New Roman" w:hAnsi="Times New Roman"/>
          <w:sz w:val="28"/>
          <w:szCs w:val="28"/>
        </w:rPr>
        <w:t>межбюджетных трансфер</w:t>
      </w:r>
      <w:r w:rsidR="00BF293F">
        <w:rPr>
          <w:rFonts w:ascii="Times New Roman" w:hAnsi="Times New Roman"/>
          <w:sz w:val="28"/>
          <w:szCs w:val="28"/>
        </w:rPr>
        <w:t>тов из краевог</w:t>
      </w:r>
      <w:r w:rsidR="00C34A9E">
        <w:rPr>
          <w:rFonts w:ascii="Times New Roman" w:hAnsi="Times New Roman"/>
          <w:sz w:val="28"/>
          <w:szCs w:val="28"/>
        </w:rPr>
        <w:t xml:space="preserve">о бюджета бюджету </w:t>
      </w:r>
      <w:r w:rsidRPr="002712FA">
        <w:rPr>
          <w:rFonts w:ascii="Times New Roman" w:hAnsi="Times New Roman"/>
          <w:sz w:val="28"/>
          <w:szCs w:val="28"/>
        </w:rPr>
        <w:t xml:space="preserve">городского округа города Боготол на 2023 год </w:t>
      </w:r>
      <w:r w:rsidR="00C34A9E">
        <w:rPr>
          <w:rFonts w:ascii="Times New Roman" w:hAnsi="Times New Roman"/>
          <w:sz w:val="28"/>
          <w:szCs w:val="28"/>
        </w:rPr>
        <w:br/>
      </w:r>
      <w:r w:rsidRPr="002712FA">
        <w:rPr>
          <w:rFonts w:ascii="Times New Roman" w:hAnsi="Times New Roman"/>
          <w:sz w:val="28"/>
          <w:szCs w:val="28"/>
        </w:rPr>
        <w:t xml:space="preserve">и плановый период 2024-2025 </w:t>
      </w:r>
      <w:r>
        <w:rPr>
          <w:rFonts w:ascii="Times New Roman" w:hAnsi="Times New Roman"/>
          <w:sz w:val="28"/>
          <w:szCs w:val="28"/>
        </w:rPr>
        <w:t>гг.</w:t>
      </w:r>
    </w:p>
    <w:p w:rsidR="00C34A9E" w:rsidRDefault="00C34A9E" w:rsidP="00C34A9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712FA" w:rsidRDefault="002712FA" w:rsidP="00C34A9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E52AC">
        <w:rPr>
          <w:rFonts w:ascii="Times New Roman" w:hAnsi="Times New Roman"/>
          <w:sz w:val="28"/>
          <w:szCs w:val="28"/>
        </w:rPr>
        <w:t xml:space="preserve"> (тыс.</w:t>
      </w:r>
      <w:r w:rsidR="00C34A9E">
        <w:rPr>
          <w:rFonts w:ascii="Times New Roman" w:hAnsi="Times New Roman"/>
          <w:sz w:val="28"/>
          <w:szCs w:val="28"/>
        </w:rPr>
        <w:t xml:space="preserve"> </w:t>
      </w:r>
      <w:r w:rsidRPr="001E52AC">
        <w:rPr>
          <w:rFonts w:ascii="Times New Roman" w:hAnsi="Times New Roman"/>
          <w:sz w:val="28"/>
          <w:szCs w:val="28"/>
        </w:rPr>
        <w:t>руб</w:t>
      </w:r>
      <w:r w:rsidR="00C34A9E">
        <w:rPr>
          <w:rFonts w:ascii="Times New Roman" w:hAnsi="Times New Roman"/>
          <w:sz w:val="28"/>
          <w:szCs w:val="28"/>
        </w:rPr>
        <w:t>.</w:t>
      </w:r>
      <w:r w:rsidRPr="001E52AC">
        <w:rPr>
          <w:rFonts w:ascii="Times New Roman" w:hAnsi="Times New Roman"/>
          <w:sz w:val="28"/>
          <w:szCs w:val="28"/>
        </w:rPr>
        <w:t>)</w:t>
      </w: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6"/>
        <w:gridCol w:w="4941"/>
        <w:gridCol w:w="1359"/>
        <w:gridCol w:w="1194"/>
        <w:gridCol w:w="1194"/>
      </w:tblGrid>
      <w:tr w:rsidR="00BF293F" w:rsidRPr="00FF23D6" w:rsidTr="00BF293F">
        <w:trPr>
          <w:trHeight w:val="465"/>
        </w:trPr>
        <w:tc>
          <w:tcPr>
            <w:tcW w:w="0" w:type="auto"/>
            <w:vMerge w:val="restart"/>
            <w:shd w:val="clear" w:color="auto" w:fill="auto"/>
            <w:textDirection w:val="btLr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0" w:type="auto"/>
            <w:vMerge w:val="restart"/>
            <w:shd w:val="clear" w:color="000000" w:fill="FFFFFF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gridSpan w:val="3"/>
            <w:shd w:val="clear" w:color="000000" w:fill="FFFFFF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BF293F" w:rsidRPr="00FF23D6" w:rsidTr="00BF293F">
        <w:trPr>
          <w:trHeight w:val="705"/>
        </w:trPr>
        <w:tc>
          <w:tcPr>
            <w:tcW w:w="0" w:type="auto"/>
            <w:vMerge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2023 год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2024 год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2025 год</w:t>
            </w:r>
          </w:p>
        </w:tc>
      </w:tr>
      <w:tr w:rsidR="00BF293F" w:rsidRPr="00FF23D6" w:rsidTr="00BF293F">
        <w:trPr>
          <w:trHeight w:val="315"/>
        </w:trPr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BF293F" w:rsidRPr="00FF23D6" w:rsidTr="00BF293F">
        <w:trPr>
          <w:trHeight w:val="315"/>
        </w:trPr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BF293F" w:rsidRPr="00FF23D6" w:rsidRDefault="00BF293F" w:rsidP="00EA0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BF293F" w:rsidRPr="008868B8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8868B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1 033 499,7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BF293F" w:rsidRPr="008868B8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8868B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626 805,1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BF293F" w:rsidRPr="008868B8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8868B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618 837,9</w:t>
            </w:r>
          </w:p>
        </w:tc>
      </w:tr>
      <w:tr w:rsidR="00BF293F" w:rsidRPr="00FF23D6" w:rsidTr="00BF293F">
        <w:trPr>
          <w:trHeight w:val="315"/>
        </w:trPr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BF293F" w:rsidRPr="00FF23D6" w:rsidRDefault="00BF293F" w:rsidP="00EA0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ДОТАЦИИ БЮДЖЕТАМ  МУНИЦИПАЛЬНЫХ ОБРАЗОВАНИЙ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271 071,4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245 496,3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245 496,3</w:t>
            </w:r>
          </w:p>
        </w:tc>
      </w:tr>
      <w:tr w:rsidR="00BF293F" w:rsidRPr="00FF23D6" w:rsidTr="00BF293F">
        <w:trPr>
          <w:trHeight w:val="1134"/>
        </w:trPr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BF293F" w:rsidRPr="00FF23D6" w:rsidRDefault="00BF293F" w:rsidP="00EA0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Дотации на выравнивание бюджетной обеспеченности муниципальных районов (муниципальных округов, городских округов)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97 432,3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77 945,8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77 945,8</w:t>
            </w:r>
          </w:p>
        </w:tc>
      </w:tr>
      <w:tr w:rsidR="00BF293F" w:rsidRPr="00FF23D6" w:rsidTr="00BF293F">
        <w:trPr>
          <w:trHeight w:val="1134"/>
        </w:trPr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BF293F" w:rsidRPr="00FF23D6" w:rsidRDefault="00BF293F" w:rsidP="00EA0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Дотации бюджетам муниципальных образований края на поддержку мер </w:t>
            </w: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по обеспечению сбалансированности бюджетов муниципальных образований края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121 718,3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121 718,3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121 718,3</w:t>
            </w:r>
          </w:p>
        </w:tc>
      </w:tr>
      <w:tr w:rsidR="00BF293F" w:rsidRPr="00FF23D6" w:rsidTr="00BF293F">
        <w:trPr>
          <w:trHeight w:val="1134"/>
        </w:trPr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EA0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Дотации бюджетам муниципальных образований края на частичную компенсацию расходов на оплату труда работников муниципальных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45 832,2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45 832,2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45 832,2</w:t>
            </w:r>
          </w:p>
        </w:tc>
      </w:tr>
      <w:tr w:rsidR="00BF293F" w:rsidRPr="00FF23D6" w:rsidTr="00BF293F">
        <w:trPr>
          <w:trHeight w:val="1134"/>
        </w:trPr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EA0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Дотации бюджетам муниципальных образований края на частичную компенсацию расходов на повышение оплаты труда отдельным категориям работников бюджетной сферы Красноярского края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6 088,6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293F" w:rsidRPr="00FF23D6" w:rsidTr="00BF293F">
        <w:trPr>
          <w:trHeight w:val="492"/>
        </w:trPr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BF293F" w:rsidRPr="00FF23D6" w:rsidRDefault="00BF293F" w:rsidP="00EA0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 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20 103,1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16 555,3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16 555,3</w:t>
            </w:r>
          </w:p>
        </w:tc>
      </w:tr>
      <w:tr w:rsidR="00BF293F" w:rsidRPr="00FF23D6" w:rsidTr="00BF293F">
        <w:trPr>
          <w:trHeight w:val="1134"/>
        </w:trPr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BF293F" w:rsidRPr="00FF23D6" w:rsidRDefault="00BF293F" w:rsidP="00EA0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14 647,5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14 647,5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14 647,5</w:t>
            </w:r>
          </w:p>
        </w:tc>
      </w:tr>
      <w:tr w:rsidR="00BF293F" w:rsidRPr="00FF23D6" w:rsidTr="00BF293F">
        <w:trPr>
          <w:trHeight w:val="1134"/>
        </w:trPr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BF293F" w:rsidRPr="00FF23D6" w:rsidRDefault="00BF293F" w:rsidP="00EA0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бюджетам муниципальных образований на устройство плоскостных спортивных сооружений в сельской местности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293F" w:rsidRPr="00FF23D6" w:rsidTr="00BF293F">
        <w:trPr>
          <w:trHeight w:val="1134"/>
        </w:trPr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BF293F" w:rsidRPr="00FF23D6" w:rsidRDefault="00BF293F" w:rsidP="00EA0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бюджетам муниципальных образований на поддержку физкультурно-спортивных клубов по месту жительства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293F" w:rsidRPr="00FF23D6" w:rsidTr="00FF23D6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BF293F" w:rsidRPr="00FF23D6" w:rsidRDefault="00BF293F" w:rsidP="00EA0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бюджетам муниципальных образований на реализацию мероприятий по неспецифической профилактике инфекций, передающихся иксодовыми клещами, путем организации и проведения акарицидных обработок наиболее посещаемых населением участков территории природных очагов клещевых инфекций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169,1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293F" w:rsidRPr="00FF23D6" w:rsidTr="00FF23D6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BF293F" w:rsidRPr="00FF23D6" w:rsidRDefault="00BF293F" w:rsidP="00EA0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бюджетам муниципальных образований на обустройство и восстановление воинских захоронений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293F" w:rsidRPr="00FF23D6" w:rsidTr="00FF23D6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BF293F" w:rsidRPr="00FF23D6" w:rsidRDefault="00BF293F" w:rsidP="00EA0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бюджетам муниципальных образований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511,1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1 907,8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1 907,8</w:t>
            </w:r>
          </w:p>
        </w:tc>
      </w:tr>
      <w:tr w:rsidR="00BF293F" w:rsidRPr="00FF23D6" w:rsidTr="00FF23D6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BF293F" w:rsidRPr="00FF23D6" w:rsidRDefault="00BF293F" w:rsidP="00EA0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МУНИЦИПАЛЬНЫХ  ОБРАЗОВАНИЙ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400 096,9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27 613,5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19 646,5</w:t>
            </w:r>
          </w:p>
        </w:tc>
      </w:tr>
      <w:tr w:rsidR="00BF293F" w:rsidRPr="00FF23D6" w:rsidTr="00FF23D6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BF293F" w:rsidRPr="00FF23D6" w:rsidRDefault="00BF293F" w:rsidP="00EA0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муниципальных образований на предоставление социальных выплат молодым семьям на приобретение (строительство) жилья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2 874,3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1 612,1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1 669,4</w:t>
            </w:r>
          </w:p>
        </w:tc>
      </w:tr>
      <w:tr w:rsidR="00BF293F" w:rsidRPr="00FF23D6" w:rsidTr="00FF23D6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EA0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муниципальных образований края</w:t>
            </w: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на поддержку деятельности муниципальных молодежных центров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344,7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344,7</w:t>
            </w:r>
          </w:p>
        </w:tc>
      </w:tr>
      <w:tr w:rsidR="00BF293F" w:rsidRPr="00FF23D6" w:rsidTr="00FF23D6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EA0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муниципальных образований края на комплектование книжных фондов библиотек муниципальных образований Красноярского края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70,4</w:t>
            </w:r>
          </w:p>
        </w:tc>
      </w:tr>
      <w:tr w:rsidR="00BF293F" w:rsidRPr="00FF23D6" w:rsidTr="00FF23D6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EA0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Субсидии бюджетам муниципальных образований края </w:t>
            </w: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на приведения зданий и сооружений общеобразовательных организаций в соответствие с требованиями законодательства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1 597,5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1 278,0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1 278,0</w:t>
            </w:r>
          </w:p>
        </w:tc>
      </w:tr>
      <w:tr w:rsidR="00BF293F" w:rsidRPr="00FF23D6" w:rsidTr="00FF23D6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EA0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муниципальных образований края на частичное финансирование (возмещение) расходов на содержание единых дежурно-диспетчерских служб муниципальных образований края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293F" w:rsidRPr="00FF23D6" w:rsidTr="00BF293F">
        <w:trPr>
          <w:trHeight w:val="2340"/>
        </w:trPr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EA0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Субсидии бюджетам муниципальных образований края </w:t>
            </w: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  <w:t>на софинансирование организации и обеспечения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14 542,0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14 523,7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14 813,8</w:t>
            </w:r>
          </w:p>
        </w:tc>
      </w:tr>
      <w:tr w:rsidR="00BF293F" w:rsidRPr="00FF23D6" w:rsidTr="00FF23D6">
        <w:trPr>
          <w:trHeight w:val="1417"/>
        </w:trPr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EA0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4 702,3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293F" w:rsidRPr="00FF23D6" w:rsidTr="00FF23D6">
        <w:trPr>
          <w:trHeight w:val="1417"/>
        </w:trPr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EA0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муниципальных образований края на обеспечение мероприятий по переселению граждан из аварийного жилищного фонда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343 531,4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293F" w:rsidRPr="00FF23D6" w:rsidTr="00FF23D6">
        <w:trPr>
          <w:trHeight w:val="1417"/>
        </w:trPr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EA0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муниципальных образований Красноярского края на реализацию муниципальных программ развития субъектов малого и среднего предпринимательства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967,0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967,0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967,0</w:t>
            </w:r>
          </w:p>
        </w:tc>
      </w:tr>
      <w:tr w:rsidR="00BF293F" w:rsidRPr="00FF23D6" w:rsidTr="00FF23D6">
        <w:trPr>
          <w:trHeight w:val="1417"/>
        </w:trPr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EA0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муниципальных образований края на государственную поддержку отрасли культуры (модернизация библиотек в части комплектования книжных фондов)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61,1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61,1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61,3</w:t>
            </w:r>
          </w:p>
        </w:tc>
      </w:tr>
      <w:tr w:rsidR="00BF293F" w:rsidRPr="00FF23D6" w:rsidTr="00FF23D6">
        <w:trPr>
          <w:trHeight w:val="1417"/>
        </w:trPr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EA0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муниципальных образований края на софинансирование муниципальных программ формирования современной городской среды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7 822,5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8 656,5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441,9</w:t>
            </w:r>
          </w:p>
        </w:tc>
      </w:tr>
      <w:tr w:rsidR="00BF293F" w:rsidRPr="00FF23D6" w:rsidTr="00FF23D6">
        <w:trPr>
          <w:trHeight w:val="1417"/>
        </w:trPr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EA0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муниципальных образований на создание условий для оснащения (обновления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1 487,2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293F" w:rsidRPr="00FF23D6" w:rsidTr="00FF23D6">
        <w:trPr>
          <w:trHeight w:val="1124"/>
        </w:trPr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EA0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Субсидии бюджетам муниципальных образований на строительство муниципальных объектов коммунальной и транспортной инфраструктуры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1 977,2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293F" w:rsidRPr="00FF23D6" w:rsidTr="00FF23D6">
        <w:trPr>
          <w:trHeight w:val="1265"/>
        </w:trPr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EA0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Субсидии бюджетам муниципальных образований на организационную и материально-техническую модернизацию муниципальных молодежных центров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293F" w:rsidRPr="00FF23D6" w:rsidTr="00FF23D6">
        <w:trPr>
          <w:trHeight w:val="559"/>
        </w:trPr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EA0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СУБВЕНЦИИ БЮДЖЕТАМ  МУНИЦИПАЛЬНЫХ ОБРАЗОВАНИЙ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342 228,3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337 140,0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337 139,8</w:t>
            </w:r>
          </w:p>
        </w:tc>
      </w:tr>
      <w:tr w:rsidR="00BF293F" w:rsidRPr="00FF23D6" w:rsidTr="00FF23D6">
        <w:trPr>
          <w:trHeight w:val="3813"/>
        </w:trPr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EA0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Субвенции бюджетам муниципальных образований края </w:t>
            </w:r>
            <w:r w:rsidRPr="00FF23D6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br/>
              <w:t>на реализацию Закона края от 27 декабря 2005 года № 17-4379 «О наделении органов местного самоуправления муниципальных районов, муниципальных округов и городских округов края государственными полномочиями по осуществлению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 в муниципальных образовательных организациях, реализующих образовательную программу дошкольного образования, без взимания родительской платы»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345,6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345,6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345,6</w:t>
            </w:r>
          </w:p>
        </w:tc>
      </w:tr>
      <w:tr w:rsidR="00BF293F" w:rsidRPr="00FF23D6" w:rsidTr="00FF23D6">
        <w:trPr>
          <w:trHeight w:val="3402"/>
        </w:trPr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EA0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Субвенции бюджетам муниципальных образований края на реализацию Закона края от 29 марта 2007 года № 22-6015 «О наделении органов местного самоуправления муниципальных районов, муниципальных округов и городских округов края государственными полномочиями по предоставлению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1 454,1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1 454,1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1 454,1</w:t>
            </w:r>
          </w:p>
        </w:tc>
      </w:tr>
      <w:tr w:rsidR="00BF293F" w:rsidRPr="00FF23D6" w:rsidTr="00FF23D6">
        <w:trPr>
          <w:trHeight w:val="113"/>
        </w:trPr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EA0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Субвенции бюджетам муниципальных образований края на 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 в соответствии с пунктом 3 части 1 статьи 8 Федерального закона от 29 декабря 2012 года № 273-ФЗ «Об образовании в Российской Федерации», пунктом 5 статьи 8 Закона края от 26 июня 2014 года № 6-2519 «Об образовании в Красноярском крае»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157 786,6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156 369,8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156 369,8</w:t>
            </w:r>
          </w:p>
        </w:tc>
      </w:tr>
      <w:tr w:rsidR="00BF293F" w:rsidRPr="00FF23D6" w:rsidTr="00BF293F">
        <w:trPr>
          <w:trHeight w:val="3563"/>
        </w:trPr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EA0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126 675,0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125 461,8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125 461,8</w:t>
            </w:r>
          </w:p>
        </w:tc>
      </w:tr>
      <w:tr w:rsidR="00BF293F" w:rsidRPr="00FF23D6" w:rsidTr="00BF293F">
        <w:trPr>
          <w:trHeight w:val="3432"/>
        </w:trPr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EA0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31 111,6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30 908,0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30 908,0</w:t>
            </w:r>
          </w:p>
        </w:tc>
      </w:tr>
      <w:tr w:rsidR="00BF293F" w:rsidRPr="00FF23D6" w:rsidTr="00BF293F">
        <w:trPr>
          <w:trHeight w:val="2220"/>
        </w:trPr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EA0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образований края на реализацию Закона края от 27 декабря 2005 года № 17-4377 «О наделении органов местного самоуправления муниципальных районов, муниципальных округов и городских округов края государственными полномочиями по обеспечению бесплатным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программам"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11 475,8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11 352,4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11 352,4</w:t>
            </w:r>
          </w:p>
        </w:tc>
      </w:tr>
      <w:tr w:rsidR="00BF293F" w:rsidRPr="00FF23D6" w:rsidTr="00FF23D6">
        <w:trPr>
          <w:trHeight w:val="113"/>
        </w:trPr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EA0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Субвенции бюджетам муниципальных образований края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</w:t>
            </w:r>
            <w:r w:rsidR="00FF23D6" w:rsidRPr="00FF23D6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ного дошкольного образования в </w:t>
            </w:r>
            <w:r w:rsidRPr="00FF23D6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муниципальных общеобразовательных организациях, находящихся на территории края,  в соответствии с пунктом 3 части 1 статьи 8 Федерального закона от 29 декабря 2012 года № 273-ФЗ «Об образовании в Российской Федерации», пунктом 5 статьи 8 Закона края от 26 июня 2014 года № 6-2519 «Об образовании в Красноярском крае»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97 640,4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96 030,9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96 030,9</w:t>
            </w:r>
          </w:p>
        </w:tc>
      </w:tr>
      <w:tr w:rsidR="00BF293F" w:rsidRPr="00FF23D6" w:rsidTr="00FF23D6">
        <w:trPr>
          <w:trHeight w:val="113"/>
        </w:trPr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EA0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60 027,8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59 130,7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59 130,7</w:t>
            </w:r>
          </w:p>
        </w:tc>
      </w:tr>
      <w:tr w:rsidR="00BF293F" w:rsidRPr="00FF23D6" w:rsidTr="00FF23D6">
        <w:trPr>
          <w:trHeight w:val="113"/>
        </w:trPr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EA0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37 612,6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36 900,2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36 900,2</w:t>
            </w:r>
          </w:p>
        </w:tc>
      </w:tr>
      <w:tr w:rsidR="00BF293F" w:rsidRPr="00FF23D6" w:rsidTr="00BF293F">
        <w:trPr>
          <w:trHeight w:val="2303"/>
        </w:trPr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EA0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образований края на реализацию Закона края от 24 декабря 2009 года №9-4225 «О наделении органов местного самоуправления муниципальных районов, муниципальных округов и городских округов края государственными полномочиями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17 901,3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16 110,5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16 110,5</w:t>
            </w:r>
          </w:p>
        </w:tc>
      </w:tr>
      <w:tr w:rsidR="00BF293F" w:rsidRPr="00FF23D6" w:rsidTr="00BF293F">
        <w:trPr>
          <w:trHeight w:val="1643"/>
        </w:trPr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8A3843" w:rsidP="00EA0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</w:t>
            </w:r>
            <w:r w:rsidR="00BF293F"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бюджетам муниципальных образований края на реализацию Закона края от 20 декабря 2007 года № 4-1089 «О наделении органов местного самоуправления муниципальных районов, муниципальных округов и городских округов края государственными полномочиями по организации и осуществлению деятельности по опеке и попечительству»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3 256,0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3 256,0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3 256,0</w:t>
            </w:r>
          </w:p>
        </w:tc>
      </w:tr>
      <w:tr w:rsidR="00BF293F" w:rsidRPr="00FF23D6" w:rsidTr="00BF293F">
        <w:trPr>
          <w:trHeight w:val="1943"/>
        </w:trPr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EA0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образований края на реализацию Закона края от 11 июля 2019 года № 7-2988  «О наделении органов местного самоуправления муниципальных районов, муниципальных округов и городских округов края государственными полномочиями по организации и осуществлению деятельности по опеке и попечительству в отношении совершеннолетних граждан, а также в сфере патронажа»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871,3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871,3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871,3</w:t>
            </w:r>
          </w:p>
        </w:tc>
      </w:tr>
      <w:tr w:rsidR="00BF293F" w:rsidRPr="00FF23D6" w:rsidTr="00FF23D6">
        <w:trPr>
          <w:trHeight w:val="840"/>
        </w:trPr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EA0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образований края на реализацию Закона края от 01.12.2014 № 7-2839 «О наделении органов местного самоуправления городских округов, муниципальных округов и муниципальных районов края отдельными государственными полномочиями Красноярского края по реализации отдельных мер по обеспечению ограничения платы граждан за коммунальные услуги»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43 777,8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43 777,8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43 777,8</w:t>
            </w:r>
          </w:p>
        </w:tc>
      </w:tr>
      <w:tr w:rsidR="00BF293F" w:rsidRPr="00FF23D6" w:rsidTr="00BF293F">
        <w:trPr>
          <w:trHeight w:val="1358"/>
        </w:trPr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EA0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образований края на реализацию Закона края от 21 декабря 2010 года  № 11-5564 «О наделении органов местного самоуправления государственными полномочиями в области архивного дела»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133,3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133,3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133,3</w:t>
            </w:r>
          </w:p>
        </w:tc>
      </w:tr>
      <w:tr w:rsidR="00BF293F" w:rsidRPr="00FF23D6" w:rsidTr="00BF293F">
        <w:trPr>
          <w:trHeight w:val="1909"/>
        </w:trPr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EA0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образований края на реализацию Закона края от 13 июня 2013 года № 4-1402 «О наделении органов местного самоуправления муниципальных районов, муниципальных и городских округов  края  отдельными государственными полномочиями по организации мероприятий при осуществлении деятельности по обращению с животными без владельцев»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995,2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925,0</w:t>
            </w:r>
          </w:p>
        </w:tc>
      </w:tr>
      <w:tr w:rsidR="00BF293F" w:rsidRPr="00FF23D6" w:rsidTr="00BF293F">
        <w:trPr>
          <w:trHeight w:val="1992"/>
        </w:trPr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EA0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образований края на реализацию Закона края от 30 января 2014 года  № 6-2056 «О наделении органов местного самоуправления городских округов, муниципальных округов и муниципальных районов края государственными полномочиями по осуществлению уведомительной регистрации коллективных договоров и территориальных соглашений и контроля за их выполнением»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58,4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58,4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58,4</w:t>
            </w:r>
          </w:p>
        </w:tc>
      </w:tr>
      <w:tr w:rsidR="00BF293F" w:rsidRPr="00FF23D6" w:rsidTr="00BF293F">
        <w:trPr>
          <w:trHeight w:val="1909"/>
        </w:trPr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EA0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образований края на реализацию Закона края от 26 декабря 2006 года № 21-5589 «О наделении органов местного самоуправления муниципальных районов, муниципальных округов и городских округов края государственными полномочиями по созданию и обеспечению деятельности комиссий по делам несовершеннолетних и защите их прав»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866,8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866,8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866,8</w:t>
            </w:r>
          </w:p>
        </w:tc>
      </w:tr>
      <w:tr w:rsidR="00BF293F" w:rsidRPr="00FF23D6" w:rsidTr="00BF293F">
        <w:trPr>
          <w:trHeight w:val="1632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EA0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образований края на реализацию Закона края от 23 апреля 2009 года № 8-3170 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828,9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828,9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828,9</w:t>
            </w:r>
          </w:p>
        </w:tc>
      </w:tr>
      <w:tr w:rsidR="00BF293F" w:rsidRPr="00FF23D6" w:rsidTr="00BF293F">
        <w:trPr>
          <w:trHeight w:val="198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EA0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образований края на осуществление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 в соответствии с Федеральным законом от 20 августа 2004 года № 113-ФЗ «О присяжных заседателях федеральных судов общей юрисдикции в Российской Федерации»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1,6</w:t>
            </w:r>
          </w:p>
        </w:tc>
      </w:tr>
      <w:tr w:rsidR="00BF293F" w:rsidRPr="00FF23D6" w:rsidTr="00BF293F">
        <w:trPr>
          <w:trHeight w:val="30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EA0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образований края на реализацию Закона края от 8 июля 2021 № 11-5284  «О наделении органов местного самоуправления муниципальных районов, муниципальных округов и городских округов края отдельными государственными полномочиями 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123,7</w:t>
            </w:r>
          </w:p>
        </w:tc>
      </w:tr>
      <w:tr w:rsidR="00BF293F" w:rsidRPr="00FF23D6" w:rsidTr="00BF293F">
        <w:trPr>
          <w:trHeight w:val="18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EA0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образований края на реализацию Закона края от 19 апреля 2018 года № 5-1533 «О наделении органов местного самоуправления муниципальных районов, муниципальных округов и городских округов края государственными полномочиями по организации и обеспечению отдыха и оздоровления детей»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4 711,4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4 633,7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F293F" w:rsidRPr="00FF23D6" w:rsidRDefault="00BF293F" w:rsidP="00BF2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4 633,7</w:t>
            </w:r>
          </w:p>
        </w:tc>
      </w:tr>
    </w:tbl>
    <w:p w:rsidR="006F6D81" w:rsidRDefault="006F6D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6F6D81" w:rsidSect="00FF23D6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6F6D81" w:rsidRPr="006F6D81" w:rsidRDefault="006F6D81" w:rsidP="008A3843">
      <w:pPr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6F6D81">
        <w:rPr>
          <w:rFonts w:ascii="Times New Roman" w:hAnsi="Times New Roman"/>
          <w:sz w:val="28"/>
          <w:szCs w:val="28"/>
        </w:rPr>
        <w:t xml:space="preserve">Приложение </w:t>
      </w:r>
      <w:r w:rsidR="0041477A">
        <w:rPr>
          <w:rFonts w:ascii="Times New Roman" w:hAnsi="Times New Roman"/>
          <w:sz w:val="28"/>
          <w:szCs w:val="28"/>
        </w:rPr>
        <w:t>№</w:t>
      </w:r>
      <w:r w:rsidRPr="006F6D81">
        <w:rPr>
          <w:rFonts w:ascii="Times New Roman" w:hAnsi="Times New Roman"/>
          <w:sz w:val="28"/>
          <w:szCs w:val="28"/>
        </w:rPr>
        <w:t>7</w:t>
      </w:r>
    </w:p>
    <w:p w:rsidR="006F6D81" w:rsidRDefault="006F6D81" w:rsidP="008A384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F6D81">
        <w:rPr>
          <w:rFonts w:ascii="Times New Roman" w:hAnsi="Times New Roman"/>
          <w:sz w:val="28"/>
          <w:szCs w:val="28"/>
        </w:rPr>
        <w:t>к решению Боготольского городского Совета депутатов</w:t>
      </w:r>
    </w:p>
    <w:p w:rsidR="00CF2BA6" w:rsidRPr="001E52AC" w:rsidRDefault="00CF2BA6" w:rsidP="00CF2BA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11.04.2023 № 11-174 </w:t>
      </w:r>
    </w:p>
    <w:p w:rsidR="006F6D81" w:rsidRPr="006F6D81" w:rsidRDefault="006F6D81" w:rsidP="008A384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6D81" w:rsidRDefault="008A3843" w:rsidP="008A384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6F6D81" w:rsidRPr="006F6D81">
        <w:rPr>
          <w:rFonts w:ascii="Times New Roman" w:hAnsi="Times New Roman"/>
          <w:sz w:val="28"/>
          <w:szCs w:val="28"/>
        </w:rPr>
        <w:t>Перечень строек и объектов на 2023 год и плановый период 2024-2025 г</w:t>
      </w:r>
      <w:r w:rsidR="006F6D81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>»</w:t>
      </w:r>
    </w:p>
    <w:p w:rsidR="008A3843" w:rsidRPr="006F6D81" w:rsidRDefault="008A3843" w:rsidP="008A384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6F6D81" w:rsidRPr="006F6D81" w:rsidRDefault="006F6D81" w:rsidP="008A384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F6D81">
        <w:rPr>
          <w:rFonts w:ascii="Times New Roman" w:hAnsi="Times New Roman"/>
          <w:sz w:val="28"/>
          <w:szCs w:val="28"/>
        </w:rPr>
        <w:t>тыс.</w:t>
      </w:r>
      <w:r w:rsidR="008A3843">
        <w:rPr>
          <w:rFonts w:ascii="Times New Roman" w:hAnsi="Times New Roman"/>
          <w:sz w:val="28"/>
          <w:szCs w:val="28"/>
        </w:rPr>
        <w:t xml:space="preserve"> </w:t>
      </w:r>
      <w:r w:rsidRPr="006F6D81">
        <w:rPr>
          <w:rFonts w:ascii="Times New Roman" w:hAnsi="Times New Roman"/>
          <w:sz w:val="28"/>
          <w:szCs w:val="28"/>
        </w:rPr>
        <w:t>руб</w:t>
      </w:r>
      <w:r w:rsidR="00C34A9E">
        <w:rPr>
          <w:rFonts w:ascii="Times New Roman" w:hAnsi="Times New Roman"/>
          <w:sz w:val="28"/>
          <w:szCs w:val="28"/>
        </w:rPr>
        <w:t>.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0"/>
        <w:gridCol w:w="4814"/>
        <w:gridCol w:w="1700"/>
        <w:gridCol w:w="1702"/>
        <w:gridCol w:w="1700"/>
      </w:tblGrid>
      <w:tr w:rsidR="009267D1" w:rsidRPr="001E6343" w:rsidTr="007951D1">
        <w:tc>
          <w:tcPr>
            <w:tcW w:w="258" w:type="pct"/>
            <w:shd w:val="clear" w:color="auto" w:fill="auto"/>
            <w:vAlign w:val="center"/>
            <w:hideMark/>
          </w:tcPr>
          <w:p w:rsidR="006F6D81" w:rsidRPr="001E6343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34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302" w:type="pct"/>
            <w:shd w:val="clear" w:color="auto" w:fill="auto"/>
            <w:vAlign w:val="center"/>
            <w:hideMark/>
          </w:tcPr>
          <w:p w:rsidR="006F6D81" w:rsidRPr="001E6343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34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:rsidR="006F6D81" w:rsidRPr="001E6343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343">
              <w:rPr>
                <w:rFonts w:ascii="Times New Roman" w:hAnsi="Times New Roman"/>
                <w:sz w:val="24"/>
                <w:szCs w:val="24"/>
              </w:rPr>
              <w:t xml:space="preserve">Ассигнования </w:t>
            </w:r>
            <w:r w:rsidRPr="001E6343">
              <w:rPr>
                <w:rFonts w:ascii="Times New Roman" w:hAnsi="Times New Roman"/>
                <w:sz w:val="24"/>
                <w:szCs w:val="24"/>
              </w:rPr>
              <w:br/>
              <w:t>2023 год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86D32" w:rsidRPr="001E6343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343">
              <w:rPr>
                <w:rFonts w:ascii="Times New Roman" w:hAnsi="Times New Roman"/>
                <w:sz w:val="24"/>
                <w:szCs w:val="24"/>
              </w:rPr>
              <w:t xml:space="preserve">Ассигнования </w:t>
            </w:r>
          </w:p>
          <w:p w:rsidR="006F6D81" w:rsidRPr="001E6343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343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:rsidR="00F86D32" w:rsidRPr="001E6343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343">
              <w:rPr>
                <w:rFonts w:ascii="Times New Roman" w:hAnsi="Times New Roman"/>
                <w:sz w:val="24"/>
                <w:szCs w:val="24"/>
              </w:rPr>
              <w:t xml:space="preserve">Ассигнования </w:t>
            </w:r>
          </w:p>
          <w:p w:rsidR="006F6D81" w:rsidRPr="001E6343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343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</w:tr>
      <w:tr w:rsidR="009267D1" w:rsidRPr="001E6343" w:rsidTr="007951D1">
        <w:tc>
          <w:tcPr>
            <w:tcW w:w="258" w:type="pct"/>
            <w:shd w:val="clear" w:color="auto" w:fill="auto"/>
            <w:vAlign w:val="center"/>
            <w:hideMark/>
          </w:tcPr>
          <w:p w:rsidR="006F6D81" w:rsidRPr="001E6343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pct"/>
            <w:shd w:val="clear" w:color="auto" w:fill="auto"/>
            <w:vAlign w:val="center"/>
            <w:hideMark/>
          </w:tcPr>
          <w:p w:rsidR="006F6D81" w:rsidRPr="001E6343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3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:rsidR="006F6D81" w:rsidRPr="001E6343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3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6F6D81" w:rsidRPr="001E6343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3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:rsidR="006F6D81" w:rsidRPr="001E6343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34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267D1" w:rsidRPr="001E6343" w:rsidTr="007951D1">
        <w:trPr>
          <w:trHeight w:val="454"/>
        </w:trPr>
        <w:tc>
          <w:tcPr>
            <w:tcW w:w="258" w:type="pct"/>
            <w:shd w:val="clear" w:color="auto" w:fill="auto"/>
            <w:vAlign w:val="center"/>
            <w:hideMark/>
          </w:tcPr>
          <w:p w:rsidR="006F6D81" w:rsidRPr="001E6343" w:rsidRDefault="006F6D81" w:rsidP="001E6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63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2" w:type="pct"/>
            <w:shd w:val="clear" w:color="auto" w:fill="auto"/>
            <w:vAlign w:val="center"/>
            <w:hideMark/>
          </w:tcPr>
          <w:p w:rsidR="006F6D81" w:rsidRPr="001E6343" w:rsidRDefault="006F6D81" w:rsidP="001E6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6343">
              <w:rPr>
                <w:rFonts w:ascii="Times New Roman" w:hAnsi="Times New Roman"/>
                <w:sz w:val="24"/>
                <w:szCs w:val="24"/>
              </w:rPr>
              <w:t>Муниципальная программа города Боготола "Обеспечение доступным и комфортным жильем города"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:rsidR="006F6D81" w:rsidRPr="001E6343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343">
              <w:rPr>
                <w:rFonts w:ascii="Times New Roman" w:hAnsi="Times New Roman"/>
                <w:sz w:val="24"/>
                <w:szCs w:val="24"/>
              </w:rPr>
              <w:t>444 725,2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6F6D81" w:rsidRPr="001E6343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343">
              <w:rPr>
                <w:rFonts w:ascii="Times New Roman" w:hAnsi="Times New Roman"/>
                <w:sz w:val="24"/>
                <w:szCs w:val="24"/>
              </w:rPr>
              <w:t>15 709,4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:rsidR="006F6D81" w:rsidRPr="001E6343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343">
              <w:rPr>
                <w:rFonts w:ascii="Times New Roman" w:hAnsi="Times New Roman"/>
                <w:sz w:val="24"/>
                <w:szCs w:val="24"/>
              </w:rPr>
              <w:t>15 709,4</w:t>
            </w:r>
          </w:p>
        </w:tc>
      </w:tr>
      <w:tr w:rsidR="009267D1" w:rsidRPr="001E6343" w:rsidTr="007951D1">
        <w:trPr>
          <w:trHeight w:val="454"/>
        </w:trPr>
        <w:tc>
          <w:tcPr>
            <w:tcW w:w="2560" w:type="pct"/>
            <w:gridSpan w:val="2"/>
            <w:shd w:val="clear" w:color="auto" w:fill="auto"/>
            <w:noWrap/>
            <w:hideMark/>
          </w:tcPr>
          <w:p w:rsidR="006F6D81" w:rsidRPr="001E6343" w:rsidRDefault="006F6D81" w:rsidP="001E634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6343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:rsidR="006F6D81" w:rsidRPr="001E6343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343">
              <w:rPr>
                <w:rFonts w:ascii="Times New Roman" w:hAnsi="Times New Roman"/>
                <w:sz w:val="24"/>
                <w:szCs w:val="24"/>
              </w:rPr>
              <w:t>444 725,2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6F6D81" w:rsidRPr="001E6343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343">
              <w:rPr>
                <w:rFonts w:ascii="Times New Roman" w:hAnsi="Times New Roman"/>
                <w:sz w:val="24"/>
                <w:szCs w:val="24"/>
              </w:rPr>
              <w:t>15 709,4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:rsidR="006F6D81" w:rsidRPr="001E6343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343">
              <w:rPr>
                <w:rFonts w:ascii="Times New Roman" w:hAnsi="Times New Roman"/>
                <w:sz w:val="24"/>
                <w:szCs w:val="24"/>
              </w:rPr>
              <w:t>15 709,4</w:t>
            </w:r>
          </w:p>
        </w:tc>
      </w:tr>
    </w:tbl>
    <w:p w:rsidR="006F6D81" w:rsidRPr="006D0B4C" w:rsidRDefault="006F6D81" w:rsidP="008A3843">
      <w:pPr>
        <w:spacing w:after="0" w:line="240" w:lineRule="auto"/>
        <w:rPr>
          <w:rFonts w:ascii="Times New Roman" w:hAnsi="Times New Roman"/>
          <w:lang w:val="en-US"/>
        </w:rPr>
      </w:pPr>
    </w:p>
    <w:p w:rsidR="006F6D81" w:rsidRPr="008A3843" w:rsidRDefault="006F6D81" w:rsidP="008A384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A3843">
        <w:rPr>
          <w:rFonts w:ascii="Times New Roman" w:hAnsi="Times New Roman"/>
          <w:sz w:val="28"/>
          <w:szCs w:val="28"/>
        </w:rPr>
        <w:t>тыс. руб</w:t>
      </w:r>
      <w:r w:rsidR="00C34A9E">
        <w:rPr>
          <w:rFonts w:ascii="Times New Roman" w:hAnsi="Times New Roman"/>
          <w:sz w:val="28"/>
          <w:szCs w:val="28"/>
        </w:rPr>
        <w:t>.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2"/>
        <w:gridCol w:w="2384"/>
        <w:gridCol w:w="27"/>
        <w:gridCol w:w="548"/>
        <w:gridCol w:w="19"/>
        <w:gridCol w:w="567"/>
        <w:gridCol w:w="1418"/>
        <w:gridCol w:w="567"/>
        <w:gridCol w:w="709"/>
        <w:gridCol w:w="1274"/>
        <w:gridCol w:w="1280"/>
        <w:gridCol w:w="1131"/>
      </w:tblGrid>
      <w:tr w:rsidR="00300746" w:rsidRPr="003001D6" w:rsidTr="00407C31">
        <w:tc>
          <w:tcPr>
            <w:tcW w:w="254" w:type="pct"/>
            <w:vMerge w:val="restart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№ п/п</w:t>
            </w:r>
          </w:p>
        </w:tc>
        <w:tc>
          <w:tcPr>
            <w:tcW w:w="1140" w:type="pct"/>
            <w:vMerge w:val="restart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Главный распорядитель бюджетных средств, муниципальная программа города, объект</w:t>
            </w:r>
          </w:p>
        </w:tc>
        <w:tc>
          <w:tcPr>
            <w:tcW w:w="1504" w:type="pct"/>
            <w:gridSpan w:val="6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Бюджетная классификация</w:t>
            </w:r>
          </w:p>
        </w:tc>
        <w:tc>
          <w:tcPr>
            <w:tcW w:w="339" w:type="pct"/>
            <w:vMerge w:val="restart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Год ввода</w:t>
            </w:r>
          </w:p>
        </w:tc>
        <w:tc>
          <w:tcPr>
            <w:tcW w:w="609" w:type="pct"/>
            <w:vMerge w:val="restart"/>
            <w:shd w:val="clear" w:color="auto" w:fill="auto"/>
            <w:vAlign w:val="center"/>
            <w:hideMark/>
          </w:tcPr>
          <w:p w:rsidR="00DE744F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 xml:space="preserve">Ассигнования </w:t>
            </w:r>
          </w:p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2023 год</w:t>
            </w:r>
          </w:p>
        </w:tc>
        <w:tc>
          <w:tcPr>
            <w:tcW w:w="612" w:type="pct"/>
            <w:vMerge w:val="restart"/>
            <w:shd w:val="clear" w:color="auto" w:fill="auto"/>
            <w:vAlign w:val="center"/>
            <w:hideMark/>
          </w:tcPr>
          <w:p w:rsidR="00DE744F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 xml:space="preserve">Ассигнования </w:t>
            </w:r>
          </w:p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2024 год</w:t>
            </w:r>
          </w:p>
        </w:tc>
        <w:tc>
          <w:tcPr>
            <w:tcW w:w="541" w:type="pct"/>
            <w:vMerge w:val="restart"/>
            <w:shd w:val="clear" w:color="auto" w:fill="auto"/>
            <w:vAlign w:val="center"/>
            <w:hideMark/>
          </w:tcPr>
          <w:p w:rsidR="00F86D32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Ассигнования</w:t>
            </w:r>
          </w:p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2025 год</w:t>
            </w:r>
          </w:p>
        </w:tc>
      </w:tr>
      <w:tr w:rsidR="00300746" w:rsidRPr="003001D6" w:rsidTr="00407C31">
        <w:trPr>
          <w:trHeight w:val="801"/>
        </w:trPr>
        <w:tc>
          <w:tcPr>
            <w:tcW w:w="254" w:type="pct"/>
            <w:vMerge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0" w:type="pct"/>
            <w:vMerge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5" w:type="pct"/>
            <w:gridSpan w:val="2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ГРБС</w:t>
            </w:r>
          </w:p>
        </w:tc>
        <w:tc>
          <w:tcPr>
            <w:tcW w:w="280" w:type="pct"/>
            <w:gridSpan w:val="2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Р/Пр</w:t>
            </w:r>
          </w:p>
        </w:tc>
        <w:tc>
          <w:tcPr>
            <w:tcW w:w="678" w:type="pct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КЦСР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ВР</w:t>
            </w:r>
          </w:p>
        </w:tc>
        <w:tc>
          <w:tcPr>
            <w:tcW w:w="339" w:type="pct"/>
            <w:vMerge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9" w:type="pct"/>
            <w:vMerge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2" w:type="pct"/>
            <w:vMerge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pct"/>
            <w:vMerge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00746" w:rsidRPr="003001D6" w:rsidTr="00407C31">
        <w:tc>
          <w:tcPr>
            <w:tcW w:w="254" w:type="pct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1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2</w:t>
            </w:r>
          </w:p>
        </w:tc>
        <w:tc>
          <w:tcPr>
            <w:tcW w:w="280" w:type="pct"/>
            <w:gridSpan w:val="2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3</w:t>
            </w:r>
          </w:p>
        </w:tc>
        <w:tc>
          <w:tcPr>
            <w:tcW w:w="678" w:type="pct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4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5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6</w:t>
            </w:r>
          </w:p>
        </w:tc>
        <w:tc>
          <w:tcPr>
            <w:tcW w:w="609" w:type="pct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7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8</w:t>
            </w:r>
          </w:p>
        </w:tc>
        <w:tc>
          <w:tcPr>
            <w:tcW w:w="541" w:type="pct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9</w:t>
            </w:r>
          </w:p>
        </w:tc>
      </w:tr>
      <w:tr w:rsidR="003001D6" w:rsidRPr="003001D6" w:rsidTr="003001D6">
        <w:trPr>
          <w:trHeight w:val="454"/>
        </w:trPr>
        <w:tc>
          <w:tcPr>
            <w:tcW w:w="254" w:type="pct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83" w:type="pct"/>
            <w:gridSpan w:val="8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КАПИТАЛЬНЫЕ ВЛОЖЕНИЯ - ВСЕГО, В ТОМ ЧИСЛЕ:</w:t>
            </w:r>
          </w:p>
        </w:tc>
        <w:tc>
          <w:tcPr>
            <w:tcW w:w="609" w:type="pct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444 725,2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15 709,4</w:t>
            </w:r>
          </w:p>
        </w:tc>
        <w:tc>
          <w:tcPr>
            <w:tcW w:w="541" w:type="pct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15 709,4</w:t>
            </w:r>
          </w:p>
        </w:tc>
      </w:tr>
      <w:tr w:rsidR="003001D6" w:rsidRPr="003001D6" w:rsidTr="00407C31">
        <w:trPr>
          <w:trHeight w:val="454"/>
        </w:trPr>
        <w:tc>
          <w:tcPr>
            <w:tcW w:w="254" w:type="pct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3" w:type="pct"/>
            <w:gridSpan w:val="2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8" w:type="pct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9" w:type="pct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9" w:type="pct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28,8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0,0</w:t>
            </w:r>
          </w:p>
        </w:tc>
        <w:tc>
          <w:tcPr>
            <w:tcW w:w="541" w:type="pct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0,0</w:t>
            </w:r>
          </w:p>
        </w:tc>
      </w:tr>
      <w:tr w:rsidR="003001D6" w:rsidRPr="003001D6" w:rsidTr="00407C31">
        <w:trPr>
          <w:trHeight w:val="454"/>
        </w:trPr>
        <w:tc>
          <w:tcPr>
            <w:tcW w:w="254" w:type="pct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3" w:type="pct"/>
            <w:gridSpan w:val="2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8" w:type="pct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9" w:type="pct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9" w:type="pct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444 696,4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15 709,4</w:t>
            </w:r>
          </w:p>
        </w:tc>
        <w:tc>
          <w:tcPr>
            <w:tcW w:w="541" w:type="pct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15 709,4</w:t>
            </w:r>
          </w:p>
        </w:tc>
      </w:tr>
      <w:tr w:rsidR="003001D6" w:rsidRPr="003001D6" w:rsidTr="00407C31">
        <w:trPr>
          <w:trHeight w:val="454"/>
        </w:trPr>
        <w:tc>
          <w:tcPr>
            <w:tcW w:w="254" w:type="pct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3" w:type="pct"/>
            <w:gridSpan w:val="2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8" w:type="pct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9" w:type="pct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9" w:type="pct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0,00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0,00</w:t>
            </w:r>
          </w:p>
        </w:tc>
        <w:tc>
          <w:tcPr>
            <w:tcW w:w="541" w:type="pct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0,00</w:t>
            </w:r>
          </w:p>
        </w:tc>
      </w:tr>
      <w:tr w:rsidR="003001D6" w:rsidRPr="003001D6" w:rsidTr="00407C31">
        <w:trPr>
          <w:trHeight w:val="454"/>
        </w:trPr>
        <w:tc>
          <w:tcPr>
            <w:tcW w:w="254" w:type="pct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3" w:type="pct"/>
            <w:gridSpan w:val="2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Администрация города Боготола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6F6D81" w:rsidRPr="003001D6" w:rsidRDefault="006F6D81" w:rsidP="003001D6">
            <w:pPr>
              <w:spacing w:after="0" w:line="240" w:lineRule="auto"/>
              <w:ind w:left="-107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117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8" w:type="pct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9" w:type="pct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9" w:type="pct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444 725,2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15 709,4</w:t>
            </w:r>
          </w:p>
        </w:tc>
        <w:tc>
          <w:tcPr>
            <w:tcW w:w="541" w:type="pct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15 709,4</w:t>
            </w:r>
          </w:p>
        </w:tc>
      </w:tr>
      <w:tr w:rsidR="003001D6" w:rsidRPr="003001D6" w:rsidTr="00407C31">
        <w:trPr>
          <w:trHeight w:val="454"/>
        </w:trPr>
        <w:tc>
          <w:tcPr>
            <w:tcW w:w="254" w:type="pct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3" w:type="pct"/>
            <w:gridSpan w:val="2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6F6D81" w:rsidRPr="003001D6" w:rsidRDefault="006F6D81" w:rsidP="003001D6">
            <w:pPr>
              <w:spacing w:after="0" w:line="240" w:lineRule="auto"/>
              <w:ind w:lef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8" w:type="pct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9" w:type="pct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9" w:type="pct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28,8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0,0</w:t>
            </w:r>
          </w:p>
        </w:tc>
        <w:tc>
          <w:tcPr>
            <w:tcW w:w="541" w:type="pct"/>
            <w:shd w:val="clear" w:color="auto" w:fill="auto"/>
            <w:vAlign w:val="center"/>
            <w:hideMark/>
          </w:tcPr>
          <w:p w:rsidR="006F6D81" w:rsidRPr="003001D6" w:rsidRDefault="006F6D81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0,0</w:t>
            </w:r>
          </w:p>
        </w:tc>
      </w:tr>
      <w:tr w:rsidR="00407C31" w:rsidRPr="003001D6" w:rsidTr="00407C31">
        <w:trPr>
          <w:trHeight w:val="454"/>
        </w:trPr>
        <w:tc>
          <w:tcPr>
            <w:tcW w:w="254" w:type="pct"/>
            <w:shd w:val="clear" w:color="auto" w:fill="auto"/>
            <w:vAlign w:val="center"/>
          </w:tcPr>
          <w:p w:rsidR="00DE744F" w:rsidRPr="003001D6" w:rsidRDefault="00DE744F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7.</w:t>
            </w:r>
          </w:p>
        </w:tc>
        <w:tc>
          <w:tcPr>
            <w:tcW w:w="1153" w:type="pct"/>
            <w:gridSpan w:val="2"/>
            <w:shd w:val="clear" w:color="auto" w:fill="auto"/>
            <w:vAlign w:val="center"/>
          </w:tcPr>
          <w:p w:rsidR="00DE744F" w:rsidRPr="003001D6" w:rsidRDefault="00DE744F" w:rsidP="00EA02D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</w:tcPr>
          <w:p w:rsidR="00DE744F" w:rsidRPr="003001D6" w:rsidRDefault="00DE744F" w:rsidP="003001D6">
            <w:pPr>
              <w:spacing w:after="0" w:line="240" w:lineRule="auto"/>
              <w:ind w:lef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DE744F" w:rsidRPr="003001D6" w:rsidRDefault="00DE744F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8" w:type="pct"/>
            <w:shd w:val="clear" w:color="auto" w:fill="auto"/>
            <w:vAlign w:val="center"/>
          </w:tcPr>
          <w:p w:rsidR="00DE744F" w:rsidRPr="003001D6" w:rsidRDefault="00DE744F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DE744F" w:rsidRPr="003001D6" w:rsidRDefault="00DE744F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9" w:type="pct"/>
            <w:shd w:val="clear" w:color="auto" w:fill="auto"/>
            <w:vAlign w:val="center"/>
          </w:tcPr>
          <w:p w:rsidR="00DE744F" w:rsidRPr="003001D6" w:rsidRDefault="00DE744F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9" w:type="pct"/>
            <w:shd w:val="clear" w:color="auto" w:fill="auto"/>
            <w:vAlign w:val="center"/>
          </w:tcPr>
          <w:p w:rsidR="00DE744F" w:rsidRPr="003001D6" w:rsidRDefault="00DE744F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444 696,4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DE744F" w:rsidRPr="003001D6" w:rsidRDefault="00DE744F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15 709,4</w:t>
            </w:r>
          </w:p>
        </w:tc>
        <w:tc>
          <w:tcPr>
            <w:tcW w:w="541" w:type="pct"/>
            <w:shd w:val="clear" w:color="auto" w:fill="auto"/>
            <w:vAlign w:val="center"/>
          </w:tcPr>
          <w:p w:rsidR="00DE744F" w:rsidRPr="003001D6" w:rsidRDefault="00DE744F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15 709,4</w:t>
            </w:r>
          </w:p>
        </w:tc>
      </w:tr>
      <w:tr w:rsidR="00407C31" w:rsidRPr="003001D6" w:rsidTr="00407C31">
        <w:trPr>
          <w:trHeight w:val="454"/>
        </w:trPr>
        <w:tc>
          <w:tcPr>
            <w:tcW w:w="254" w:type="pct"/>
            <w:shd w:val="clear" w:color="auto" w:fill="auto"/>
            <w:vAlign w:val="center"/>
          </w:tcPr>
          <w:p w:rsidR="00DE744F" w:rsidRPr="003001D6" w:rsidRDefault="00DE744F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8.</w:t>
            </w:r>
          </w:p>
        </w:tc>
        <w:tc>
          <w:tcPr>
            <w:tcW w:w="1153" w:type="pct"/>
            <w:gridSpan w:val="2"/>
            <w:shd w:val="clear" w:color="auto" w:fill="auto"/>
            <w:vAlign w:val="center"/>
          </w:tcPr>
          <w:p w:rsidR="00DE744F" w:rsidRPr="003001D6" w:rsidRDefault="00DE744F" w:rsidP="00EA02D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</w:tcPr>
          <w:p w:rsidR="00DE744F" w:rsidRPr="003001D6" w:rsidRDefault="00DE744F" w:rsidP="003001D6">
            <w:pPr>
              <w:spacing w:after="0" w:line="240" w:lineRule="auto"/>
              <w:ind w:lef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DE744F" w:rsidRPr="003001D6" w:rsidRDefault="00DE744F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8" w:type="pct"/>
            <w:shd w:val="clear" w:color="auto" w:fill="auto"/>
            <w:vAlign w:val="center"/>
          </w:tcPr>
          <w:p w:rsidR="00DE744F" w:rsidRPr="003001D6" w:rsidRDefault="00DE744F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DE744F" w:rsidRPr="003001D6" w:rsidRDefault="00DE744F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9" w:type="pct"/>
            <w:shd w:val="clear" w:color="auto" w:fill="auto"/>
            <w:vAlign w:val="center"/>
          </w:tcPr>
          <w:p w:rsidR="00DE744F" w:rsidRPr="003001D6" w:rsidRDefault="00DE744F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9" w:type="pct"/>
            <w:shd w:val="clear" w:color="auto" w:fill="auto"/>
            <w:vAlign w:val="center"/>
          </w:tcPr>
          <w:p w:rsidR="00DE744F" w:rsidRPr="003001D6" w:rsidRDefault="00DE744F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0,00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DE744F" w:rsidRPr="003001D6" w:rsidRDefault="00DE744F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0,00</w:t>
            </w:r>
          </w:p>
        </w:tc>
        <w:tc>
          <w:tcPr>
            <w:tcW w:w="541" w:type="pct"/>
            <w:shd w:val="clear" w:color="auto" w:fill="auto"/>
            <w:vAlign w:val="center"/>
          </w:tcPr>
          <w:p w:rsidR="00DE744F" w:rsidRPr="003001D6" w:rsidRDefault="00DE744F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0,00</w:t>
            </w:r>
          </w:p>
        </w:tc>
      </w:tr>
      <w:tr w:rsidR="00407C31" w:rsidRPr="003001D6" w:rsidTr="00407C31">
        <w:trPr>
          <w:trHeight w:val="680"/>
        </w:trPr>
        <w:tc>
          <w:tcPr>
            <w:tcW w:w="254" w:type="pct"/>
            <w:shd w:val="clear" w:color="auto" w:fill="auto"/>
            <w:vAlign w:val="center"/>
          </w:tcPr>
          <w:p w:rsidR="00DE744F" w:rsidRPr="003001D6" w:rsidRDefault="00DE744F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9.</w:t>
            </w:r>
          </w:p>
        </w:tc>
        <w:tc>
          <w:tcPr>
            <w:tcW w:w="1153" w:type="pct"/>
            <w:gridSpan w:val="2"/>
            <w:shd w:val="clear" w:color="auto" w:fill="auto"/>
            <w:vAlign w:val="center"/>
          </w:tcPr>
          <w:p w:rsidR="00DE744F" w:rsidRPr="003001D6" w:rsidRDefault="00DE744F" w:rsidP="00EA02D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Муниципальная программа города Боготола "Обеспечение доступным и комфортным жильем города"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</w:tcPr>
          <w:p w:rsidR="00DE744F" w:rsidRPr="003001D6" w:rsidRDefault="00DE744F" w:rsidP="003001D6">
            <w:pPr>
              <w:spacing w:after="0" w:line="240" w:lineRule="auto"/>
              <w:ind w:lef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DE744F" w:rsidRPr="003001D6" w:rsidRDefault="00DE744F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8" w:type="pct"/>
            <w:shd w:val="clear" w:color="auto" w:fill="auto"/>
            <w:vAlign w:val="center"/>
          </w:tcPr>
          <w:p w:rsidR="00DE744F" w:rsidRPr="003001D6" w:rsidRDefault="00DE744F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0900000000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E744F" w:rsidRPr="003001D6" w:rsidRDefault="00DE744F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9" w:type="pct"/>
            <w:shd w:val="clear" w:color="auto" w:fill="auto"/>
            <w:vAlign w:val="center"/>
          </w:tcPr>
          <w:p w:rsidR="00DE744F" w:rsidRPr="003001D6" w:rsidRDefault="00DE744F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9" w:type="pct"/>
            <w:shd w:val="clear" w:color="auto" w:fill="auto"/>
            <w:vAlign w:val="center"/>
          </w:tcPr>
          <w:p w:rsidR="00DE744F" w:rsidRPr="003001D6" w:rsidRDefault="00DE744F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444 725,2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DE744F" w:rsidRPr="003001D6" w:rsidRDefault="00DE744F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15 709,4</w:t>
            </w:r>
          </w:p>
        </w:tc>
        <w:tc>
          <w:tcPr>
            <w:tcW w:w="541" w:type="pct"/>
            <w:shd w:val="clear" w:color="auto" w:fill="auto"/>
            <w:vAlign w:val="center"/>
          </w:tcPr>
          <w:p w:rsidR="00DE744F" w:rsidRPr="003001D6" w:rsidRDefault="00DE744F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15 709,4</w:t>
            </w:r>
          </w:p>
        </w:tc>
      </w:tr>
      <w:tr w:rsidR="00407C31" w:rsidRPr="003001D6" w:rsidTr="00407C31">
        <w:trPr>
          <w:trHeight w:val="680"/>
        </w:trPr>
        <w:tc>
          <w:tcPr>
            <w:tcW w:w="254" w:type="pct"/>
            <w:shd w:val="clear" w:color="auto" w:fill="auto"/>
            <w:vAlign w:val="center"/>
          </w:tcPr>
          <w:p w:rsidR="00DE744F" w:rsidRPr="003001D6" w:rsidRDefault="00DE744F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10.</w:t>
            </w:r>
          </w:p>
        </w:tc>
        <w:tc>
          <w:tcPr>
            <w:tcW w:w="1153" w:type="pct"/>
            <w:gridSpan w:val="2"/>
            <w:shd w:val="clear" w:color="auto" w:fill="auto"/>
            <w:vAlign w:val="center"/>
          </w:tcPr>
          <w:p w:rsidR="00DE744F" w:rsidRPr="003001D6" w:rsidRDefault="00DE744F" w:rsidP="00EA02D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Строительство муниципальных объектов коммунальной и транспортной инфраструктуры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</w:tcPr>
          <w:p w:rsidR="00DE744F" w:rsidRPr="003001D6" w:rsidRDefault="00DE744F" w:rsidP="003001D6">
            <w:pPr>
              <w:spacing w:after="0" w:line="240" w:lineRule="auto"/>
              <w:ind w:left="-107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117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E744F" w:rsidRPr="003001D6" w:rsidRDefault="00DE744F" w:rsidP="00407C3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0409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DE744F" w:rsidRPr="003001D6" w:rsidRDefault="00DE744F" w:rsidP="001E634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001D6">
              <w:rPr>
                <w:rFonts w:ascii="Times New Roman" w:hAnsi="Times New Roman"/>
                <w:bCs/>
                <w:iCs/>
              </w:rPr>
              <w:t>09200</w:t>
            </w:r>
            <w:r w:rsidRPr="003001D6">
              <w:rPr>
                <w:rFonts w:ascii="Times New Roman" w:hAnsi="Times New Roman"/>
                <w:bCs/>
                <w:iCs/>
                <w:lang w:val="en-US"/>
              </w:rPr>
              <w:t>S</w:t>
            </w:r>
            <w:r w:rsidRPr="003001D6">
              <w:rPr>
                <w:rFonts w:ascii="Times New Roman" w:hAnsi="Times New Roman"/>
                <w:bCs/>
                <w:iCs/>
              </w:rPr>
              <w:t>4610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E744F" w:rsidRPr="003001D6" w:rsidRDefault="00DE744F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410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DE744F" w:rsidRPr="003001D6" w:rsidRDefault="00DE744F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2023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DE744F" w:rsidRPr="003001D6" w:rsidRDefault="00DE744F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1 997,0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DE744F" w:rsidRPr="003001D6" w:rsidRDefault="00DE744F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0,0</w:t>
            </w:r>
          </w:p>
        </w:tc>
        <w:tc>
          <w:tcPr>
            <w:tcW w:w="541" w:type="pct"/>
            <w:shd w:val="clear" w:color="auto" w:fill="auto"/>
            <w:vAlign w:val="center"/>
          </w:tcPr>
          <w:p w:rsidR="00DE744F" w:rsidRPr="003001D6" w:rsidRDefault="00DE744F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0,0</w:t>
            </w:r>
          </w:p>
        </w:tc>
      </w:tr>
      <w:tr w:rsidR="00407C31" w:rsidRPr="003001D6" w:rsidTr="00407C31">
        <w:trPr>
          <w:trHeight w:val="1020"/>
        </w:trPr>
        <w:tc>
          <w:tcPr>
            <w:tcW w:w="254" w:type="pct"/>
            <w:shd w:val="clear" w:color="auto" w:fill="auto"/>
            <w:vAlign w:val="center"/>
          </w:tcPr>
          <w:p w:rsidR="00DE744F" w:rsidRPr="003001D6" w:rsidRDefault="00DE744F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11.</w:t>
            </w:r>
          </w:p>
        </w:tc>
        <w:tc>
          <w:tcPr>
            <w:tcW w:w="1153" w:type="pct"/>
            <w:gridSpan w:val="2"/>
            <w:shd w:val="clear" w:color="auto" w:fill="auto"/>
            <w:vAlign w:val="center"/>
          </w:tcPr>
          <w:p w:rsidR="00DE744F" w:rsidRPr="003001D6" w:rsidRDefault="00DE744F" w:rsidP="00EA02D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 xml:space="preserve">Оплата разницы между стоимостью строительства многоквартирного дома, определенной разработанной проектно-сметной документацией, стоимостью жилых помещений при приобретении у застройщиков, сформированной заказчиком, и стоимостью общей площади жилых помещений, рассчитанной по предельной стоимости квадратного метра  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</w:tcPr>
          <w:p w:rsidR="00DE744F" w:rsidRPr="003001D6" w:rsidRDefault="00DE744F" w:rsidP="003001D6">
            <w:pPr>
              <w:spacing w:after="0" w:line="240" w:lineRule="auto"/>
              <w:ind w:left="-107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117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E744F" w:rsidRPr="003001D6" w:rsidRDefault="00DE744F" w:rsidP="00407C3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0501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DE744F" w:rsidRPr="003001D6" w:rsidRDefault="00DE744F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  <w:bCs/>
                <w:iCs/>
              </w:rPr>
              <w:t>09100S6030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E744F" w:rsidRPr="003001D6" w:rsidRDefault="00DE744F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410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DE744F" w:rsidRPr="003001D6" w:rsidRDefault="00DE744F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2023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DE744F" w:rsidRPr="003001D6" w:rsidRDefault="00DE744F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118 781,2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DE744F" w:rsidRPr="003001D6" w:rsidRDefault="00DE744F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0,0</w:t>
            </w:r>
          </w:p>
        </w:tc>
        <w:tc>
          <w:tcPr>
            <w:tcW w:w="541" w:type="pct"/>
            <w:shd w:val="clear" w:color="auto" w:fill="auto"/>
            <w:vAlign w:val="center"/>
          </w:tcPr>
          <w:p w:rsidR="00DE744F" w:rsidRPr="003001D6" w:rsidRDefault="00DE744F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0,0</w:t>
            </w:r>
          </w:p>
        </w:tc>
      </w:tr>
      <w:tr w:rsidR="00407C31" w:rsidRPr="003001D6" w:rsidTr="00407C31">
        <w:trPr>
          <w:trHeight w:val="1020"/>
        </w:trPr>
        <w:tc>
          <w:tcPr>
            <w:tcW w:w="254" w:type="pct"/>
            <w:shd w:val="clear" w:color="auto" w:fill="auto"/>
            <w:vAlign w:val="center"/>
          </w:tcPr>
          <w:p w:rsidR="00DE744F" w:rsidRPr="003001D6" w:rsidRDefault="00DE744F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12.</w:t>
            </w:r>
          </w:p>
        </w:tc>
        <w:tc>
          <w:tcPr>
            <w:tcW w:w="1153" w:type="pct"/>
            <w:gridSpan w:val="2"/>
            <w:shd w:val="clear" w:color="auto" w:fill="auto"/>
            <w:vAlign w:val="center"/>
          </w:tcPr>
          <w:p w:rsidR="00DE744F" w:rsidRPr="003001D6" w:rsidRDefault="00DE744F" w:rsidP="00EA02D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Обеспечение мероприятий по переселению граждан из аварийного жилищного фонда за счет средств Фонда содействия реформированию ЖКХ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</w:tcPr>
          <w:p w:rsidR="00DE744F" w:rsidRPr="003001D6" w:rsidRDefault="00DE744F" w:rsidP="003001D6">
            <w:pPr>
              <w:spacing w:after="0" w:line="240" w:lineRule="auto"/>
              <w:ind w:left="-107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117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E744F" w:rsidRPr="003001D6" w:rsidRDefault="00DE744F" w:rsidP="00407C3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0501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DE744F" w:rsidRPr="003001D6" w:rsidRDefault="00DE744F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091</w:t>
            </w:r>
            <w:r w:rsidRPr="003001D6">
              <w:rPr>
                <w:rFonts w:ascii="Times New Roman" w:hAnsi="Times New Roman"/>
                <w:lang w:val="en-US"/>
              </w:rPr>
              <w:t>F</w:t>
            </w:r>
            <w:r w:rsidRPr="003001D6">
              <w:rPr>
                <w:rFonts w:ascii="Times New Roman" w:hAnsi="Times New Roman"/>
              </w:rPr>
              <w:t>367483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E744F" w:rsidRPr="003001D6" w:rsidRDefault="00DE744F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410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DE744F" w:rsidRPr="003001D6" w:rsidRDefault="00DE744F" w:rsidP="001E634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2023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DE744F" w:rsidRPr="003001D6" w:rsidRDefault="00DE744F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300 851,0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DE744F" w:rsidRPr="003001D6" w:rsidRDefault="00DE744F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0,0</w:t>
            </w:r>
          </w:p>
        </w:tc>
        <w:tc>
          <w:tcPr>
            <w:tcW w:w="541" w:type="pct"/>
            <w:shd w:val="clear" w:color="auto" w:fill="auto"/>
            <w:vAlign w:val="center"/>
          </w:tcPr>
          <w:p w:rsidR="00DE744F" w:rsidRPr="003001D6" w:rsidRDefault="00DE744F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0,0</w:t>
            </w:r>
          </w:p>
        </w:tc>
      </w:tr>
      <w:tr w:rsidR="00407C31" w:rsidRPr="003001D6" w:rsidTr="00407C31">
        <w:trPr>
          <w:trHeight w:val="850"/>
        </w:trPr>
        <w:tc>
          <w:tcPr>
            <w:tcW w:w="254" w:type="pct"/>
            <w:shd w:val="clear" w:color="auto" w:fill="auto"/>
            <w:vAlign w:val="center"/>
          </w:tcPr>
          <w:p w:rsidR="00DE744F" w:rsidRPr="003001D6" w:rsidRDefault="00DE744F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13.</w:t>
            </w:r>
          </w:p>
        </w:tc>
        <w:tc>
          <w:tcPr>
            <w:tcW w:w="1153" w:type="pct"/>
            <w:gridSpan w:val="2"/>
            <w:shd w:val="clear" w:color="auto" w:fill="auto"/>
            <w:vAlign w:val="center"/>
          </w:tcPr>
          <w:p w:rsidR="00DE744F" w:rsidRPr="003001D6" w:rsidRDefault="00DE744F" w:rsidP="00EA02D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</w:tcPr>
          <w:p w:rsidR="00DE744F" w:rsidRPr="003001D6" w:rsidRDefault="00DE744F" w:rsidP="003001D6">
            <w:pPr>
              <w:spacing w:after="0" w:line="240" w:lineRule="auto"/>
              <w:ind w:left="-107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117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E744F" w:rsidRPr="003001D6" w:rsidRDefault="00DE744F" w:rsidP="00407C3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0501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DE744F" w:rsidRPr="003001D6" w:rsidRDefault="00DE744F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091</w:t>
            </w:r>
            <w:r w:rsidRPr="003001D6">
              <w:rPr>
                <w:rFonts w:ascii="Times New Roman" w:hAnsi="Times New Roman"/>
                <w:lang w:val="en-US"/>
              </w:rPr>
              <w:t>F</w:t>
            </w:r>
            <w:r w:rsidRPr="003001D6">
              <w:rPr>
                <w:rFonts w:ascii="Times New Roman" w:hAnsi="Times New Roman"/>
              </w:rPr>
              <w:t>367484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E744F" w:rsidRPr="003001D6" w:rsidRDefault="00DE744F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410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DE744F" w:rsidRPr="003001D6" w:rsidRDefault="00DE744F" w:rsidP="001E634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2023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DE744F" w:rsidRPr="003001D6" w:rsidRDefault="00DE744F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5 641,1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DE744F" w:rsidRPr="003001D6" w:rsidRDefault="00DE744F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0,0</w:t>
            </w:r>
          </w:p>
        </w:tc>
        <w:tc>
          <w:tcPr>
            <w:tcW w:w="541" w:type="pct"/>
            <w:shd w:val="clear" w:color="auto" w:fill="auto"/>
            <w:vAlign w:val="center"/>
          </w:tcPr>
          <w:p w:rsidR="00DE744F" w:rsidRPr="003001D6" w:rsidRDefault="00DE744F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0,0</w:t>
            </w:r>
          </w:p>
        </w:tc>
      </w:tr>
      <w:tr w:rsidR="00407C31" w:rsidRPr="003001D6" w:rsidTr="00407C31">
        <w:trPr>
          <w:trHeight w:val="850"/>
        </w:trPr>
        <w:tc>
          <w:tcPr>
            <w:tcW w:w="254" w:type="pct"/>
            <w:shd w:val="clear" w:color="auto" w:fill="auto"/>
            <w:vAlign w:val="center"/>
          </w:tcPr>
          <w:p w:rsidR="00DE744F" w:rsidRPr="003001D6" w:rsidRDefault="00DE744F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14.</w:t>
            </w:r>
          </w:p>
        </w:tc>
        <w:tc>
          <w:tcPr>
            <w:tcW w:w="1153" w:type="pct"/>
            <w:gridSpan w:val="2"/>
            <w:shd w:val="clear" w:color="auto" w:fill="auto"/>
            <w:vAlign w:val="center"/>
          </w:tcPr>
          <w:p w:rsidR="00DE744F" w:rsidRPr="003001D6" w:rsidRDefault="00DE744F" w:rsidP="00EA02D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</w:tcPr>
          <w:p w:rsidR="00DE744F" w:rsidRPr="003001D6" w:rsidRDefault="00DE744F" w:rsidP="003001D6">
            <w:pPr>
              <w:spacing w:after="0" w:line="240" w:lineRule="auto"/>
              <w:ind w:left="-107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117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E744F" w:rsidRPr="003001D6" w:rsidRDefault="00DE744F" w:rsidP="00407C3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1003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DE744F" w:rsidRPr="003001D6" w:rsidRDefault="00DE744F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0940075870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E744F" w:rsidRPr="003001D6" w:rsidRDefault="00DE744F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410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DE744F" w:rsidRPr="003001D6" w:rsidRDefault="00DE744F" w:rsidP="001E634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2023-2025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DE744F" w:rsidRPr="003001D6" w:rsidRDefault="00DE744F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17 454,9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DE744F" w:rsidRPr="003001D6" w:rsidRDefault="00DE744F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15 709,4</w:t>
            </w:r>
          </w:p>
        </w:tc>
        <w:tc>
          <w:tcPr>
            <w:tcW w:w="541" w:type="pct"/>
            <w:shd w:val="clear" w:color="auto" w:fill="auto"/>
            <w:vAlign w:val="center"/>
          </w:tcPr>
          <w:p w:rsidR="00DE744F" w:rsidRPr="003001D6" w:rsidRDefault="00DE744F" w:rsidP="001E6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1D6">
              <w:rPr>
                <w:rFonts w:ascii="Times New Roman" w:hAnsi="Times New Roman"/>
              </w:rPr>
              <w:t>15 709,4</w:t>
            </w:r>
          </w:p>
        </w:tc>
      </w:tr>
    </w:tbl>
    <w:p w:rsidR="008A3843" w:rsidRDefault="008A3843" w:rsidP="00DE74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3843" w:rsidRDefault="008A384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8A3843" w:rsidSect="00300746">
          <w:pgSz w:w="11906" w:h="16838"/>
          <w:pgMar w:top="1134" w:right="1134" w:bottom="1701" w:left="1134" w:header="709" w:footer="709" w:gutter="0"/>
          <w:cols w:space="708"/>
          <w:docGrid w:linePitch="360"/>
        </w:sectPr>
      </w:pPr>
    </w:p>
    <w:p w:rsidR="005B0227" w:rsidRPr="006F6D81" w:rsidRDefault="005B0227" w:rsidP="005B0227">
      <w:pPr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6F6D81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№8</w:t>
      </w:r>
    </w:p>
    <w:p w:rsidR="005B0227" w:rsidRDefault="005B0227" w:rsidP="005B022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F6D81">
        <w:rPr>
          <w:rFonts w:ascii="Times New Roman" w:hAnsi="Times New Roman"/>
          <w:sz w:val="28"/>
          <w:szCs w:val="28"/>
        </w:rPr>
        <w:t>к решению Боготольского городского Совета депутатов</w:t>
      </w:r>
    </w:p>
    <w:p w:rsidR="00CF2BA6" w:rsidRPr="001E52AC" w:rsidRDefault="00CF2BA6" w:rsidP="00CF2BA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11.04.2023 № 11-174 </w:t>
      </w:r>
    </w:p>
    <w:p w:rsidR="005B0227" w:rsidRDefault="005B0227" w:rsidP="00CF2BA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0227" w:rsidRPr="005B0227" w:rsidRDefault="005B0227" w:rsidP="005B02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</w:t>
      </w:r>
      <w:r w:rsidRPr="005B0227">
        <w:rPr>
          <w:rFonts w:ascii="Times New Roman" w:hAnsi="Times New Roman"/>
          <w:sz w:val="28"/>
          <w:szCs w:val="28"/>
        </w:rPr>
        <w:t>муниципальных внутренних заимствований</w:t>
      </w:r>
    </w:p>
    <w:p w:rsidR="005B0227" w:rsidRDefault="005B0227" w:rsidP="005B02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B0227">
        <w:rPr>
          <w:rFonts w:ascii="Times New Roman" w:hAnsi="Times New Roman"/>
          <w:sz w:val="28"/>
          <w:szCs w:val="28"/>
        </w:rPr>
        <w:t>города Боготола на 2023 год и плановый период 2024 – 2025 г</w:t>
      </w:r>
      <w:r>
        <w:rPr>
          <w:rFonts w:ascii="Times New Roman" w:hAnsi="Times New Roman"/>
          <w:sz w:val="28"/>
          <w:szCs w:val="28"/>
        </w:rPr>
        <w:t>г.</w:t>
      </w:r>
    </w:p>
    <w:p w:rsidR="00BA4023" w:rsidRDefault="00BA4023" w:rsidP="005B02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A4023" w:rsidRPr="00BA4023" w:rsidRDefault="00BA4023" w:rsidP="00BA40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A4023">
        <w:rPr>
          <w:rFonts w:ascii="Times New Roman" w:hAnsi="Times New Roman"/>
          <w:sz w:val="28"/>
          <w:szCs w:val="28"/>
        </w:rPr>
        <w:t>1. Объемы привлечения средств в бюджет города и объемы погашения</w:t>
      </w:r>
    </w:p>
    <w:p w:rsidR="005B0227" w:rsidRDefault="00BA4023" w:rsidP="00BA40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A4023">
        <w:rPr>
          <w:rFonts w:ascii="Times New Roman" w:hAnsi="Times New Roman"/>
          <w:sz w:val="28"/>
          <w:szCs w:val="28"/>
        </w:rPr>
        <w:t>долговых обязательств города Боготола</w:t>
      </w:r>
    </w:p>
    <w:p w:rsidR="00BA4023" w:rsidRDefault="00BA4023" w:rsidP="00BA40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B0227" w:rsidRPr="006F6D81" w:rsidRDefault="005B0227" w:rsidP="005B022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F6D81">
        <w:rPr>
          <w:rFonts w:ascii="Times New Roman" w:hAnsi="Times New Roman"/>
          <w:sz w:val="28"/>
          <w:szCs w:val="28"/>
        </w:rPr>
        <w:t>тыс.</w:t>
      </w:r>
      <w:r w:rsidR="00C34A9E">
        <w:rPr>
          <w:rFonts w:ascii="Times New Roman" w:hAnsi="Times New Roman"/>
          <w:sz w:val="28"/>
          <w:szCs w:val="28"/>
        </w:rPr>
        <w:t xml:space="preserve"> </w:t>
      </w:r>
      <w:r w:rsidRPr="006F6D81">
        <w:rPr>
          <w:rFonts w:ascii="Times New Roman" w:hAnsi="Times New Roman"/>
          <w:sz w:val="28"/>
          <w:szCs w:val="28"/>
        </w:rPr>
        <w:t>руб</w:t>
      </w:r>
      <w:r w:rsidR="00C34A9E">
        <w:rPr>
          <w:rFonts w:ascii="Times New Roman" w:hAnsi="Times New Roman"/>
          <w:sz w:val="28"/>
          <w:szCs w:val="28"/>
        </w:rPr>
        <w:t>.</w:t>
      </w:r>
    </w:p>
    <w:tbl>
      <w:tblPr>
        <w:tblW w:w="5000" w:type="pct"/>
        <w:tblLook w:val="04A0"/>
      </w:tblPr>
      <w:tblGrid>
        <w:gridCol w:w="594"/>
        <w:gridCol w:w="4324"/>
        <w:gridCol w:w="1456"/>
        <w:gridCol w:w="1456"/>
        <w:gridCol w:w="1457"/>
      </w:tblGrid>
      <w:tr w:rsidR="006441F5" w:rsidRPr="001E6343" w:rsidTr="006441F5">
        <w:trPr>
          <w:trHeight w:val="889"/>
        </w:trPr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1F5" w:rsidRPr="006441F5" w:rsidRDefault="006441F5" w:rsidP="0064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441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1F5" w:rsidRPr="006441F5" w:rsidRDefault="006441F5" w:rsidP="0064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441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Муниципальные внутренние заимствования</w:t>
            </w:r>
            <w:r w:rsidRPr="006441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  <w:t>(привлечение/погашение)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1F5" w:rsidRPr="006441F5" w:rsidRDefault="006441F5" w:rsidP="0064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441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</w:t>
            </w:r>
            <w:r w:rsidRPr="006441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  <w:t>на 2023 год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1F5" w:rsidRPr="006441F5" w:rsidRDefault="006441F5" w:rsidP="0064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441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</w:t>
            </w:r>
            <w:r w:rsidRPr="006441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  <w:t>на 2024 год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1F5" w:rsidRPr="006441F5" w:rsidRDefault="006441F5" w:rsidP="0064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441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</w:t>
            </w:r>
            <w:r w:rsidRPr="006441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  <w:t>на 2025 год</w:t>
            </w:r>
          </w:p>
        </w:tc>
      </w:tr>
      <w:tr w:rsidR="006441F5" w:rsidRPr="001E6343" w:rsidTr="006441F5">
        <w:trPr>
          <w:trHeight w:val="375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1F5" w:rsidRPr="006441F5" w:rsidRDefault="006441F5" w:rsidP="0064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1F5" w:rsidRPr="006441F5" w:rsidRDefault="006441F5" w:rsidP="0064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441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1F5" w:rsidRPr="006441F5" w:rsidRDefault="006441F5" w:rsidP="0064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441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1F5" w:rsidRPr="006441F5" w:rsidRDefault="006441F5" w:rsidP="0064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441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1F5" w:rsidRPr="006441F5" w:rsidRDefault="006441F5" w:rsidP="0064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441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6441F5" w:rsidRPr="001E6343" w:rsidTr="006441F5">
        <w:trPr>
          <w:trHeight w:val="37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1F5" w:rsidRPr="006441F5" w:rsidRDefault="006441F5" w:rsidP="0064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441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1F5" w:rsidRPr="006441F5" w:rsidRDefault="006441F5" w:rsidP="00EA0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441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Кредиты от кредитных организаций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1F5" w:rsidRPr="006441F5" w:rsidRDefault="006441F5" w:rsidP="0064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441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1F5" w:rsidRPr="006441F5" w:rsidRDefault="006441F5" w:rsidP="0064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441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1F5" w:rsidRPr="006441F5" w:rsidRDefault="006441F5" w:rsidP="0064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441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441F5" w:rsidRPr="001E6343" w:rsidTr="006441F5">
        <w:trPr>
          <w:trHeight w:val="37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1F5" w:rsidRPr="006441F5" w:rsidRDefault="006441F5" w:rsidP="0064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441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2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1F5" w:rsidRPr="006441F5" w:rsidRDefault="006441F5" w:rsidP="00EA0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441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привлечение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1F5" w:rsidRPr="006441F5" w:rsidRDefault="006441F5" w:rsidP="0064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441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1F5" w:rsidRPr="006441F5" w:rsidRDefault="006441F5" w:rsidP="0064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441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1F5" w:rsidRPr="006441F5" w:rsidRDefault="006441F5" w:rsidP="0064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441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441F5" w:rsidRPr="001E6343" w:rsidTr="006441F5">
        <w:trPr>
          <w:trHeight w:val="37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1F5" w:rsidRPr="006441F5" w:rsidRDefault="006441F5" w:rsidP="0064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441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2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1F5" w:rsidRPr="006441F5" w:rsidRDefault="006441F5" w:rsidP="00EA0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441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погашение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1F5" w:rsidRPr="006441F5" w:rsidRDefault="006441F5" w:rsidP="0064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441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1F5" w:rsidRPr="006441F5" w:rsidRDefault="006441F5" w:rsidP="0064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441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1F5" w:rsidRPr="006441F5" w:rsidRDefault="006441F5" w:rsidP="0064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441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441F5" w:rsidRPr="001E6343" w:rsidTr="006441F5">
        <w:trPr>
          <w:trHeight w:val="112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1F5" w:rsidRPr="006441F5" w:rsidRDefault="006441F5" w:rsidP="0064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441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1F5" w:rsidRPr="006441F5" w:rsidRDefault="006441F5" w:rsidP="00EA0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441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1F5" w:rsidRPr="006441F5" w:rsidRDefault="006441F5" w:rsidP="0064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441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1F5" w:rsidRPr="006441F5" w:rsidRDefault="006441F5" w:rsidP="0064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441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1F5" w:rsidRPr="006441F5" w:rsidRDefault="006441F5" w:rsidP="0064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441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441F5" w:rsidRPr="001E6343" w:rsidTr="006441F5">
        <w:trPr>
          <w:trHeight w:val="37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1F5" w:rsidRPr="006441F5" w:rsidRDefault="006441F5" w:rsidP="0064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441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2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1F5" w:rsidRPr="006441F5" w:rsidRDefault="006441F5" w:rsidP="00EA0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441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привлечение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1F5" w:rsidRPr="006441F5" w:rsidRDefault="006441F5" w:rsidP="0064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441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16 752,9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1F5" w:rsidRPr="006441F5" w:rsidRDefault="006441F5" w:rsidP="0064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441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1F5" w:rsidRPr="006441F5" w:rsidRDefault="006441F5" w:rsidP="0064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441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441F5" w:rsidRPr="001E6343" w:rsidTr="006441F5">
        <w:trPr>
          <w:trHeight w:val="37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1F5" w:rsidRPr="006441F5" w:rsidRDefault="006441F5" w:rsidP="0064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441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2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1F5" w:rsidRPr="006441F5" w:rsidRDefault="006441F5" w:rsidP="00EA0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441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погашение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1F5" w:rsidRPr="006441F5" w:rsidRDefault="006441F5" w:rsidP="0064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441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16 752,9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1F5" w:rsidRPr="006441F5" w:rsidRDefault="006441F5" w:rsidP="0064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441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1F5" w:rsidRPr="006441F5" w:rsidRDefault="006441F5" w:rsidP="0064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441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441F5" w:rsidRPr="001E6343" w:rsidTr="006441F5">
        <w:trPr>
          <w:trHeight w:val="792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1F5" w:rsidRPr="006441F5" w:rsidRDefault="006441F5" w:rsidP="0064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441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1F5" w:rsidRPr="006441F5" w:rsidRDefault="006441F5" w:rsidP="00EA0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441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Общий объем заимствований, направляемых на финансирование дефицита краевого бюджета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1F5" w:rsidRPr="006441F5" w:rsidRDefault="006441F5" w:rsidP="0064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441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1F5" w:rsidRPr="006441F5" w:rsidRDefault="006441F5" w:rsidP="0064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441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1F5" w:rsidRPr="006441F5" w:rsidRDefault="006441F5" w:rsidP="0064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441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441F5" w:rsidRPr="001E6343" w:rsidTr="006441F5">
        <w:trPr>
          <w:trHeight w:val="37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1F5" w:rsidRPr="006441F5" w:rsidRDefault="006441F5" w:rsidP="0064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441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4.1</w:t>
            </w:r>
          </w:p>
        </w:tc>
        <w:tc>
          <w:tcPr>
            <w:tcW w:w="2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1F5" w:rsidRPr="006441F5" w:rsidRDefault="006441F5" w:rsidP="00EA0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441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привлечение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1F5" w:rsidRPr="006441F5" w:rsidRDefault="006441F5" w:rsidP="0064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441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16 752,9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1F5" w:rsidRPr="006441F5" w:rsidRDefault="006441F5" w:rsidP="0064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441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1F5" w:rsidRPr="006441F5" w:rsidRDefault="006441F5" w:rsidP="0064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441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441F5" w:rsidRPr="001E6343" w:rsidTr="006441F5">
        <w:trPr>
          <w:trHeight w:val="37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1F5" w:rsidRPr="006441F5" w:rsidRDefault="006441F5" w:rsidP="0064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441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4.2</w:t>
            </w:r>
          </w:p>
        </w:tc>
        <w:tc>
          <w:tcPr>
            <w:tcW w:w="2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1F5" w:rsidRPr="006441F5" w:rsidRDefault="006441F5" w:rsidP="00EA0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441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погашение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1F5" w:rsidRPr="006441F5" w:rsidRDefault="006441F5" w:rsidP="0064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441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16 752,9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1F5" w:rsidRPr="006441F5" w:rsidRDefault="006441F5" w:rsidP="0064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441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1F5" w:rsidRPr="006441F5" w:rsidRDefault="006441F5" w:rsidP="0064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441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5B0227" w:rsidRDefault="005B0227" w:rsidP="005B02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22D4E" w:rsidRDefault="00BA4023" w:rsidP="00822D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A4023">
        <w:rPr>
          <w:rFonts w:ascii="Times New Roman" w:hAnsi="Times New Roman"/>
          <w:sz w:val="28"/>
          <w:szCs w:val="28"/>
        </w:rPr>
        <w:t>* Объем привлечения и объем погашения одного бюджетного кредита на пополнение остатков средств на счете бюджета города не может превышать одной двенадцатой утвержденного общего объема доходов местного бюджета, за исключением субсидий, субвенций и иных межбюджетных трансфертов, имеющих целевое назначение.</w:t>
      </w:r>
    </w:p>
    <w:p w:rsidR="00822D4E" w:rsidRDefault="00822D4E" w:rsidP="00822D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2D4E" w:rsidRDefault="00822D4E" w:rsidP="00822D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822D4E" w:rsidSect="000B6729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5B0227" w:rsidRDefault="005B0227" w:rsidP="00822D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5B0227" w:rsidSect="00822D4E">
      <w:type w:val="continuous"/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F450B0"/>
    <w:multiLevelType w:val="hybridMultilevel"/>
    <w:tmpl w:val="523AE62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attachedTemplate r:id="rId1"/>
  <w:defaultTabStop w:val="708"/>
  <w:drawingGridHorizontalSpacing w:val="110"/>
  <w:displayHorizontalDrawingGridEvery w:val="2"/>
  <w:characterSpacingControl w:val="doNotCompress"/>
  <w:compat/>
  <w:rsids>
    <w:rsidRoot w:val="0062009F"/>
    <w:rsid w:val="0000692B"/>
    <w:rsid w:val="0001322D"/>
    <w:rsid w:val="000153AF"/>
    <w:rsid w:val="00015B49"/>
    <w:rsid w:val="00020315"/>
    <w:rsid w:val="0003185D"/>
    <w:rsid w:val="00032450"/>
    <w:rsid w:val="000A12A8"/>
    <w:rsid w:val="000A7CB0"/>
    <w:rsid w:val="000B6729"/>
    <w:rsid w:val="000B73F5"/>
    <w:rsid w:val="000D1300"/>
    <w:rsid w:val="000D53B8"/>
    <w:rsid w:val="000D5B47"/>
    <w:rsid w:val="000E2FD6"/>
    <w:rsid w:val="000E4077"/>
    <w:rsid w:val="000F088A"/>
    <w:rsid w:val="00112B91"/>
    <w:rsid w:val="00115C03"/>
    <w:rsid w:val="001440ED"/>
    <w:rsid w:val="00145C54"/>
    <w:rsid w:val="00145E0F"/>
    <w:rsid w:val="00166F3B"/>
    <w:rsid w:val="0017084C"/>
    <w:rsid w:val="001C1BDC"/>
    <w:rsid w:val="001C2A13"/>
    <w:rsid w:val="001E5101"/>
    <w:rsid w:val="001E52AC"/>
    <w:rsid w:val="001E6343"/>
    <w:rsid w:val="001F61FC"/>
    <w:rsid w:val="001F66BE"/>
    <w:rsid w:val="001F77D4"/>
    <w:rsid w:val="00200721"/>
    <w:rsid w:val="00206EB9"/>
    <w:rsid w:val="002712FA"/>
    <w:rsid w:val="00276EAD"/>
    <w:rsid w:val="00297680"/>
    <w:rsid w:val="002C4DAA"/>
    <w:rsid w:val="002D23DE"/>
    <w:rsid w:val="002F180A"/>
    <w:rsid w:val="002F29E8"/>
    <w:rsid w:val="002F2F90"/>
    <w:rsid w:val="003001D6"/>
    <w:rsid w:val="00300746"/>
    <w:rsid w:val="0032547F"/>
    <w:rsid w:val="00361211"/>
    <w:rsid w:val="00367EC6"/>
    <w:rsid w:val="003739B5"/>
    <w:rsid w:val="00376A3F"/>
    <w:rsid w:val="003809A3"/>
    <w:rsid w:val="00385330"/>
    <w:rsid w:val="003B714A"/>
    <w:rsid w:val="003E6F8F"/>
    <w:rsid w:val="00407C31"/>
    <w:rsid w:val="0041477A"/>
    <w:rsid w:val="00421864"/>
    <w:rsid w:val="00427D6A"/>
    <w:rsid w:val="004330FF"/>
    <w:rsid w:val="004337A8"/>
    <w:rsid w:val="00475632"/>
    <w:rsid w:val="00482108"/>
    <w:rsid w:val="004835B6"/>
    <w:rsid w:val="0048558D"/>
    <w:rsid w:val="00490C23"/>
    <w:rsid w:val="004A35B7"/>
    <w:rsid w:val="004A5DD4"/>
    <w:rsid w:val="004C0E0E"/>
    <w:rsid w:val="004F630D"/>
    <w:rsid w:val="0050141A"/>
    <w:rsid w:val="00520BF2"/>
    <w:rsid w:val="00523F4C"/>
    <w:rsid w:val="005412BB"/>
    <w:rsid w:val="0054585F"/>
    <w:rsid w:val="00550448"/>
    <w:rsid w:val="00570912"/>
    <w:rsid w:val="00573338"/>
    <w:rsid w:val="005801AD"/>
    <w:rsid w:val="0058423E"/>
    <w:rsid w:val="00597D20"/>
    <w:rsid w:val="005B0227"/>
    <w:rsid w:val="005C07F2"/>
    <w:rsid w:val="005C0D7E"/>
    <w:rsid w:val="005F4CC9"/>
    <w:rsid w:val="0062009F"/>
    <w:rsid w:val="00623729"/>
    <w:rsid w:val="006323AD"/>
    <w:rsid w:val="006441F5"/>
    <w:rsid w:val="006842DF"/>
    <w:rsid w:val="00687F2D"/>
    <w:rsid w:val="006936D5"/>
    <w:rsid w:val="006F6D81"/>
    <w:rsid w:val="0070233E"/>
    <w:rsid w:val="00706D65"/>
    <w:rsid w:val="00711D30"/>
    <w:rsid w:val="00727808"/>
    <w:rsid w:val="00737592"/>
    <w:rsid w:val="00742183"/>
    <w:rsid w:val="007652AA"/>
    <w:rsid w:val="00774A7A"/>
    <w:rsid w:val="0078048A"/>
    <w:rsid w:val="00790790"/>
    <w:rsid w:val="007951D1"/>
    <w:rsid w:val="007A388A"/>
    <w:rsid w:val="007C616D"/>
    <w:rsid w:val="007E2871"/>
    <w:rsid w:val="007F1447"/>
    <w:rsid w:val="008000E9"/>
    <w:rsid w:val="0080797A"/>
    <w:rsid w:val="008133BC"/>
    <w:rsid w:val="008146ED"/>
    <w:rsid w:val="008147BC"/>
    <w:rsid w:val="00822D4E"/>
    <w:rsid w:val="00845E27"/>
    <w:rsid w:val="00863DB3"/>
    <w:rsid w:val="00865820"/>
    <w:rsid w:val="00866DA6"/>
    <w:rsid w:val="008868B8"/>
    <w:rsid w:val="008868D2"/>
    <w:rsid w:val="0089179D"/>
    <w:rsid w:val="0089221C"/>
    <w:rsid w:val="008950E4"/>
    <w:rsid w:val="008A1E7A"/>
    <w:rsid w:val="008A3843"/>
    <w:rsid w:val="008A7FD5"/>
    <w:rsid w:val="008B462B"/>
    <w:rsid w:val="008D03A5"/>
    <w:rsid w:val="009215B9"/>
    <w:rsid w:val="009267D1"/>
    <w:rsid w:val="00926D08"/>
    <w:rsid w:val="00926D26"/>
    <w:rsid w:val="0097583A"/>
    <w:rsid w:val="00986FCF"/>
    <w:rsid w:val="009A3299"/>
    <w:rsid w:val="009A6D8D"/>
    <w:rsid w:val="009B10DC"/>
    <w:rsid w:val="009D44C6"/>
    <w:rsid w:val="009E7F9C"/>
    <w:rsid w:val="00A02FAA"/>
    <w:rsid w:val="00A135CE"/>
    <w:rsid w:val="00A6528A"/>
    <w:rsid w:val="00A8100C"/>
    <w:rsid w:val="00A978ED"/>
    <w:rsid w:val="00AA4616"/>
    <w:rsid w:val="00AA57A6"/>
    <w:rsid w:val="00AB2BC5"/>
    <w:rsid w:val="00AC0D09"/>
    <w:rsid w:val="00AC2F2F"/>
    <w:rsid w:val="00AC31DC"/>
    <w:rsid w:val="00AE298E"/>
    <w:rsid w:val="00AF7F35"/>
    <w:rsid w:val="00B54A36"/>
    <w:rsid w:val="00B75BD6"/>
    <w:rsid w:val="00B90D14"/>
    <w:rsid w:val="00B97702"/>
    <w:rsid w:val="00BA4023"/>
    <w:rsid w:val="00BC7D51"/>
    <w:rsid w:val="00BF0267"/>
    <w:rsid w:val="00BF293F"/>
    <w:rsid w:val="00BF522E"/>
    <w:rsid w:val="00BF704F"/>
    <w:rsid w:val="00C2133B"/>
    <w:rsid w:val="00C24B0E"/>
    <w:rsid w:val="00C27D4F"/>
    <w:rsid w:val="00C34A9E"/>
    <w:rsid w:val="00C43C12"/>
    <w:rsid w:val="00C579D7"/>
    <w:rsid w:val="00C81B54"/>
    <w:rsid w:val="00CA15DF"/>
    <w:rsid w:val="00CC0C52"/>
    <w:rsid w:val="00CC4F6A"/>
    <w:rsid w:val="00CD08D1"/>
    <w:rsid w:val="00CF2542"/>
    <w:rsid w:val="00CF2BA6"/>
    <w:rsid w:val="00D133A1"/>
    <w:rsid w:val="00D22F1E"/>
    <w:rsid w:val="00D479AE"/>
    <w:rsid w:val="00D52FA1"/>
    <w:rsid w:val="00D53FFF"/>
    <w:rsid w:val="00D73C01"/>
    <w:rsid w:val="00D74A5F"/>
    <w:rsid w:val="00DE1671"/>
    <w:rsid w:val="00DE744F"/>
    <w:rsid w:val="00E062F9"/>
    <w:rsid w:val="00E109B4"/>
    <w:rsid w:val="00E13CB7"/>
    <w:rsid w:val="00E400A8"/>
    <w:rsid w:val="00E51F77"/>
    <w:rsid w:val="00E54473"/>
    <w:rsid w:val="00E54606"/>
    <w:rsid w:val="00E741A5"/>
    <w:rsid w:val="00EA02D7"/>
    <w:rsid w:val="00EB097F"/>
    <w:rsid w:val="00EB55BC"/>
    <w:rsid w:val="00EC7DB5"/>
    <w:rsid w:val="00EE26A9"/>
    <w:rsid w:val="00EE7775"/>
    <w:rsid w:val="00EF53D5"/>
    <w:rsid w:val="00EF76C4"/>
    <w:rsid w:val="00F05D68"/>
    <w:rsid w:val="00F1107B"/>
    <w:rsid w:val="00F213AD"/>
    <w:rsid w:val="00F51262"/>
    <w:rsid w:val="00F62C87"/>
    <w:rsid w:val="00F66661"/>
    <w:rsid w:val="00F72D13"/>
    <w:rsid w:val="00F835C6"/>
    <w:rsid w:val="00F86D32"/>
    <w:rsid w:val="00F96A43"/>
    <w:rsid w:val="00FE2D62"/>
    <w:rsid w:val="00FE31D3"/>
    <w:rsid w:val="00FE6556"/>
    <w:rsid w:val="00FF23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1A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774A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1F66BE"/>
  </w:style>
  <w:style w:type="table" w:styleId="a4">
    <w:name w:val="Table Grid"/>
    <w:basedOn w:val="a1"/>
    <w:uiPriority w:val="59"/>
    <w:rsid w:val="002C4DA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"/>
    <w:link w:val="a6"/>
    <w:uiPriority w:val="99"/>
    <w:semiHidden/>
    <w:unhideWhenUsed/>
    <w:rsid w:val="00006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link w:val="a5"/>
    <w:uiPriority w:val="99"/>
    <w:semiHidden/>
    <w:rsid w:val="0000692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F6D81"/>
    <w:pPr>
      <w:ind w:left="720"/>
      <w:contextualSpacing/>
    </w:pPr>
  </w:style>
  <w:style w:type="paragraph" w:customStyle="1" w:styleId="ConsPlusNormal">
    <w:name w:val="ConsPlusNormal"/>
    <w:link w:val="ConsPlusNormal0"/>
    <w:rsid w:val="00F835C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F835C6"/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AC2F2F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AC2F2F"/>
    <w:rPr>
      <w:color w:val="800080"/>
      <w:u w:val="single"/>
    </w:rPr>
  </w:style>
  <w:style w:type="paragraph" w:customStyle="1" w:styleId="xl71">
    <w:name w:val="xl71"/>
    <w:basedOn w:val="a"/>
    <w:rsid w:val="00AC2F2F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C2F2F"/>
    <w:pPr>
      <w:spacing w:before="100" w:beforeAutospacing="1" w:after="100" w:afterAutospacing="1" w:line="240" w:lineRule="auto"/>
    </w:pPr>
    <w:rPr>
      <w:rFonts w:ascii="Helv" w:eastAsia="Times New Roman" w:hAnsi="Helv"/>
      <w:sz w:val="24"/>
      <w:szCs w:val="24"/>
      <w:lang w:eastAsia="ru-RU"/>
    </w:rPr>
  </w:style>
  <w:style w:type="paragraph" w:customStyle="1" w:styleId="xl73">
    <w:name w:val="xl73"/>
    <w:basedOn w:val="a"/>
    <w:rsid w:val="00AC2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AC2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AC2F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AC2F2F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77">
    <w:name w:val="xl77"/>
    <w:basedOn w:val="a"/>
    <w:rsid w:val="00AC2F2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AC2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AC2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AC2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AC2F2F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AC2F2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AC2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AC2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AC2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AC2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AC2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AC2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AC2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AC2F2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AC2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AC2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AC2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AC2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AC2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AC2F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AC2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AC2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AC2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AC2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AC2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AC2F2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AC2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AC2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AC2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AC2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AC2F2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AC2F2F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AC2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AC2F2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AC2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AC2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NewRomanPSMT" w:eastAsia="Times New Roman" w:hAnsi="TimesNewRomanPSMT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AC2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NewRomanPSMT" w:eastAsia="Times New Roman" w:hAnsi="TimesNewRomanPSMT"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AC2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AC2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rsid w:val="00AC2F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AC2F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rsid w:val="00AC2F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AC2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AC2F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AC2F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AC2F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774A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4">
    <w:name w:val="xl64"/>
    <w:basedOn w:val="a"/>
    <w:rsid w:val="00774A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"/>
    <w:rsid w:val="00774A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774A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774A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774A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774A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774A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74A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0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31BF4F74745B777E0542A48B8F46C5D85E0EE485FC4253DB3B756767653713C4613ED736B61D5786848FC57A8A3B0444FDA0237E817s1P6I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231BF4F74745B777E0542A48B8F46C5D85E0EE485FC4253DB3B756767653713C4613ED736B61D6786848FC57A8A3B0444FDA0237E817s1P6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ogotolcity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&#1044;&#1083;&#1103;%20&#1050;&#1072;&#1097;&#1077;&#1077;&#1074;&#1086;&#1081;\&#1055;&#1088;&#1086;&#1077;&#1082;&#1090;%20&#1088;&#1077;&#1096;&#1077;&#1085;&#1080;&#1077;%20&#1086;%20&#1073;&#1102;&#1076;&#1078;&#1077;&#1090;&#1077;%202%20&#1082;&#1086;&#1088;%20&#1089;%20&#1087;&#1088;&#1080;&#1083;&#1086;&#107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AEA0D-3548-4D06-AF5E-E6F9346C7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решение о бюджете 2 кор с прилож</Template>
  <TotalTime>72</TotalTime>
  <Pages>1</Pages>
  <Words>57503</Words>
  <Characters>327773</Characters>
  <Application>Microsoft Office Word</Application>
  <DocSecurity>0</DocSecurity>
  <Lines>2731</Lines>
  <Paragraphs>769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384507</CharactersWithSpaces>
  <SharedDoc>false</SharedDoc>
  <HLinks>
    <vt:vector size="12" baseType="variant">
      <vt:variant>
        <vt:i4>7471154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consultantplus://offline/ref=231BF4F74745B777E0542A48B8F46C5D85E0EE485FC4253DB3B756767653713C4613ED736B61D5786848FC57A8A3B0444FDA0237E817s1P6I</vt:lpwstr>
      </vt:variant>
      <vt:variant>
        <vt:lpwstr/>
      </vt:variant>
      <vt:variant>
        <vt:i4>7471153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consultantplus://offline/ref=231BF4F74745B777E0542A48B8F46C5D85E0EE485FC4253DB3B756767653713C4613ED736B61D6786848FC57A8A3B0444FDA0237E817s1P6I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kascheeva</dc:creator>
  <cp:lastModifiedBy>Windows User</cp:lastModifiedBy>
  <cp:revision>72</cp:revision>
  <dcterms:created xsi:type="dcterms:W3CDTF">2023-04-05T04:34:00Z</dcterms:created>
  <dcterms:modified xsi:type="dcterms:W3CDTF">2023-04-12T03:28:00Z</dcterms:modified>
</cp:coreProperties>
</file>